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DA787" w14:textId="78CDC5DA" w:rsidR="002233F3" w:rsidRPr="005217D9" w:rsidRDefault="00902985" w:rsidP="007A30CD">
      <w:pPr>
        <w:spacing w:after="0"/>
        <w:jc w:val="center"/>
        <w:rPr>
          <w:b/>
        </w:rPr>
      </w:pPr>
      <w:bookmarkStart w:id="0" w:name="_Toc312927546"/>
      <w:bookmarkStart w:id="1" w:name="_Toc100672840"/>
      <w:r>
        <w:rPr>
          <w:b/>
        </w:rPr>
        <w:t>METSAVEO</w:t>
      </w:r>
      <w:r w:rsidR="009C1031">
        <w:rPr>
          <w:b/>
        </w:rPr>
        <w:t>TEE KASUTAMISE</w:t>
      </w:r>
      <w:r w:rsidR="00941648">
        <w:rPr>
          <w:b/>
        </w:rPr>
        <w:t xml:space="preserve"> </w:t>
      </w:r>
      <w:r w:rsidR="005A5722" w:rsidRPr="005217D9">
        <w:rPr>
          <w:b/>
        </w:rPr>
        <w:t>LEPING</w:t>
      </w:r>
    </w:p>
    <w:p w14:paraId="0AE0C548" w14:textId="77777777" w:rsidR="00DF7620" w:rsidRPr="005217D9" w:rsidRDefault="00DF7620" w:rsidP="007A30CD">
      <w:pPr>
        <w:spacing w:after="0"/>
        <w:jc w:val="center"/>
        <w:rPr>
          <w:b/>
        </w:rPr>
      </w:pPr>
      <w:r w:rsidRPr="005217D9">
        <w:rPr>
          <w:b/>
        </w:rPr>
        <w:t>_________________________________________________________________________________</w:t>
      </w:r>
    </w:p>
    <w:p w14:paraId="6BFD0976" w14:textId="77777777" w:rsidR="005A5722" w:rsidRPr="005217D9" w:rsidRDefault="005A5722" w:rsidP="007A30CD">
      <w:pPr>
        <w:spacing w:after="0"/>
        <w:jc w:val="center"/>
        <w:rPr>
          <w:b/>
        </w:rPr>
      </w:pPr>
    </w:p>
    <w:p w14:paraId="6560D772" w14:textId="0DD437F4" w:rsidR="00CB066D" w:rsidRPr="005217D9" w:rsidRDefault="00CB066D" w:rsidP="00CB066D">
      <w:pPr>
        <w:spacing w:after="360"/>
        <w:rPr>
          <w:rFonts w:cs="Arial"/>
          <w:b/>
        </w:rPr>
      </w:pPr>
      <w:r w:rsidRPr="005217D9">
        <w:rPr>
          <w:rFonts w:cs="Arial"/>
        </w:rPr>
        <w:t xml:space="preserve">Käesolev </w:t>
      </w:r>
      <w:r w:rsidR="00902985">
        <w:rPr>
          <w:rFonts w:cs="Arial"/>
        </w:rPr>
        <w:t>metsaveotee</w:t>
      </w:r>
      <w:r w:rsidR="009A4C56">
        <w:rPr>
          <w:rFonts w:cs="Arial"/>
        </w:rPr>
        <w:t xml:space="preserve"> kasutamise</w:t>
      </w:r>
      <w:r w:rsidR="00B72B55">
        <w:rPr>
          <w:rFonts w:cs="Arial"/>
        </w:rPr>
        <w:t xml:space="preserve"> </w:t>
      </w:r>
      <w:r w:rsidR="00DB43A4" w:rsidRPr="005217D9">
        <w:rPr>
          <w:rFonts w:cs="Arial"/>
        </w:rPr>
        <w:t xml:space="preserve">leping </w:t>
      </w:r>
      <w:r w:rsidRPr="005217D9">
        <w:rPr>
          <w:rFonts w:cs="Arial"/>
        </w:rPr>
        <w:t xml:space="preserve">on sõlmitud </w:t>
      </w:r>
      <w:r w:rsidR="006643A8">
        <w:rPr>
          <w:rFonts w:cs="Arial"/>
        </w:rPr>
        <w:t>03</w:t>
      </w:r>
      <w:r w:rsidR="001161F1">
        <w:rPr>
          <w:rFonts w:cs="Arial"/>
        </w:rPr>
        <w:t>.1</w:t>
      </w:r>
      <w:r w:rsidR="006643A8">
        <w:rPr>
          <w:rFonts w:cs="Arial"/>
        </w:rPr>
        <w:t>2</w:t>
      </w:r>
      <w:r w:rsidR="001161F1">
        <w:rPr>
          <w:rFonts w:cs="Arial"/>
        </w:rPr>
        <w:t>.2024</w:t>
      </w:r>
      <w:r w:rsidR="00300BA9">
        <w:rPr>
          <w:rFonts w:cs="Arial"/>
        </w:rPr>
        <w:t xml:space="preserve"> </w:t>
      </w:r>
      <w:r w:rsidR="00941648">
        <w:rPr>
          <w:rFonts w:cs="Arial"/>
        </w:rPr>
        <w:t xml:space="preserve">ja vormistatud kirjalikult </w:t>
      </w:r>
      <w:r w:rsidRPr="005217D9">
        <w:rPr>
          <w:rFonts w:cs="Arial"/>
        </w:rPr>
        <w:t xml:space="preserve">selle </w:t>
      </w:r>
      <w:r w:rsidR="005D2ED5" w:rsidRPr="005217D9">
        <w:rPr>
          <w:rFonts w:cs="Arial"/>
        </w:rPr>
        <w:t xml:space="preserve">digiallkirjastamise </w:t>
      </w:r>
      <w:r w:rsidRPr="005217D9">
        <w:rPr>
          <w:rFonts w:cs="Arial"/>
        </w:rPr>
        <w:t>kuupäeval järgnevate isikute poolt ja vahel:</w:t>
      </w:r>
    </w:p>
    <w:p w14:paraId="4F3619B0" w14:textId="5595FE78" w:rsidR="00B8146D" w:rsidRPr="005217D9" w:rsidRDefault="001161F1" w:rsidP="002E2BFE">
      <w:pPr>
        <w:numPr>
          <w:ilvl w:val="0"/>
          <w:numId w:val="18"/>
        </w:numPr>
        <w:ind w:left="709" w:hanging="709"/>
        <w:rPr>
          <w:rFonts w:cs="Arial"/>
          <w:b/>
          <w:szCs w:val="20"/>
        </w:rPr>
      </w:pPr>
      <w:bookmarkStart w:id="2" w:name="_Ref387066435"/>
      <w:r>
        <w:rPr>
          <w:rFonts w:cs="Arial"/>
          <w:b/>
        </w:rPr>
        <w:t>BTF</w:t>
      </w:r>
      <w:r w:rsidR="00C43719">
        <w:rPr>
          <w:rFonts w:cs="Arial"/>
          <w:b/>
        </w:rPr>
        <w:t>3</w:t>
      </w:r>
      <w:r>
        <w:rPr>
          <w:rFonts w:cs="Arial"/>
          <w:b/>
        </w:rPr>
        <w:t xml:space="preserve"> </w:t>
      </w:r>
      <w:r w:rsidR="00C43719">
        <w:rPr>
          <w:rFonts w:cs="Arial"/>
          <w:b/>
        </w:rPr>
        <w:t>B</w:t>
      </w:r>
      <w:r>
        <w:rPr>
          <w:rFonts w:cs="Arial"/>
          <w:b/>
        </w:rPr>
        <w:t xml:space="preserve"> OÜ</w:t>
      </w:r>
      <w:r w:rsidR="00B8146D" w:rsidRPr="005217D9">
        <w:rPr>
          <w:rFonts w:cs="Arial"/>
          <w:szCs w:val="20"/>
        </w:rPr>
        <w:t>,</w:t>
      </w:r>
      <w:r w:rsidR="00B8146D" w:rsidRPr="005217D9">
        <w:rPr>
          <w:rFonts w:cs="Arial"/>
          <w:b/>
          <w:szCs w:val="20"/>
        </w:rPr>
        <w:t xml:space="preserve"> </w:t>
      </w:r>
      <w:r w:rsidR="00B8146D" w:rsidRPr="005217D9">
        <w:rPr>
          <w:rFonts w:cs="Arial"/>
          <w:szCs w:val="20"/>
        </w:rPr>
        <w:t xml:space="preserve">Eesti õiguse alusel asutatud äriühing, registrikood </w:t>
      </w:r>
      <w:r>
        <w:rPr>
          <w:rFonts w:cs="Arial"/>
          <w:bCs/>
          <w:szCs w:val="20"/>
        </w:rPr>
        <w:t>1081</w:t>
      </w:r>
      <w:r w:rsidR="00C43719">
        <w:rPr>
          <w:rFonts w:cs="Arial"/>
          <w:bCs/>
          <w:szCs w:val="20"/>
        </w:rPr>
        <w:t>6</w:t>
      </w:r>
      <w:r>
        <w:rPr>
          <w:rFonts w:cs="Arial"/>
          <w:bCs/>
          <w:szCs w:val="20"/>
        </w:rPr>
        <w:t>3</w:t>
      </w:r>
      <w:r w:rsidR="00C43719">
        <w:rPr>
          <w:rFonts w:cs="Arial"/>
          <w:bCs/>
          <w:szCs w:val="20"/>
        </w:rPr>
        <w:t>75</w:t>
      </w:r>
      <w:r w:rsidR="006F24AE" w:rsidRPr="005217D9">
        <w:rPr>
          <w:rFonts w:cs="Arial"/>
          <w:szCs w:val="20"/>
        </w:rPr>
        <w:t xml:space="preserve"> </w:t>
      </w:r>
      <w:r w:rsidR="00B8146D" w:rsidRPr="005217D9">
        <w:rPr>
          <w:rFonts w:cs="Arial"/>
          <w:szCs w:val="20"/>
        </w:rPr>
        <w:t>("</w:t>
      </w:r>
      <w:r w:rsidR="009A4C56">
        <w:rPr>
          <w:rFonts w:cs="Arial"/>
          <w:b/>
          <w:bCs/>
          <w:szCs w:val="20"/>
        </w:rPr>
        <w:t>Omanik</w:t>
      </w:r>
      <w:r w:rsidR="00B8146D" w:rsidRPr="005217D9">
        <w:rPr>
          <w:rFonts w:cs="Arial"/>
          <w:bCs/>
          <w:szCs w:val="20"/>
        </w:rPr>
        <w:t>"</w:t>
      </w:r>
      <w:r w:rsidR="00B8146D" w:rsidRPr="005217D9">
        <w:rPr>
          <w:rFonts w:cs="Arial"/>
          <w:szCs w:val="20"/>
        </w:rPr>
        <w:t>),</w:t>
      </w:r>
      <w:bookmarkEnd w:id="2"/>
    </w:p>
    <w:p w14:paraId="698456A4" w14:textId="10919AA5" w:rsidR="00E305AC" w:rsidRPr="007C50E8" w:rsidRDefault="00EA2058" w:rsidP="0011667E">
      <w:pPr>
        <w:numPr>
          <w:ilvl w:val="0"/>
          <w:numId w:val="18"/>
        </w:numPr>
        <w:ind w:left="709" w:hanging="709"/>
        <w:rPr>
          <w:rFonts w:cs="Arial"/>
          <w:b/>
          <w:szCs w:val="20"/>
        </w:rPr>
      </w:pPr>
      <w:bookmarkStart w:id="3" w:name="_Ref387066358"/>
      <w:r>
        <w:rPr>
          <w:rFonts w:cs="Arial"/>
          <w:b/>
        </w:rPr>
        <w:t>R</w:t>
      </w:r>
      <w:r w:rsidR="00316E25">
        <w:rPr>
          <w:rFonts w:cs="Arial"/>
          <w:b/>
        </w:rPr>
        <w:t>iigimetsa Majandamise Keskus</w:t>
      </w:r>
      <w:r w:rsidR="00E305AC" w:rsidRPr="005217D9">
        <w:rPr>
          <w:rFonts w:cs="Arial"/>
          <w:szCs w:val="20"/>
        </w:rPr>
        <w:t>,</w:t>
      </w:r>
      <w:r w:rsidR="00E305AC" w:rsidRPr="005217D9">
        <w:rPr>
          <w:rFonts w:cs="Arial"/>
          <w:b/>
          <w:szCs w:val="20"/>
        </w:rPr>
        <w:t xml:space="preserve"> </w:t>
      </w:r>
      <w:r w:rsidR="006643A8" w:rsidRPr="006643A8">
        <w:rPr>
          <w:rFonts w:cs="Arial"/>
          <w:bCs/>
          <w:szCs w:val="20"/>
        </w:rPr>
        <w:t xml:space="preserve">keda esindab juhatuse 2.04.2024 otsuse nr 1-32/28 alusel kagu regiooni juht Kristo Kokk, </w:t>
      </w:r>
      <w:r w:rsidR="007D7800">
        <w:rPr>
          <w:rFonts w:cs="Arial"/>
          <w:szCs w:val="20"/>
        </w:rPr>
        <w:t>registrikood</w:t>
      </w:r>
      <w:r w:rsidR="009C2129">
        <w:rPr>
          <w:rFonts w:cs="Arial"/>
          <w:szCs w:val="20"/>
        </w:rPr>
        <w:t xml:space="preserve"> 70004459</w:t>
      </w:r>
      <w:r w:rsidR="00164217" w:rsidRPr="005217D9">
        <w:rPr>
          <w:rFonts w:cs="Arial"/>
          <w:szCs w:val="20"/>
        </w:rPr>
        <w:t xml:space="preserve"> </w:t>
      </w:r>
      <w:r w:rsidR="00E305AC" w:rsidRPr="007C50E8">
        <w:rPr>
          <w:rFonts w:cs="Arial"/>
          <w:szCs w:val="20"/>
        </w:rPr>
        <w:t>("</w:t>
      </w:r>
      <w:r w:rsidR="009A4C56">
        <w:rPr>
          <w:rFonts w:cs="Arial"/>
          <w:b/>
          <w:szCs w:val="20"/>
        </w:rPr>
        <w:t>Kasutaja</w:t>
      </w:r>
      <w:r w:rsidR="00E305AC" w:rsidRPr="007C50E8">
        <w:rPr>
          <w:rFonts w:cs="Arial"/>
          <w:bCs/>
          <w:szCs w:val="20"/>
        </w:rPr>
        <w:t>"</w:t>
      </w:r>
      <w:r w:rsidR="00E305AC" w:rsidRPr="007C50E8">
        <w:rPr>
          <w:rFonts w:cs="Arial"/>
          <w:szCs w:val="20"/>
        </w:rPr>
        <w:t>),</w:t>
      </w:r>
      <w:bookmarkEnd w:id="3"/>
    </w:p>
    <w:p w14:paraId="14FCCC63" w14:textId="77777777" w:rsidR="00CE6688" w:rsidRPr="005217D9" w:rsidRDefault="00CE6688" w:rsidP="00CE6688">
      <w:pPr>
        <w:rPr>
          <w:rFonts w:cs="Arial"/>
          <w:b/>
        </w:rPr>
      </w:pPr>
      <w:bookmarkStart w:id="4" w:name="_Ref365373416"/>
      <w:bookmarkStart w:id="5" w:name="_Toc365328625"/>
      <w:bookmarkStart w:id="6" w:name="_Toc370802629"/>
      <w:bookmarkEnd w:id="0"/>
      <w:bookmarkEnd w:id="1"/>
      <w:r w:rsidRPr="005217D9">
        <w:rPr>
          <w:rFonts w:cs="Arial"/>
          <w:b/>
        </w:rPr>
        <w:t>TAUST</w:t>
      </w:r>
    </w:p>
    <w:p w14:paraId="253A53D9" w14:textId="58FAAA0A" w:rsidR="00FC30A6" w:rsidRDefault="00FC30A6" w:rsidP="00321341">
      <w:pPr>
        <w:numPr>
          <w:ilvl w:val="0"/>
          <w:numId w:val="20"/>
        </w:numPr>
        <w:ind w:hanging="720"/>
      </w:pPr>
      <w:r>
        <w:t>Kasutaja</w:t>
      </w:r>
      <w:r w:rsidR="00245EE1">
        <w:t xml:space="preserve">l </w:t>
      </w:r>
      <w:r>
        <w:t xml:space="preserve">puudub juurdepääs avalikult kasutatavalt </w:t>
      </w:r>
      <w:r w:rsidR="00B72B55">
        <w:t xml:space="preserve">teelt kinnistule, millel Kasutaja soovib </w:t>
      </w:r>
      <w:r w:rsidR="00D32C2B">
        <w:t>teostada kasvava metsa raietöid;</w:t>
      </w:r>
    </w:p>
    <w:p w14:paraId="4139C0A4" w14:textId="49AF65C0" w:rsidR="00304DC0" w:rsidRPr="005217D9" w:rsidRDefault="00CF51F9" w:rsidP="00321341">
      <w:pPr>
        <w:numPr>
          <w:ilvl w:val="0"/>
          <w:numId w:val="20"/>
        </w:numPr>
        <w:ind w:hanging="720"/>
      </w:pPr>
      <w:r>
        <w:rPr>
          <w:rFonts w:cs="Arial"/>
          <w:bCs/>
          <w:szCs w:val="20"/>
        </w:rPr>
        <w:t>Omanikule kuulub Kinnistu</w:t>
      </w:r>
      <w:r w:rsidR="00FC30A6">
        <w:rPr>
          <w:rFonts w:cs="Arial"/>
          <w:bCs/>
          <w:szCs w:val="20"/>
        </w:rPr>
        <w:t xml:space="preserve"> läbi mille, Kasutaja soovib teostada raiutud metsamaterjali vedu</w:t>
      </w:r>
      <w:r w:rsidR="00304DC0" w:rsidRPr="005217D9">
        <w:rPr>
          <w:rFonts w:cs="Arial"/>
          <w:bCs/>
          <w:szCs w:val="20"/>
        </w:rPr>
        <w:t>;</w:t>
      </w:r>
      <w:r w:rsidR="00304DC0" w:rsidRPr="005217D9">
        <w:t xml:space="preserve"> </w:t>
      </w:r>
    </w:p>
    <w:p w14:paraId="1D6305E9" w14:textId="6EB26F54" w:rsidR="00540FB5" w:rsidRPr="005217D9" w:rsidRDefault="00D50C12" w:rsidP="00321341">
      <w:pPr>
        <w:numPr>
          <w:ilvl w:val="0"/>
          <w:numId w:val="20"/>
        </w:numPr>
        <w:ind w:hanging="720"/>
      </w:pPr>
      <w:r w:rsidRPr="005217D9">
        <w:t xml:space="preserve">käesolevaga soovivad Pooled leppida kokku omavahelised õigused ja kohustused </w:t>
      </w:r>
      <w:r w:rsidR="004007BA" w:rsidRPr="005217D9">
        <w:t xml:space="preserve">seoses </w:t>
      </w:r>
      <w:r w:rsidR="00711748">
        <w:t>Kasutaja sooviga raiutud metsamaterjali vedada läbi Kinnistu,</w:t>
      </w:r>
    </w:p>
    <w:bookmarkEnd w:id="4"/>
    <w:bookmarkEnd w:id="5"/>
    <w:bookmarkEnd w:id="6"/>
    <w:p w14:paraId="7AE67868" w14:textId="77777777" w:rsidR="00A630C2" w:rsidRPr="005217D9" w:rsidRDefault="00B7382D" w:rsidP="00321341">
      <w:pPr>
        <w:pStyle w:val="Pealkiri1"/>
        <w:numPr>
          <w:ilvl w:val="0"/>
          <w:numId w:val="19"/>
        </w:numPr>
      </w:pPr>
      <w:r w:rsidRPr="005217D9">
        <w:t>DEFINITSIOONID</w:t>
      </w:r>
    </w:p>
    <w:p w14:paraId="76A639E5" w14:textId="77777777" w:rsidR="00B7382D" w:rsidRPr="005217D9" w:rsidRDefault="001C4A2D" w:rsidP="001C4A2D">
      <w:pPr>
        <w:pStyle w:val="Loend"/>
      </w:pPr>
      <w:r w:rsidRPr="005217D9">
        <w:t>Kui Lepingu kontekstist ei tulene teisiti, kasutatakse järgmisi termineid Lepingus ja selle lisades alljärgnevas tähenduses:</w:t>
      </w:r>
    </w:p>
    <w:tbl>
      <w:tblPr>
        <w:tblW w:w="0" w:type="auto"/>
        <w:tblLook w:val="04A0" w:firstRow="1" w:lastRow="0" w:firstColumn="1" w:lastColumn="0" w:noHBand="0" w:noVBand="1"/>
      </w:tblPr>
      <w:tblGrid>
        <w:gridCol w:w="3056"/>
        <w:gridCol w:w="6014"/>
      </w:tblGrid>
      <w:tr w:rsidR="008A7818" w:rsidRPr="005217D9" w14:paraId="3EAD2069" w14:textId="77777777" w:rsidTr="000D759C">
        <w:tc>
          <w:tcPr>
            <w:tcW w:w="3085" w:type="dxa"/>
          </w:tcPr>
          <w:p w14:paraId="6B1F8044" w14:textId="77777777" w:rsidR="008A7818" w:rsidRPr="005217D9" w:rsidRDefault="008A7818" w:rsidP="00D5548E">
            <w:r>
              <w:t>"</w:t>
            </w:r>
            <w:r w:rsidRPr="0064675E">
              <w:rPr>
                <w:b/>
              </w:rPr>
              <w:t>Kahju</w:t>
            </w:r>
            <w:r>
              <w:t>"</w:t>
            </w:r>
          </w:p>
        </w:tc>
        <w:tc>
          <w:tcPr>
            <w:tcW w:w="6095" w:type="dxa"/>
          </w:tcPr>
          <w:p w14:paraId="3288A19F" w14:textId="77777777" w:rsidR="008A7818" w:rsidRPr="005217D9" w:rsidRDefault="008A7818" w:rsidP="001848F8">
            <w:r w:rsidRPr="00D7019F">
              <w:t>mistahes kahju, maksumus, kulu, sealhulgas uurimis-, menetlus- ja õigusabikulud;</w:t>
            </w:r>
          </w:p>
        </w:tc>
      </w:tr>
      <w:tr w:rsidR="008A7818" w:rsidRPr="005217D9" w14:paraId="6D3AC507" w14:textId="77777777" w:rsidTr="000D759C">
        <w:tc>
          <w:tcPr>
            <w:tcW w:w="3085" w:type="dxa"/>
          </w:tcPr>
          <w:p w14:paraId="12C13935" w14:textId="77777777" w:rsidR="008A7818" w:rsidRPr="005217D9" w:rsidRDefault="008A7818" w:rsidP="00D5548E">
            <w:r w:rsidRPr="005217D9">
              <w:t>"</w:t>
            </w:r>
            <w:r>
              <w:rPr>
                <w:b/>
              </w:rPr>
              <w:t>Kasutaja</w:t>
            </w:r>
            <w:r w:rsidRPr="005217D9">
              <w:t>"</w:t>
            </w:r>
          </w:p>
        </w:tc>
        <w:tc>
          <w:tcPr>
            <w:tcW w:w="6095" w:type="dxa"/>
          </w:tcPr>
          <w:p w14:paraId="19BC70A9" w14:textId="77777777" w:rsidR="008A7818" w:rsidRPr="005217D9" w:rsidRDefault="008A7818" w:rsidP="002816AD">
            <w:pPr>
              <w:rPr>
                <w:b/>
              </w:rPr>
            </w:pPr>
            <w:r w:rsidRPr="005217D9">
              <w:t>p</w:t>
            </w:r>
            <w:r>
              <w:t>r</w:t>
            </w:r>
            <w:r w:rsidRPr="005217D9">
              <w:t>eambula</w:t>
            </w:r>
            <w:r w:rsidRPr="005217D9">
              <w:rPr>
                <w:b/>
              </w:rPr>
              <w:t xml:space="preserve"> punktis </w:t>
            </w:r>
            <w:r>
              <w:fldChar w:fldCharType="begin"/>
            </w:r>
            <w:r>
              <w:instrText xml:space="preserve"> REF _Ref387066358 \r \h  \* MERGEFORMAT </w:instrText>
            </w:r>
            <w:r>
              <w:fldChar w:fldCharType="separate"/>
            </w:r>
            <w:r w:rsidRPr="005217D9">
              <w:rPr>
                <w:b/>
              </w:rPr>
              <w:t>(2)</w:t>
            </w:r>
            <w:r>
              <w:fldChar w:fldCharType="end"/>
            </w:r>
            <w:r w:rsidRPr="005217D9">
              <w:rPr>
                <w:b/>
              </w:rPr>
              <w:t xml:space="preserve"> </w:t>
            </w:r>
            <w:r w:rsidRPr="005217D9">
              <w:t>nimetatud isik</w:t>
            </w:r>
            <w:r>
              <w:t>;</w:t>
            </w:r>
          </w:p>
        </w:tc>
      </w:tr>
      <w:tr w:rsidR="008A7818" w:rsidRPr="005217D9" w14:paraId="74581C26" w14:textId="77777777" w:rsidTr="000D759C">
        <w:tc>
          <w:tcPr>
            <w:tcW w:w="3085" w:type="dxa"/>
          </w:tcPr>
          <w:p w14:paraId="02A5A23F" w14:textId="77777777" w:rsidR="008A7818" w:rsidRPr="00264ADB" w:rsidRDefault="008A7818" w:rsidP="00A32540">
            <w:r w:rsidRPr="00264ADB">
              <w:t>"</w:t>
            </w:r>
            <w:r w:rsidRPr="00264ADB">
              <w:rPr>
                <w:b/>
              </w:rPr>
              <w:t>Kinnistu</w:t>
            </w:r>
            <w:r w:rsidRPr="00264ADB">
              <w:t>"</w:t>
            </w:r>
          </w:p>
        </w:tc>
        <w:tc>
          <w:tcPr>
            <w:tcW w:w="6095" w:type="dxa"/>
          </w:tcPr>
          <w:p w14:paraId="274DF260" w14:textId="7D46311D" w:rsidR="008A7818" w:rsidRPr="00264ADB" w:rsidRDefault="008A7818" w:rsidP="00E537FB">
            <w:r>
              <w:t xml:space="preserve">Omanikule kuuluv kinnistu </w:t>
            </w:r>
            <w:r w:rsidR="00E537FB">
              <w:t>katastritunnusega</w:t>
            </w:r>
            <w:r w:rsidR="001161F1">
              <w:t xml:space="preserve"> </w:t>
            </w:r>
            <w:r w:rsidR="00C43719" w:rsidRPr="00C43719">
              <w:t>18102:001:0262</w:t>
            </w:r>
            <w:r w:rsidRPr="00264ADB">
              <w:t>;</w:t>
            </w:r>
          </w:p>
        </w:tc>
      </w:tr>
      <w:tr w:rsidR="008A7818" w:rsidRPr="005217D9" w14:paraId="6462C517" w14:textId="77777777" w:rsidTr="000D759C">
        <w:tc>
          <w:tcPr>
            <w:tcW w:w="3085" w:type="dxa"/>
          </w:tcPr>
          <w:p w14:paraId="733CD563" w14:textId="77777777" w:rsidR="008A7818" w:rsidRPr="005217D9" w:rsidRDefault="008A7818" w:rsidP="000D759C">
            <w:pPr>
              <w:rPr>
                <w:b/>
              </w:rPr>
            </w:pPr>
            <w:r w:rsidRPr="005217D9">
              <w:t>"</w:t>
            </w:r>
            <w:r w:rsidRPr="005217D9">
              <w:rPr>
                <w:b/>
              </w:rPr>
              <w:t>Leping</w:t>
            </w:r>
            <w:r w:rsidRPr="005217D9">
              <w:t>"</w:t>
            </w:r>
          </w:p>
        </w:tc>
        <w:tc>
          <w:tcPr>
            <w:tcW w:w="6095" w:type="dxa"/>
          </w:tcPr>
          <w:p w14:paraId="7FD33344" w14:textId="77777777" w:rsidR="008A7818" w:rsidRPr="005217D9" w:rsidRDefault="008A7818" w:rsidP="00062451">
            <w:r w:rsidRPr="005217D9">
              <w:t xml:space="preserve">käesolev </w:t>
            </w:r>
            <w:r>
              <w:rPr>
                <w:rFonts w:cs="Arial"/>
              </w:rPr>
              <w:t xml:space="preserve">metsaveotee kasutamise </w:t>
            </w:r>
            <w:r w:rsidRPr="005217D9">
              <w:rPr>
                <w:rFonts w:cs="Arial"/>
              </w:rPr>
              <w:t xml:space="preserve">leping </w:t>
            </w:r>
            <w:r w:rsidRPr="005217D9">
              <w:t>ning selle lisad, koos muudatuste, paranduste ja uuesti sätestamistega, mida võidakse edaspidi teha;</w:t>
            </w:r>
          </w:p>
        </w:tc>
      </w:tr>
      <w:tr w:rsidR="008A7818" w:rsidRPr="005217D9" w14:paraId="12BDA0B6" w14:textId="77777777" w:rsidTr="000D759C">
        <w:tc>
          <w:tcPr>
            <w:tcW w:w="3085" w:type="dxa"/>
          </w:tcPr>
          <w:p w14:paraId="3C2FFA44" w14:textId="77777777" w:rsidR="008A7818" w:rsidRPr="005217D9" w:rsidRDefault="008A7818" w:rsidP="005A5807">
            <w:pPr>
              <w:rPr>
                <w:b/>
              </w:rPr>
            </w:pPr>
            <w:r w:rsidRPr="005217D9">
              <w:t>"</w:t>
            </w:r>
            <w:r>
              <w:rPr>
                <w:b/>
              </w:rPr>
              <w:t>Metsaveotee</w:t>
            </w:r>
            <w:r w:rsidRPr="005217D9">
              <w:t>"</w:t>
            </w:r>
          </w:p>
        </w:tc>
        <w:tc>
          <w:tcPr>
            <w:tcW w:w="6095" w:type="dxa"/>
          </w:tcPr>
          <w:p w14:paraId="17A0E6A9" w14:textId="69761F13" w:rsidR="008A7818" w:rsidRPr="005217D9" w:rsidRDefault="008A7818" w:rsidP="00B468B3">
            <w:r>
              <w:rPr>
                <w:rFonts w:cs="Arial"/>
              </w:rPr>
              <w:t>Kinnistul asuv metsaveotee, mis</w:t>
            </w:r>
            <w:r w:rsidR="00E7319F">
              <w:rPr>
                <w:rFonts w:cs="Arial"/>
              </w:rPr>
              <w:t xml:space="preserve"> on </w:t>
            </w:r>
            <w:r w:rsidR="008032E9">
              <w:rPr>
                <w:rFonts w:cs="Arial"/>
              </w:rPr>
              <w:t>kollasega</w:t>
            </w:r>
            <w:r w:rsidR="00E7319F">
              <w:rPr>
                <w:rFonts w:cs="Arial"/>
              </w:rPr>
              <w:t xml:space="preserve"> märgitud </w:t>
            </w:r>
            <w:r>
              <w:rPr>
                <w:rFonts w:cs="Arial"/>
              </w:rPr>
              <w:t xml:space="preserve">Lepingu </w:t>
            </w:r>
            <w:r w:rsidRPr="001E740D">
              <w:rPr>
                <w:rFonts w:cs="Arial"/>
                <w:b/>
              </w:rPr>
              <w:t>lisas 1</w:t>
            </w:r>
            <w:r>
              <w:rPr>
                <w:rFonts w:cs="Arial"/>
                <w:b/>
              </w:rPr>
              <w:t xml:space="preserve"> </w:t>
            </w:r>
            <w:r w:rsidRPr="00411D73">
              <w:rPr>
                <w:rFonts w:cs="Arial"/>
              </w:rPr>
              <w:t>toodud plaanil</w:t>
            </w:r>
            <w:r>
              <w:t>;</w:t>
            </w:r>
          </w:p>
        </w:tc>
      </w:tr>
      <w:tr w:rsidR="008A7818" w:rsidRPr="005217D9" w14:paraId="0115DBFF" w14:textId="77777777" w:rsidTr="000D759C">
        <w:tc>
          <w:tcPr>
            <w:tcW w:w="3085" w:type="dxa"/>
          </w:tcPr>
          <w:p w14:paraId="0FCB2C41" w14:textId="77777777" w:rsidR="008A7818" w:rsidRPr="005217D9" w:rsidRDefault="008A7818" w:rsidP="00D5548E">
            <w:r w:rsidRPr="005217D9">
              <w:t>"</w:t>
            </w:r>
            <w:r>
              <w:rPr>
                <w:b/>
              </w:rPr>
              <w:t>Omanik</w:t>
            </w:r>
            <w:r w:rsidRPr="005217D9">
              <w:t>"</w:t>
            </w:r>
          </w:p>
        </w:tc>
        <w:tc>
          <w:tcPr>
            <w:tcW w:w="6095" w:type="dxa"/>
          </w:tcPr>
          <w:p w14:paraId="006D6DB1" w14:textId="77777777" w:rsidR="008A7818" w:rsidRPr="005217D9" w:rsidRDefault="008A7818" w:rsidP="00FA398D">
            <w:r w:rsidRPr="005217D9">
              <w:t>p</w:t>
            </w:r>
            <w:r>
              <w:t>r</w:t>
            </w:r>
            <w:r w:rsidRPr="005217D9">
              <w:t>eambula</w:t>
            </w:r>
            <w:r w:rsidRPr="005217D9">
              <w:rPr>
                <w:b/>
              </w:rPr>
              <w:t xml:space="preserve"> punktis </w:t>
            </w:r>
            <w:r w:rsidRPr="005217D9">
              <w:rPr>
                <w:b/>
              </w:rPr>
              <w:fldChar w:fldCharType="begin"/>
            </w:r>
            <w:r w:rsidRPr="005217D9">
              <w:rPr>
                <w:b/>
              </w:rPr>
              <w:instrText xml:space="preserve"> REF _Ref387066435 \r \h </w:instrText>
            </w:r>
            <w:r w:rsidRPr="005217D9">
              <w:rPr>
                <w:b/>
              </w:rPr>
            </w:r>
            <w:r w:rsidRPr="005217D9">
              <w:rPr>
                <w:b/>
              </w:rPr>
              <w:fldChar w:fldCharType="separate"/>
            </w:r>
            <w:r w:rsidRPr="005217D9">
              <w:rPr>
                <w:b/>
              </w:rPr>
              <w:t>(1)</w:t>
            </w:r>
            <w:r w:rsidRPr="005217D9">
              <w:rPr>
                <w:b/>
              </w:rPr>
              <w:fldChar w:fldCharType="end"/>
            </w:r>
            <w:r w:rsidRPr="005217D9">
              <w:rPr>
                <w:b/>
              </w:rPr>
              <w:t xml:space="preserve"> </w:t>
            </w:r>
            <w:r w:rsidRPr="005217D9">
              <w:t>nimetatud isik</w:t>
            </w:r>
            <w:r>
              <w:t>;</w:t>
            </w:r>
          </w:p>
        </w:tc>
      </w:tr>
      <w:tr w:rsidR="008A7818" w:rsidRPr="005217D9" w14:paraId="0DAE7F9D" w14:textId="77777777" w:rsidTr="000D759C">
        <w:tc>
          <w:tcPr>
            <w:tcW w:w="3085" w:type="dxa"/>
          </w:tcPr>
          <w:p w14:paraId="3EA57E0F" w14:textId="77777777" w:rsidR="008A7818" w:rsidRPr="005217D9" w:rsidRDefault="008A7818" w:rsidP="000D759C">
            <w:pPr>
              <w:rPr>
                <w:b/>
              </w:rPr>
            </w:pPr>
            <w:r w:rsidRPr="005217D9">
              <w:t>"</w:t>
            </w:r>
            <w:r w:rsidRPr="005217D9">
              <w:rPr>
                <w:b/>
              </w:rPr>
              <w:t>Pool(</w:t>
            </w:r>
            <w:proofErr w:type="spellStart"/>
            <w:r w:rsidRPr="005217D9">
              <w:rPr>
                <w:b/>
              </w:rPr>
              <w:t>ed</w:t>
            </w:r>
            <w:proofErr w:type="spellEnd"/>
            <w:r w:rsidRPr="005217D9">
              <w:rPr>
                <w:b/>
              </w:rPr>
              <w:t>)</w:t>
            </w:r>
            <w:r w:rsidRPr="005217D9">
              <w:t>"</w:t>
            </w:r>
          </w:p>
        </w:tc>
        <w:tc>
          <w:tcPr>
            <w:tcW w:w="6095" w:type="dxa"/>
          </w:tcPr>
          <w:p w14:paraId="6DE1E22B" w14:textId="77777777" w:rsidR="008A7818" w:rsidRPr="005217D9" w:rsidRDefault="008A7818" w:rsidP="00D5548E">
            <w:r>
              <w:t>Omanik</w:t>
            </w:r>
            <w:r w:rsidRPr="005217D9">
              <w:t xml:space="preserve"> ja </w:t>
            </w:r>
            <w:r>
              <w:t>Kasutaja</w:t>
            </w:r>
            <w:r w:rsidRPr="005217D9">
              <w:t>;</w:t>
            </w:r>
          </w:p>
        </w:tc>
      </w:tr>
      <w:tr w:rsidR="008A7818" w:rsidRPr="005217D9" w14:paraId="0124BDD3" w14:textId="77777777" w:rsidTr="000D759C">
        <w:tc>
          <w:tcPr>
            <w:tcW w:w="3085" w:type="dxa"/>
          </w:tcPr>
          <w:p w14:paraId="7A626467" w14:textId="77777777" w:rsidR="008A7818" w:rsidRPr="005217D9" w:rsidRDefault="008A7818" w:rsidP="00683634">
            <w:r w:rsidRPr="005217D9">
              <w:t>"</w:t>
            </w:r>
            <w:r w:rsidRPr="005217D9">
              <w:rPr>
                <w:b/>
              </w:rPr>
              <w:t>Tasu</w:t>
            </w:r>
            <w:r w:rsidRPr="005217D9">
              <w:t>"</w:t>
            </w:r>
          </w:p>
        </w:tc>
        <w:tc>
          <w:tcPr>
            <w:tcW w:w="6095" w:type="dxa"/>
          </w:tcPr>
          <w:p w14:paraId="2BB2B05E" w14:textId="2678C6BA" w:rsidR="008A7818" w:rsidRPr="005217D9" w:rsidRDefault="008A7818" w:rsidP="006A45ED">
            <w:pPr>
              <w:rPr>
                <w:b/>
              </w:rPr>
            </w:pPr>
            <w:r>
              <w:t>Kasutaja</w:t>
            </w:r>
            <w:r w:rsidRPr="005217D9">
              <w:t xml:space="preserve"> poolt </w:t>
            </w:r>
            <w:r>
              <w:t xml:space="preserve">Omanikule </w:t>
            </w:r>
            <w:r w:rsidRPr="005217D9">
              <w:rPr>
                <w:b/>
              </w:rPr>
              <w:t xml:space="preserve">punkti </w:t>
            </w:r>
            <w:r w:rsidR="006A45ED">
              <w:rPr>
                <w:b/>
              </w:rPr>
              <w:t>6</w:t>
            </w:r>
            <w:r w:rsidRPr="005217D9">
              <w:rPr>
                <w:b/>
              </w:rPr>
              <w:t xml:space="preserve"> </w:t>
            </w:r>
            <w:r w:rsidRPr="005217D9">
              <w:t>alusel makstav tasu</w:t>
            </w:r>
            <w:r>
              <w:t>.</w:t>
            </w:r>
          </w:p>
        </w:tc>
      </w:tr>
    </w:tbl>
    <w:p w14:paraId="02B3FB4A" w14:textId="77777777" w:rsidR="002843E5" w:rsidRPr="005217D9" w:rsidRDefault="002843E5" w:rsidP="001C4A2D">
      <w:pPr>
        <w:pStyle w:val="Loend"/>
      </w:pPr>
      <w:r w:rsidRPr="005217D9">
        <w:t>Viited lisadele, peatükkidele ja punktidele on viited Lepingu lisadele, peatükkidele ja punktidele.</w:t>
      </w:r>
    </w:p>
    <w:p w14:paraId="4DBBF7DC" w14:textId="77777777" w:rsidR="00A87FBB" w:rsidRPr="005217D9" w:rsidRDefault="00A87FBB" w:rsidP="00321341">
      <w:pPr>
        <w:pStyle w:val="Pealkiri1"/>
        <w:numPr>
          <w:ilvl w:val="0"/>
          <w:numId w:val="19"/>
        </w:numPr>
      </w:pPr>
      <w:bookmarkStart w:id="7" w:name="_Ref384127134"/>
      <w:r w:rsidRPr="005217D9">
        <w:t>KINNITUSED JA TAGATISED</w:t>
      </w:r>
      <w:bookmarkEnd w:id="7"/>
    </w:p>
    <w:p w14:paraId="3F2092AF" w14:textId="79A03D9C" w:rsidR="00053444" w:rsidRDefault="00053444" w:rsidP="00796E10">
      <w:pPr>
        <w:pStyle w:val="Pealkiri2"/>
      </w:pPr>
      <w:bookmarkStart w:id="8" w:name="_Ref388265774"/>
      <w:r>
        <w:t xml:space="preserve">Üldised kinnitused ja </w:t>
      </w:r>
      <w:bookmarkEnd w:id="8"/>
      <w:r w:rsidR="002A19E0">
        <w:t>tagatised</w:t>
      </w:r>
    </w:p>
    <w:p w14:paraId="5FA8134C" w14:textId="6213A88F" w:rsidR="00A87FBB" w:rsidRPr="005217D9" w:rsidRDefault="00A87FBB">
      <w:r w:rsidRPr="005217D9">
        <w:t>Iga Pool kinnitab ja tagab teis(t)</w:t>
      </w:r>
      <w:proofErr w:type="spellStart"/>
      <w:r w:rsidRPr="005217D9">
        <w:t>ele</w:t>
      </w:r>
      <w:proofErr w:type="spellEnd"/>
      <w:r w:rsidRPr="005217D9">
        <w:t xml:space="preserve"> Pool(t)</w:t>
      </w:r>
      <w:proofErr w:type="spellStart"/>
      <w:r w:rsidRPr="005217D9">
        <w:t>ele</w:t>
      </w:r>
      <w:proofErr w:type="spellEnd"/>
      <w:r w:rsidRPr="005217D9">
        <w:t xml:space="preserve"> Lepingu </w:t>
      </w:r>
      <w:r w:rsidR="005C6DEC">
        <w:t>sõlmimise</w:t>
      </w:r>
      <w:r w:rsidR="009D6C59">
        <w:t xml:space="preserve"> ja allkirjastamise</w:t>
      </w:r>
      <w:r w:rsidRPr="005217D9">
        <w:t xml:space="preserve"> hetkel, et:</w:t>
      </w:r>
    </w:p>
    <w:p w14:paraId="4DF92EA3" w14:textId="77777777" w:rsidR="00A87FBB" w:rsidRPr="005217D9" w:rsidRDefault="00A87FBB" w:rsidP="00A87FBB">
      <w:pPr>
        <w:pStyle w:val="Loend"/>
        <w:numPr>
          <w:ilvl w:val="0"/>
          <w:numId w:val="15"/>
        </w:numPr>
      </w:pPr>
      <w:bookmarkStart w:id="9" w:name="_Ref373864415"/>
      <w:r w:rsidRPr="005217D9">
        <w:t>tal on kõik õigused ja volitused Lepingu sõlmimiseks ja täitmiseks. Leping on tema jaoks täies ulatuses kehtiv ja siduv kohustus, mis kuulub täitmisele vastavalt selle tingimustele;</w:t>
      </w:r>
      <w:bookmarkEnd w:id="9"/>
    </w:p>
    <w:p w14:paraId="6B7F0FDC" w14:textId="77777777" w:rsidR="00A87FBB" w:rsidRPr="005217D9" w:rsidRDefault="00A87FBB" w:rsidP="00A87FBB">
      <w:pPr>
        <w:pStyle w:val="Loend"/>
      </w:pPr>
      <w:r w:rsidRPr="005217D9">
        <w:lastRenderedPageBreak/>
        <w:t>Lepingu sõlmimine, täitmine ja selle tingimuste ning sätete järgimine tema poolt ei too endaga kaasa: (i) tema suhtes kehtiva kohtu, vahekohtu, valitsusasutuse ega kohaliku omavalitsusorgani otsuse, korralduse, ettekirjutuse ega määruse; (ii) tema suhtes siduva lepingu, litsentsi, kohustuse ega loa; ega (iii) ühegi kohaldatava õigusnormi rikkumist ega ole nendega vastuolus;</w:t>
      </w:r>
    </w:p>
    <w:p w14:paraId="0490534D" w14:textId="77777777" w:rsidR="00A87FBB" w:rsidRDefault="00A87FBB" w:rsidP="00A87FBB">
      <w:pPr>
        <w:pStyle w:val="Loend"/>
      </w:pPr>
      <w:r w:rsidRPr="005217D9">
        <w:t>tema vastu ei ole esitatud pankrotiavaldust või tema suhtes ei ole käimas mingit muud maksejõuetusega seotud menetlust (nt saneerimine või võlgade ümberkujundamine) ning samuti ei ole ta saanud teadet ühegi sellise menetluse alustamise kavatsuse kohta;</w:t>
      </w:r>
    </w:p>
    <w:p w14:paraId="2FD86580" w14:textId="1BAF48D7" w:rsidR="00CC02B8" w:rsidRDefault="00A87FBB" w:rsidP="00CC02B8">
      <w:pPr>
        <w:pStyle w:val="Loend"/>
      </w:pPr>
      <w:bookmarkStart w:id="10" w:name="_Ref373864422"/>
      <w:r w:rsidRPr="005217D9">
        <w:t xml:space="preserve">kõik </w:t>
      </w:r>
      <w:r w:rsidRPr="005217D9">
        <w:rPr>
          <w:b/>
        </w:rPr>
        <w:t xml:space="preserve">punktides </w:t>
      </w:r>
      <w:r w:rsidR="00053444">
        <w:rPr>
          <w:b/>
        </w:rPr>
        <w:fldChar w:fldCharType="begin"/>
      </w:r>
      <w:r w:rsidR="00053444">
        <w:rPr>
          <w:b/>
        </w:rPr>
        <w:instrText xml:space="preserve"> REF _Ref388265774 \r \h </w:instrText>
      </w:r>
      <w:r w:rsidR="00053444">
        <w:rPr>
          <w:b/>
        </w:rPr>
      </w:r>
      <w:r w:rsidR="00053444">
        <w:rPr>
          <w:b/>
        </w:rPr>
        <w:fldChar w:fldCharType="separate"/>
      </w:r>
      <w:r w:rsidR="00053444">
        <w:rPr>
          <w:b/>
        </w:rPr>
        <w:t>2.1</w:t>
      </w:r>
      <w:r w:rsidR="00053444">
        <w:rPr>
          <w:b/>
        </w:rPr>
        <w:fldChar w:fldCharType="end"/>
      </w:r>
      <w:r w:rsidR="003361E0" w:rsidRPr="005217D9">
        <w:rPr>
          <w:b/>
        </w:rPr>
        <w:fldChar w:fldCharType="begin"/>
      </w:r>
      <w:r w:rsidRPr="005217D9">
        <w:rPr>
          <w:b/>
        </w:rPr>
        <w:instrText xml:space="preserve"> REF _Ref373864415 \r \h </w:instrText>
      </w:r>
      <w:r w:rsidR="003361E0" w:rsidRPr="005217D9">
        <w:rPr>
          <w:b/>
        </w:rPr>
      </w:r>
      <w:r w:rsidR="003361E0" w:rsidRPr="005217D9">
        <w:rPr>
          <w:b/>
        </w:rPr>
        <w:fldChar w:fldCharType="separate"/>
      </w:r>
      <w:r w:rsidRPr="005217D9">
        <w:rPr>
          <w:b/>
        </w:rPr>
        <w:t>(a)</w:t>
      </w:r>
      <w:r w:rsidR="003361E0" w:rsidRPr="005217D9">
        <w:rPr>
          <w:b/>
        </w:rPr>
        <w:fldChar w:fldCharType="end"/>
      </w:r>
      <w:r w:rsidRPr="005217D9">
        <w:rPr>
          <w:b/>
        </w:rPr>
        <w:t xml:space="preserve"> – </w:t>
      </w:r>
      <w:r w:rsidR="003361E0" w:rsidRPr="005217D9">
        <w:rPr>
          <w:b/>
        </w:rPr>
        <w:fldChar w:fldCharType="begin"/>
      </w:r>
      <w:r w:rsidRPr="005217D9">
        <w:rPr>
          <w:b/>
        </w:rPr>
        <w:instrText xml:space="preserve"> REF _Ref373864422 \r \h </w:instrText>
      </w:r>
      <w:r w:rsidR="003361E0" w:rsidRPr="005217D9">
        <w:rPr>
          <w:b/>
        </w:rPr>
      </w:r>
      <w:r w:rsidR="003361E0" w:rsidRPr="005217D9">
        <w:rPr>
          <w:b/>
        </w:rPr>
        <w:fldChar w:fldCharType="separate"/>
      </w:r>
      <w:r w:rsidRPr="005217D9">
        <w:rPr>
          <w:b/>
        </w:rPr>
        <w:t>(d)</w:t>
      </w:r>
      <w:r w:rsidR="003361E0" w:rsidRPr="005217D9">
        <w:rPr>
          <w:b/>
        </w:rPr>
        <w:fldChar w:fldCharType="end"/>
      </w:r>
      <w:r w:rsidRPr="005217D9">
        <w:rPr>
          <w:b/>
        </w:rPr>
        <w:t xml:space="preserve"> </w:t>
      </w:r>
      <w:r w:rsidRPr="005217D9">
        <w:t>toodud ja antud kinnitused ja tagatised on täies ulatuses õiged.</w:t>
      </w:r>
      <w:bookmarkEnd w:id="10"/>
    </w:p>
    <w:p w14:paraId="1967F6CA" w14:textId="196A757E" w:rsidR="00B12FAC" w:rsidRDefault="00B12FAC" w:rsidP="00321341">
      <w:pPr>
        <w:pStyle w:val="Pealkiri1"/>
        <w:numPr>
          <w:ilvl w:val="0"/>
          <w:numId w:val="19"/>
        </w:numPr>
      </w:pPr>
      <w:bookmarkStart w:id="11" w:name="_Ref384132388"/>
      <w:r>
        <w:t>LEPINGU OBJEKT</w:t>
      </w:r>
    </w:p>
    <w:p w14:paraId="66BD4A71" w14:textId="37DED3CA" w:rsidR="00B12FAC" w:rsidRPr="00861438" w:rsidRDefault="00B12FAC" w:rsidP="00861438">
      <w:pPr>
        <w:pStyle w:val="Loend"/>
        <w:numPr>
          <w:ilvl w:val="0"/>
          <w:numId w:val="41"/>
        </w:numPr>
      </w:pPr>
      <w:r w:rsidRPr="00861438">
        <w:t>Lepingu objekt on Kinnistul</w:t>
      </w:r>
      <w:r w:rsidR="00861438" w:rsidRPr="00861438">
        <w:t xml:space="preserve"> asuva M</w:t>
      </w:r>
      <w:r w:rsidR="005B1865" w:rsidRPr="00861438">
        <w:t>etsaveotee kasutamise tingimuste kindlaksmääramine</w:t>
      </w:r>
      <w:r w:rsidR="00043257" w:rsidRPr="00861438">
        <w:t xml:space="preserve"> võimaldamaks Kasutajal viia läbi raiutud metsamaterjali </w:t>
      </w:r>
      <w:proofErr w:type="spellStart"/>
      <w:r w:rsidR="00043257" w:rsidRPr="00861438">
        <w:t>kokkuvedu</w:t>
      </w:r>
      <w:proofErr w:type="spellEnd"/>
      <w:r w:rsidRPr="00861438">
        <w:t xml:space="preserve">. </w:t>
      </w:r>
    </w:p>
    <w:p w14:paraId="7615E133" w14:textId="3102AFA7" w:rsidR="00861438" w:rsidRPr="00861438" w:rsidRDefault="00861438" w:rsidP="00861438">
      <w:pPr>
        <w:pStyle w:val="Loend"/>
      </w:pPr>
      <w:r w:rsidRPr="00861438">
        <w:t xml:space="preserve">Selguse huvides, Metsaveotee täpne asukoht on tähistatud </w:t>
      </w:r>
      <w:r w:rsidR="00520A3A">
        <w:t xml:space="preserve">kollasega </w:t>
      </w:r>
      <w:r w:rsidRPr="00861438">
        <w:t>Lepingu lisaks oleval plaanil, mis on Lepingu lahutamatu osa.</w:t>
      </w:r>
    </w:p>
    <w:bookmarkEnd w:id="11"/>
    <w:p w14:paraId="0137102A" w14:textId="1AC487AA" w:rsidR="00177145" w:rsidRPr="005217D9" w:rsidRDefault="00C60949" w:rsidP="00321341">
      <w:pPr>
        <w:pStyle w:val="Pealkiri1"/>
        <w:numPr>
          <w:ilvl w:val="0"/>
          <w:numId w:val="19"/>
        </w:numPr>
      </w:pPr>
      <w:r>
        <w:t>METSAVEOTEE KASUTAMISKORD</w:t>
      </w:r>
    </w:p>
    <w:p w14:paraId="3873C9A4" w14:textId="77870888" w:rsidR="002C69EF" w:rsidRDefault="00902985" w:rsidP="00902985">
      <w:pPr>
        <w:pStyle w:val="Loend"/>
        <w:numPr>
          <w:ilvl w:val="0"/>
          <w:numId w:val="28"/>
        </w:numPr>
      </w:pPr>
      <w:r w:rsidRPr="00902985">
        <w:t xml:space="preserve">Kasutajal on õigus kasutada </w:t>
      </w:r>
      <w:r w:rsidR="00C81077">
        <w:t>K</w:t>
      </w:r>
      <w:r w:rsidR="001102BD">
        <w:t xml:space="preserve">innistul asuvat Metsaveoteed (i) </w:t>
      </w:r>
      <w:r w:rsidRPr="00902985">
        <w:t xml:space="preserve">metsa </w:t>
      </w:r>
      <w:proofErr w:type="spellStart"/>
      <w:r w:rsidRPr="00902985">
        <w:t>ülestöötamistehnikaga</w:t>
      </w:r>
      <w:proofErr w:type="spellEnd"/>
      <w:r w:rsidRPr="00902985">
        <w:t xml:space="preserve"> liikumiseks ning </w:t>
      </w:r>
      <w:r w:rsidR="001102BD">
        <w:t xml:space="preserve">(ii) </w:t>
      </w:r>
      <w:r w:rsidRPr="00902985">
        <w:t>raiutud mets</w:t>
      </w:r>
      <w:r w:rsidR="00C81077">
        <w:t>amaterjali kokku- ja väljaveoks.</w:t>
      </w:r>
    </w:p>
    <w:p w14:paraId="0122DF03" w14:textId="6B6E419A" w:rsidR="00902985" w:rsidRPr="005217D9" w:rsidRDefault="00C81077" w:rsidP="00C81077">
      <w:pPr>
        <w:pStyle w:val="Loend"/>
        <w:numPr>
          <w:ilvl w:val="0"/>
          <w:numId w:val="28"/>
        </w:numPr>
      </w:pPr>
      <w:r>
        <w:t>K</w:t>
      </w:r>
      <w:r w:rsidRPr="00C81077">
        <w:t xml:space="preserve">asutajal on õigus kasutada </w:t>
      </w:r>
      <w:r w:rsidR="00F60DBA">
        <w:t xml:space="preserve">Kinnistul asuvat Metsaveoteed </w:t>
      </w:r>
      <w:r w:rsidRPr="00C81077">
        <w:t xml:space="preserve">alates </w:t>
      </w:r>
      <w:r w:rsidR="003F397B">
        <w:t xml:space="preserve">Lepingu jõustumisest järgneva </w:t>
      </w:r>
      <w:r w:rsidR="00033879">
        <w:t>3</w:t>
      </w:r>
      <w:r w:rsidR="003F397B">
        <w:t xml:space="preserve"> kalendrikuu jooksul</w:t>
      </w:r>
      <w:r w:rsidR="000F70DE">
        <w:t xml:space="preserve">. </w:t>
      </w:r>
    </w:p>
    <w:p w14:paraId="2279EF62" w14:textId="51A4CD5D" w:rsidR="001378DA" w:rsidRDefault="007C4E52" w:rsidP="007C4E52">
      <w:pPr>
        <w:pStyle w:val="Pealkiri1"/>
      </w:pPr>
      <w:bookmarkStart w:id="12" w:name="_Ref387080706"/>
      <w:r>
        <w:t xml:space="preserve">POOLTE </w:t>
      </w:r>
      <w:r w:rsidR="00F002D2">
        <w:t>ÕIGUSED JA KOHUSTUSED</w:t>
      </w:r>
      <w:bookmarkEnd w:id="12"/>
    </w:p>
    <w:p w14:paraId="5CC939FC" w14:textId="0519998D" w:rsidR="00DF3751" w:rsidRDefault="00201694" w:rsidP="00DF3751">
      <w:pPr>
        <w:pStyle w:val="Pealkiri2"/>
      </w:pPr>
      <w:bookmarkStart w:id="13" w:name="_Ref437968470"/>
      <w:r>
        <w:t>Kasutaja kohustused</w:t>
      </w:r>
      <w:bookmarkEnd w:id="13"/>
    </w:p>
    <w:p w14:paraId="3A23A48C" w14:textId="7910C875" w:rsidR="00A55234" w:rsidRDefault="00294F55" w:rsidP="00A55234">
      <w:pPr>
        <w:pStyle w:val="Loend"/>
        <w:numPr>
          <w:ilvl w:val="0"/>
          <w:numId w:val="42"/>
        </w:numPr>
      </w:pPr>
      <w:bookmarkStart w:id="14" w:name="_Ref437968471"/>
      <w:r>
        <w:t xml:space="preserve">Kasutaja kohustub </w:t>
      </w:r>
      <w:r w:rsidR="00A55234">
        <w:t xml:space="preserve">Lepinguga omandatud õiguste teostamisel arvestama Omaniku huve, kasutades selleks Metsaveoteed viisil, millega tagatakse </w:t>
      </w:r>
      <w:r>
        <w:t>kahjustuse tekkimise ärahoidmine Kinnistul</w:t>
      </w:r>
      <w:r w:rsidR="00A55234">
        <w:t>.</w:t>
      </w:r>
      <w:bookmarkEnd w:id="14"/>
    </w:p>
    <w:p w14:paraId="046C652E" w14:textId="5A26D2FD" w:rsidR="00A55234" w:rsidRDefault="00294F55" w:rsidP="00A55234">
      <w:pPr>
        <w:pStyle w:val="Loend"/>
        <w:numPr>
          <w:ilvl w:val="0"/>
          <w:numId w:val="42"/>
        </w:numPr>
      </w:pPr>
      <w:r>
        <w:t xml:space="preserve">Kasutaja </w:t>
      </w:r>
      <w:r w:rsidR="004D6312">
        <w:t xml:space="preserve">kasutab </w:t>
      </w:r>
      <w:r>
        <w:t xml:space="preserve">Metsaveoteed </w:t>
      </w:r>
      <w:r w:rsidR="00A55234">
        <w:t>vastavalt Lepingule ning O</w:t>
      </w:r>
      <w:r w:rsidR="004D6312">
        <w:t>maniku ettekirjutustele, väldib</w:t>
      </w:r>
      <w:r w:rsidR="00A55234">
        <w:t xml:space="preserve"> kahju tekitamist </w:t>
      </w:r>
      <w:r>
        <w:t>Metsaveoteele</w:t>
      </w:r>
      <w:r w:rsidR="00A55234">
        <w:t xml:space="preserve">, </w:t>
      </w:r>
      <w:r w:rsidR="004D6312">
        <w:t xml:space="preserve">Kinnistu </w:t>
      </w:r>
      <w:r w:rsidR="00A55234">
        <w:t>pinnasele</w:t>
      </w:r>
      <w:r w:rsidR="00431C65">
        <w:t xml:space="preserve">, </w:t>
      </w:r>
      <w:r w:rsidR="004D6312">
        <w:t xml:space="preserve">Kinnistul </w:t>
      </w:r>
      <w:r w:rsidR="00431C65">
        <w:t>kasvavale metsale</w:t>
      </w:r>
      <w:r w:rsidR="00A55234">
        <w:t xml:space="preserve"> ja</w:t>
      </w:r>
      <w:r w:rsidR="004D6312">
        <w:t xml:space="preserve"> Kinnistul asuvatele</w:t>
      </w:r>
      <w:r w:rsidR="00A55234">
        <w:t xml:space="preserve"> </w:t>
      </w:r>
      <w:r w:rsidR="00431C65">
        <w:t xml:space="preserve">mistahes muudele </w:t>
      </w:r>
      <w:r w:rsidR="004D6312">
        <w:t>objektidele.</w:t>
      </w:r>
    </w:p>
    <w:p w14:paraId="1E7913D2" w14:textId="7B5968B5" w:rsidR="006877A2" w:rsidRDefault="006877A2" w:rsidP="00A55234">
      <w:pPr>
        <w:pStyle w:val="Loend"/>
        <w:numPr>
          <w:ilvl w:val="0"/>
          <w:numId w:val="42"/>
        </w:numPr>
      </w:pPr>
      <w:r>
        <w:t xml:space="preserve">Kasutajal on õigus </w:t>
      </w:r>
      <w:r w:rsidR="00BF399B">
        <w:t xml:space="preserve">ja kohustus </w:t>
      </w:r>
      <w:r>
        <w:t>kasutada Metsaveoteed üksnes kuiva pinnasega</w:t>
      </w:r>
      <w:r w:rsidR="0029013A">
        <w:t xml:space="preserve">, kusjuures pinnase </w:t>
      </w:r>
      <w:r w:rsidR="00C8234A">
        <w:t xml:space="preserve">kuivuse </w:t>
      </w:r>
      <w:r w:rsidR="0078509E">
        <w:t xml:space="preserve">üle </w:t>
      </w:r>
      <w:r w:rsidR="00C8234A">
        <w:t>otsustamine on Omaniku ainu</w:t>
      </w:r>
      <w:r w:rsidR="0078509E">
        <w:t>õigus</w:t>
      </w:r>
      <w:r w:rsidR="003C41B7">
        <w:t xml:space="preserve">. </w:t>
      </w:r>
    </w:p>
    <w:p w14:paraId="4A353DBD" w14:textId="6EB74462" w:rsidR="00FE5D0A" w:rsidRPr="00FE5D0A" w:rsidRDefault="008D7B0B" w:rsidP="00FE5D0A">
      <w:pPr>
        <w:pStyle w:val="Loend"/>
        <w:numPr>
          <w:ilvl w:val="0"/>
          <w:numId w:val="42"/>
        </w:numPr>
      </w:pPr>
      <w:r>
        <w:t xml:space="preserve">Kasutaja </w:t>
      </w:r>
      <w:r w:rsidR="00265562">
        <w:t>teostab</w:t>
      </w:r>
      <w:r w:rsidR="00043923">
        <w:t xml:space="preserve"> </w:t>
      </w:r>
      <w:r>
        <w:t>raiutud metsa</w:t>
      </w:r>
      <w:r w:rsidR="00FE5D0A" w:rsidRPr="00FE5D0A">
        <w:t xml:space="preserve">materjali vedu üksnes </w:t>
      </w:r>
      <w:r w:rsidR="0058199F">
        <w:t>Metsaveoteel</w:t>
      </w:r>
      <w:r w:rsidR="00C65695">
        <w:t>.</w:t>
      </w:r>
      <w:r w:rsidR="00A87ED7">
        <w:t xml:space="preserve"> Keelatud on masinatega liiklemine väljaspool Metsaveoteed.</w:t>
      </w:r>
    </w:p>
    <w:p w14:paraId="6FB1CC89" w14:textId="4FE5293D" w:rsidR="00353BAC" w:rsidRDefault="00353BAC" w:rsidP="00353BAC">
      <w:pPr>
        <w:pStyle w:val="Loend"/>
        <w:numPr>
          <w:ilvl w:val="0"/>
          <w:numId w:val="42"/>
        </w:numPr>
      </w:pPr>
      <w:r>
        <w:t>Kasutaja kasutab Metsaveoteed heaperemehelikult,</w:t>
      </w:r>
      <w:r w:rsidR="00AA304D">
        <w:t xml:space="preserve"> </w:t>
      </w:r>
      <w:r>
        <w:t xml:space="preserve">sealhulgas kuid mitte ainult, Kasutaja puhastab Metsaveotee eelnevalt võsast ja alusrindest ja </w:t>
      </w:r>
      <w:r w:rsidR="00AA304D">
        <w:t xml:space="preserve">vajadusel </w:t>
      </w:r>
      <w:r>
        <w:t xml:space="preserve">tagab kogu Metsaveotee kasutamise aja </w:t>
      </w:r>
      <w:r w:rsidRPr="002E444A">
        <w:t xml:space="preserve">korraliku ja terve </w:t>
      </w:r>
      <w:r>
        <w:t>oksapadja Metsaveoteel.</w:t>
      </w:r>
    </w:p>
    <w:p w14:paraId="0E67ADA3" w14:textId="56936E84" w:rsidR="00FE5D0A" w:rsidRDefault="00DD13B7" w:rsidP="00A55234">
      <w:pPr>
        <w:pStyle w:val="Loend"/>
        <w:numPr>
          <w:ilvl w:val="0"/>
          <w:numId w:val="42"/>
        </w:numPr>
      </w:pPr>
      <w:r>
        <w:t xml:space="preserve">Kasutaja </w:t>
      </w:r>
      <w:r w:rsidR="007F7847">
        <w:t>kooskõlastab Metsaveotee kasutamise vähemalt 3 tööpäeva ette enne selle kasutamist.</w:t>
      </w:r>
    </w:p>
    <w:p w14:paraId="0542B139" w14:textId="77777777" w:rsidR="00F840ED" w:rsidRDefault="00F840ED" w:rsidP="00A55234">
      <w:pPr>
        <w:pStyle w:val="Loend"/>
        <w:numPr>
          <w:ilvl w:val="0"/>
          <w:numId w:val="42"/>
        </w:numPr>
      </w:pPr>
      <w:r>
        <w:t>Kasutaja:</w:t>
      </w:r>
    </w:p>
    <w:p w14:paraId="4F352778" w14:textId="2EF20708" w:rsidR="00F840ED" w:rsidRDefault="00043923" w:rsidP="00F840ED">
      <w:pPr>
        <w:pStyle w:val="Preambul"/>
        <w:numPr>
          <w:ilvl w:val="1"/>
          <w:numId w:val="42"/>
        </w:numPr>
      </w:pPr>
      <w:r>
        <w:t xml:space="preserve">parandab </w:t>
      </w:r>
      <w:r w:rsidR="00A55234" w:rsidRPr="00756322">
        <w:t>omal kulul</w:t>
      </w:r>
      <w:r w:rsidR="008D3380" w:rsidRPr="00756322">
        <w:t xml:space="preserve"> Metsaveotee</w:t>
      </w:r>
      <w:r w:rsidR="00A55234" w:rsidRPr="00756322">
        <w:t>, veos</w:t>
      </w:r>
      <w:r w:rsidR="00756322" w:rsidRPr="00756322">
        <w:t>te</w:t>
      </w:r>
      <w:r w:rsidR="00A55234" w:rsidRPr="00756322">
        <w:t xml:space="preserve"> laadimisel ja vedamisel kahjustatud tee</w:t>
      </w:r>
      <w:r w:rsidR="00DE2475">
        <w:t>d</w:t>
      </w:r>
      <w:r w:rsidR="00A55234" w:rsidRPr="00756322">
        <w:t>, truubid</w:t>
      </w:r>
      <w:r w:rsidR="00756322" w:rsidRPr="00756322">
        <w:t xml:space="preserve"> ja </w:t>
      </w:r>
      <w:r w:rsidR="00A55234" w:rsidRPr="00756322">
        <w:t>teised rajatised</w:t>
      </w:r>
      <w:r w:rsidR="00F840ED">
        <w:t>;</w:t>
      </w:r>
      <w:r w:rsidR="00097270">
        <w:t xml:space="preserve"> ja</w:t>
      </w:r>
    </w:p>
    <w:p w14:paraId="5E035BD5" w14:textId="0FF24FEF" w:rsidR="00B07682" w:rsidRDefault="00B07682" w:rsidP="00F840ED">
      <w:pPr>
        <w:pStyle w:val="Preambul"/>
        <w:numPr>
          <w:ilvl w:val="1"/>
          <w:numId w:val="42"/>
        </w:numPr>
      </w:pPr>
      <w:r>
        <w:lastRenderedPageBreak/>
        <w:t>puhastab</w:t>
      </w:r>
      <w:r w:rsidR="00A55234">
        <w:t xml:space="preserve"> </w:t>
      </w:r>
      <w:r w:rsidR="00756322">
        <w:t xml:space="preserve">Metsaveotee ja Kinnistu ääres asuva tee </w:t>
      </w:r>
      <w:r w:rsidR="00A55234">
        <w:t xml:space="preserve">prahist, raiejäätmetest ja puidust, mis on tekkinud </w:t>
      </w:r>
      <w:r w:rsidR="00756322">
        <w:t xml:space="preserve">Metsaveotee ja </w:t>
      </w:r>
      <w:r w:rsidR="00182D7C">
        <w:t xml:space="preserve">kui asjakohane, siis </w:t>
      </w:r>
      <w:r w:rsidR="00F64151">
        <w:t>Kinnistu ääres asuva tee</w:t>
      </w:r>
      <w:r w:rsidR="003E4D88">
        <w:t>,</w:t>
      </w:r>
      <w:r w:rsidR="00F64151">
        <w:t xml:space="preserve"> </w:t>
      </w:r>
      <w:r w:rsidR="00A55234">
        <w:t>kasutamisel ning veose</w:t>
      </w:r>
      <w:r w:rsidR="00F64151">
        <w:t>te</w:t>
      </w:r>
      <w:r w:rsidR="00A55234">
        <w:t xml:space="preserve"> laadimisel ja </w:t>
      </w:r>
      <w:r w:rsidR="004D6312">
        <w:t>vedamisel; ja</w:t>
      </w:r>
    </w:p>
    <w:p w14:paraId="77CBCAE1" w14:textId="3678C4CF" w:rsidR="004D6312" w:rsidRDefault="004D6312" w:rsidP="00F840ED">
      <w:pPr>
        <w:pStyle w:val="Preambul"/>
        <w:numPr>
          <w:ilvl w:val="1"/>
          <w:numId w:val="42"/>
        </w:numPr>
      </w:pPr>
      <w:r>
        <w:t>kõrvaldab kõik tekitatud kahjustused,</w:t>
      </w:r>
    </w:p>
    <w:p w14:paraId="3F2F51FB" w14:textId="0A3992C5" w:rsidR="00F840ED" w:rsidRDefault="00F840ED" w:rsidP="00B07682">
      <w:pPr>
        <w:pStyle w:val="Preambul"/>
        <w:numPr>
          <w:ilvl w:val="0"/>
          <w:numId w:val="0"/>
        </w:numPr>
        <w:ind w:left="720"/>
      </w:pPr>
      <w:r>
        <w:t xml:space="preserve">hiljemalt </w:t>
      </w:r>
      <w:r w:rsidR="00AA304D">
        <w:t>5</w:t>
      </w:r>
      <w:r>
        <w:t xml:space="preserve"> </w:t>
      </w:r>
      <w:r w:rsidR="004C0EC1">
        <w:t>töö</w:t>
      </w:r>
      <w:r>
        <w:t xml:space="preserve">päeva jooksul alates metsamaterjali </w:t>
      </w:r>
      <w:proofErr w:type="spellStart"/>
      <w:r>
        <w:t>kokkuveo</w:t>
      </w:r>
      <w:proofErr w:type="spellEnd"/>
      <w:r>
        <w:t xml:space="preserve"> lõppemis</w:t>
      </w:r>
      <w:r w:rsidR="001B4594">
        <w:t xml:space="preserve">est, </w:t>
      </w:r>
      <w:r w:rsidR="00AA304D">
        <w:t xml:space="preserve">kuid igal juhul hiljemalt </w:t>
      </w:r>
      <w:r w:rsidR="003E4D88">
        <w:t>4</w:t>
      </w:r>
      <w:r>
        <w:t xml:space="preserve"> kuu jooksul alates käesoleva Lepingu jõustumisest.</w:t>
      </w:r>
    </w:p>
    <w:p w14:paraId="5B4E437E" w14:textId="13ADF3B3" w:rsidR="00A55234" w:rsidRDefault="00F64151" w:rsidP="00FD1DB0">
      <w:pPr>
        <w:pStyle w:val="Loend"/>
        <w:numPr>
          <w:ilvl w:val="0"/>
          <w:numId w:val="42"/>
        </w:numPr>
      </w:pPr>
      <w:r>
        <w:t xml:space="preserve">Kasutaja </w:t>
      </w:r>
      <w:r w:rsidR="0058199F">
        <w:t>järgib</w:t>
      </w:r>
      <w:r>
        <w:t xml:space="preserve"> </w:t>
      </w:r>
      <w:r w:rsidR="00A55234">
        <w:t xml:space="preserve">metsaseadust, päästeseadust </w:t>
      </w:r>
      <w:r>
        <w:t xml:space="preserve">ja </w:t>
      </w:r>
      <w:r w:rsidR="00A55234">
        <w:t xml:space="preserve">teisi seadusi ning nende alusel antud õigusaktide nõudeid ja teha kõik endast olenev, et vältida </w:t>
      </w:r>
      <w:r w:rsidR="007B5FA5">
        <w:t>Kinnistu</w:t>
      </w:r>
      <w:r w:rsidR="00A55234">
        <w:t xml:space="preserve"> ja selle oluliseks osaks oleva</w:t>
      </w:r>
      <w:r w:rsidR="007B5FA5">
        <w:t xml:space="preserve"> kasvava</w:t>
      </w:r>
      <w:r w:rsidR="00A55234">
        <w:t xml:space="preserve"> metsa tervisliku seisundi ja ümbritseva keskkonna seisundi halvenemist.</w:t>
      </w:r>
    </w:p>
    <w:p w14:paraId="717A8A54" w14:textId="3AFD3654" w:rsidR="00201694" w:rsidRDefault="00043923" w:rsidP="00A55234">
      <w:pPr>
        <w:pStyle w:val="Loend"/>
        <w:numPr>
          <w:ilvl w:val="0"/>
          <w:numId w:val="42"/>
        </w:numPr>
      </w:pPr>
      <w:bookmarkStart w:id="15" w:name="_Ref437968480"/>
      <w:r>
        <w:t>Kasutaja peatab Metsaveotee kasutamise</w:t>
      </w:r>
      <w:r w:rsidR="00A55234">
        <w:t>, kui looduslikud tingimused (</w:t>
      </w:r>
      <w:r>
        <w:t xml:space="preserve">nt </w:t>
      </w:r>
      <w:r w:rsidR="00A55234">
        <w:t>tee lagunemine, suur tuleoht, põud jne) ei võimalda vedamist ning peatada veod võimalike kaasnevate kahjude ära hoidmiseks (</w:t>
      </w:r>
      <w:r w:rsidR="0029013A">
        <w:t xml:space="preserve">nt </w:t>
      </w:r>
      <w:r w:rsidR="00A55234">
        <w:t>teede lagunemise või silla ning truubi kahjustamise vältimiseks).</w:t>
      </w:r>
      <w:bookmarkEnd w:id="15"/>
    </w:p>
    <w:p w14:paraId="2396E5E3" w14:textId="6F498ADC" w:rsidR="00FB4A53" w:rsidRDefault="00FB4A53" w:rsidP="00FB4A53">
      <w:pPr>
        <w:pStyle w:val="Pealkiri2"/>
      </w:pPr>
      <w:bookmarkStart w:id="16" w:name="_Ref437968482"/>
      <w:r>
        <w:t>Omaniku kohustused</w:t>
      </w:r>
      <w:r w:rsidR="00DC6124">
        <w:t xml:space="preserve"> ja õigused</w:t>
      </w:r>
      <w:bookmarkEnd w:id="16"/>
    </w:p>
    <w:p w14:paraId="724F5677" w14:textId="0AF23689" w:rsidR="00DC6124" w:rsidRPr="001A653F" w:rsidRDefault="00DC6124" w:rsidP="001A653F">
      <w:pPr>
        <w:pStyle w:val="Loend"/>
        <w:numPr>
          <w:ilvl w:val="0"/>
          <w:numId w:val="45"/>
        </w:numPr>
      </w:pPr>
      <w:bookmarkStart w:id="17" w:name="_Ref437968484"/>
      <w:r w:rsidRPr="001A653F">
        <w:t xml:space="preserve">Omanik </w:t>
      </w:r>
      <w:r w:rsidR="0017679E">
        <w:t>lubab</w:t>
      </w:r>
      <w:r w:rsidRPr="001A653F">
        <w:t xml:space="preserve"> Kasutajal kasutada temale kuuluvat </w:t>
      </w:r>
      <w:r w:rsidR="001A653F" w:rsidRPr="001A653F">
        <w:t xml:space="preserve">Metsaveoteed </w:t>
      </w:r>
      <w:r w:rsidRPr="001A653F">
        <w:t>vastavalt Lepingus kindlaksmääratud kasutuskorrale</w:t>
      </w:r>
      <w:r w:rsidR="001A653F" w:rsidRPr="001A653F">
        <w:t>.</w:t>
      </w:r>
      <w:bookmarkEnd w:id="17"/>
    </w:p>
    <w:p w14:paraId="13E1B145" w14:textId="5EC0FF4D" w:rsidR="000B452E" w:rsidRDefault="00780878" w:rsidP="00E85CDB">
      <w:pPr>
        <w:pStyle w:val="Loend"/>
        <w:numPr>
          <w:ilvl w:val="0"/>
          <w:numId w:val="45"/>
        </w:numPr>
      </w:pPr>
      <w:r>
        <w:t xml:space="preserve">Omanik võib </w:t>
      </w:r>
      <w:r w:rsidR="00E85CDB">
        <w:t xml:space="preserve">koos põhjendusega määrata Metsaveotee </w:t>
      </w:r>
      <w:r w:rsidR="00DB03B2">
        <w:t>kasutamise tähtaja</w:t>
      </w:r>
      <w:r w:rsidR="000B452E">
        <w:t xml:space="preserve">, kontrollida Kasutaja poolt </w:t>
      </w:r>
      <w:r w:rsidR="00E85CDB">
        <w:t>Metsaveotee</w:t>
      </w:r>
      <w:r w:rsidR="000B452E">
        <w:t xml:space="preserve"> kasutamist ning anda korraldusi esinevate rikkumiste kõrvaldamiseks.</w:t>
      </w:r>
    </w:p>
    <w:p w14:paraId="545A5D3C" w14:textId="26F01637" w:rsidR="000B452E" w:rsidRDefault="00780878" w:rsidP="00F002D2">
      <w:pPr>
        <w:pStyle w:val="Loend"/>
      </w:pPr>
      <w:r>
        <w:t>Omanik võib p</w:t>
      </w:r>
      <w:r w:rsidR="000B452E">
        <w:t xml:space="preserve">eatada </w:t>
      </w:r>
      <w:r>
        <w:t xml:space="preserve">Metsaveotee </w:t>
      </w:r>
      <w:r w:rsidR="000B452E">
        <w:t>kasutami</w:t>
      </w:r>
      <w:r w:rsidR="0002333F">
        <w:t>se</w:t>
      </w:r>
      <w:r w:rsidR="000B452E">
        <w:t xml:space="preserve"> õigusaktidest tulenevatest nõuetest võ</w:t>
      </w:r>
      <w:r w:rsidR="00E6514B">
        <w:t>i Lepingust mittekinnipidamisel</w:t>
      </w:r>
      <w:r w:rsidR="000B452E">
        <w:t xml:space="preserve"> kuni rikkumiste kõrvaldamiseni.</w:t>
      </w:r>
    </w:p>
    <w:p w14:paraId="29B7B757" w14:textId="7F365628" w:rsidR="000B452E" w:rsidRDefault="00780878" w:rsidP="00F002D2">
      <w:pPr>
        <w:pStyle w:val="Loend"/>
      </w:pPr>
      <w:r>
        <w:t>Omanik võib p</w:t>
      </w:r>
      <w:r w:rsidR="000B452E">
        <w:t xml:space="preserve">eatada </w:t>
      </w:r>
      <w:r>
        <w:t>Metsaveotee kasutamise</w:t>
      </w:r>
      <w:r w:rsidR="000B452E">
        <w:t>, kui looduslikud tingimused (</w:t>
      </w:r>
      <w:r>
        <w:t xml:space="preserve">nt </w:t>
      </w:r>
      <w:r w:rsidR="000B452E">
        <w:t xml:space="preserve">tee lagunemine, suur tuleoht, põud) ei võimalda </w:t>
      </w:r>
      <w:r>
        <w:t xml:space="preserve">Metsaveotee mõistlikku </w:t>
      </w:r>
      <w:r w:rsidR="00885226">
        <w:t>kasutamist, kusjuures tingimuste üle otsustamine on Omaniku ainuõigus.</w:t>
      </w:r>
    </w:p>
    <w:p w14:paraId="080157B4" w14:textId="3AC540AA" w:rsidR="000B452E" w:rsidRDefault="00867E4C" w:rsidP="00F002D2">
      <w:pPr>
        <w:pStyle w:val="Loend"/>
      </w:pPr>
      <w:r>
        <w:t xml:space="preserve">Omanik võib peatada Metsaveotee kasutamise </w:t>
      </w:r>
      <w:r w:rsidR="000B452E">
        <w:t>võimalike kaasnevate kahjude ärahoidmiseks (</w:t>
      </w:r>
      <w:r>
        <w:t xml:space="preserve">nt </w:t>
      </w:r>
      <w:r w:rsidR="000B452E">
        <w:t>tee lagunemise või silla ning truubi kahjustamise vältimiseks).</w:t>
      </w:r>
    </w:p>
    <w:p w14:paraId="4432DDA3" w14:textId="63089083" w:rsidR="006B271A" w:rsidRDefault="003609EA" w:rsidP="000D0A45">
      <w:pPr>
        <w:pStyle w:val="Pealkiri1"/>
      </w:pPr>
      <w:bookmarkStart w:id="18" w:name="_Ref387068751"/>
      <w:r w:rsidRPr="005217D9">
        <w:t>TASU</w:t>
      </w:r>
      <w:bookmarkEnd w:id="18"/>
      <w:r w:rsidR="000C566B">
        <w:t xml:space="preserve"> JA TAGATISRAHA</w:t>
      </w:r>
    </w:p>
    <w:p w14:paraId="1910EC56" w14:textId="092B75A5" w:rsidR="00F93426" w:rsidRDefault="00F93426" w:rsidP="00F93426">
      <w:pPr>
        <w:pStyle w:val="Pealkiri2"/>
      </w:pPr>
      <w:bookmarkStart w:id="19" w:name="_Ref438217276"/>
      <w:bookmarkStart w:id="20" w:name="_Ref387068752"/>
      <w:bookmarkStart w:id="21" w:name="_Ref384139029"/>
      <w:r>
        <w:t>Tasu</w:t>
      </w:r>
    </w:p>
    <w:p w14:paraId="64C14961" w14:textId="7FB1F34A" w:rsidR="000F1E7D" w:rsidRDefault="0099400F" w:rsidP="00D368C3">
      <w:pPr>
        <w:pStyle w:val="Loend"/>
        <w:numPr>
          <w:ilvl w:val="0"/>
          <w:numId w:val="0"/>
        </w:numPr>
      </w:pPr>
      <w:r>
        <w:t>Kasutaja Omanikule</w:t>
      </w:r>
      <w:r w:rsidR="00F76ED3">
        <w:t xml:space="preserve"> </w:t>
      </w:r>
      <w:r>
        <w:t>tasu ei</w:t>
      </w:r>
      <w:r w:rsidR="006D3899">
        <w:t xml:space="preserve"> maksa</w:t>
      </w:r>
      <w:bookmarkEnd w:id="19"/>
      <w:r w:rsidR="00925B59">
        <w:t xml:space="preserve">. Selguse huvides, </w:t>
      </w:r>
      <w:r w:rsidR="00585ACD">
        <w:t>Kasutaja poolt vajadusel Metsaveotee korrastamiseks, taastamiseks või muuks taoliseks tegevused tehtavaid kulusid ei loeta Tasuks käesoleva L</w:t>
      </w:r>
      <w:r w:rsidR="006E0554">
        <w:t>epingu mõistes.</w:t>
      </w:r>
    </w:p>
    <w:p w14:paraId="4781E7D2" w14:textId="19362383" w:rsidR="00B858AA" w:rsidRDefault="00B858AA" w:rsidP="00B858AA">
      <w:pPr>
        <w:pStyle w:val="Pealkiri2"/>
      </w:pPr>
      <w:bookmarkStart w:id="22" w:name="_Ref63862720"/>
      <w:r>
        <w:t>Tagatisraha</w:t>
      </w:r>
      <w:bookmarkEnd w:id="22"/>
    </w:p>
    <w:p w14:paraId="7C00748A" w14:textId="1FC22314" w:rsidR="000C566B" w:rsidRPr="009E0948" w:rsidRDefault="000C566B" w:rsidP="009E0948">
      <w:pPr>
        <w:pStyle w:val="Loend"/>
        <w:numPr>
          <w:ilvl w:val="0"/>
          <w:numId w:val="49"/>
        </w:numPr>
      </w:pPr>
      <w:bookmarkStart w:id="23" w:name="_Ref63862723"/>
      <w:r w:rsidRPr="009E0948">
        <w:t xml:space="preserve">Kasutaja tasub enne tööde algust Omaniku arvelduskontole </w:t>
      </w:r>
      <w:r w:rsidR="00C43719" w:rsidRPr="00C43719">
        <w:t>EE182200221075238068</w:t>
      </w:r>
      <w:r w:rsidR="00C43719">
        <w:t xml:space="preserve"> </w:t>
      </w:r>
      <w:r w:rsidRPr="009E0948">
        <w:t xml:space="preserve">tagatisraha. Tagatisraha suurus on lisas esitatud skeemilt mõõdetuna liikumise teekonna iga jooksva meetri kohta </w:t>
      </w:r>
      <w:r w:rsidR="00C43719">
        <w:t>5</w:t>
      </w:r>
      <w:r w:rsidRPr="009E0948">
        <w:t xml:space="preserve"> eurot, kokku </w:t>
      </w:r>
      <w:r w:rsidR="00C43719">
        <w:t>0</w:t>
      </w:r>
      <w:r w:rsidRPr="009E0948">
        <w:t xml:space="preserve"> eurot, käibemaksu ei lisandu. Tagatisraha tagastatakse </w:t>
      </w:r>
      <w:r w:rsidR="003E0AA0">
        <w:t>L</w:t>
      </w:r>
      <w:r w:rsidRPr="009E0948">
        <w:t>epingu lõppemisel või kasutamise lõpetamisel tingimusel, et objektile ei ole esitatud pretensioone või need on lahendatud</w:t>
      </w:r>
      <w:r w:rsidR="005F1DBD">
        <w:t xml:space="preserve">, kusjuures </w:t>
      </w:r>
      <w:r w:rsidR="008F6AB9">
        <w:t>tagatisraha tagastamise otsustamise ainuõigus on Omanikul</w:t>
      </w:r>
      <w:r w:rsidRPr="009E0948">
        <w:t>.</w:t>
      </w:r>
      <w:bookmarkEnd w:id="23"/>
    </w:p>
    <w:p w14:paraId="468B962C" w14:textId="3D360D1C" w:rsidR="000C566B" w:rsidRPr="009E0948" w:rsidRDefault="000C566B" w:rsidP="009E0948">
      <w:pPr>
        <w:pStyle w:val="Loend"/>
      </w:pPr>
      <w:r w:rsidRPr="009E0948">
        <w:t xml:space="preserve">Tagatisraha tagastatakse Omaniku poolt kasutamise järgselt juhul, kui Kasutaja on tasunud Omaniku poolt esitatud teenusarve ühekordse planeerimise- või kontrollkäigu eest summas </w:t>
      </w:r>
      <w:r w:rsidR="00582E3E">
        <w:t>1</w:t>
      </w:r>
      <w:r w:rsidR="001161F1">
        <w:t>2</w:t>
      </w:r>
      <w:r w:rsidR="00582E3E">
        <w:t>0</w:t>
      </w:r>
      <w:r w:rsidRPr="009E0948">
        <w:t xml:space="preserve"> eurot, millele lisandub käibemaks. Kui seoses pretensioonidega tuleb teha korduvalt kontrolle, on iga kontrolli hind </w:t>
      </w:r>
      <w:r w:rsidR="001356D4">
        <w:t>1</w:t>
      </w:r>
      <w:r w:rsidR="001161F1">
        <w:t>2</w:t>
      </w:r>
      <w:r w:rsidR="001356D4">
        <w:t>0</w:t>
      </w:r>
      <w:r w:rsidRPr="009E0948">
        <w:t xml:space="preserve"> eurot, millele lisandub käibemaks.</w:t>
      </w:r>
    </w:p>
    <w:p w14:paraId="2BBAFACA" w14:textId="24317F62" w:rsidR="000C566B" w:rsidRDefault="00E71F97" w:rsidP="009E0948">
      <w:pPr>
        <w:pStyle w:val="Loend"/>
      </w:pPr>
      <w:r>
        <w:t>Omanikul on õigus</w:t>
      </w:r>
      <w:r w:rsidR="006B322D">
        <w:t xml:space="preserve"> täiendavate Kasutaja tahteavaldusteta</w:t>
      </w:r>
      <w:r>
        <w:t xml:space="preserve"> tasaarveldada</w:t>
      </w:r>
      <w:r w:rsidR="002940C6">
        <w:t xml:space="preserve"> Lepingust tulenevaid</w:t>
      </w:r>
      <w:r w:rsidR="005E52DD">
        <w:t xml:space="preserve"> mistahes</w:t>
      </w:r>
      <w:r>
        <w:t xml:space="preserve"> nõudeid Kasutaja vastu tagatisraha arvelt</w:t>
      </w:r>
      <w:r w:rsidR="000C566B">
        <w:t>.</w:t>
      </w:r>
    </w:p>
    <w:p w14:paraId="153C57B6" w14:textId="7799B891" w:rsidR="007A24CD" w:rsidRPr="005217D9" w:rsidRDefault="007A24CD" w:rsidP="00083A82">
      <w:pPr>
        <w:pStyle w:val="Pealkiri1"/>
      </w:pPr>
      <w:bookmarkStart w:id="24" w:name="_Ref437968738"/>
      <w:bookmarkEnd w:id="20"/>
      <w:bookmarkEnd w:id="21"/>
      <w:r w:rsidRPr="005217D9">
        <w:lastRenderedPageBreak/>
        <w:t>VASTUTUS</w:t>
      </w:r>
      <w:bookmarkEnd w:id="24"/>
    </w:p>
    <w:p w14:paraId="34D557C8" w14:textId="37D3B817" w:rsidR="00E14E99" w:rsidRDefault="00E14E99" w:rsidP="0005431D">
      <w:pPr>
        <w:pStyle w:val="Loend"/>
        <w:numPr>
          <w:ilvl w:val="0"/>
          <w:numId w:val="47"/>
        </w:numPr>
      </w:pPr>
      <w:r w:rsidRPr="00541F89">
        <w:rPr>
          <w:b/>
          <w:bCs/>
        </w:rPr>
        <w:t xml:space="preserve">Punktis </w:t>
      </w:r>
      <w:r w:rsidR="00A32CD3" w:rsidRPr="00541F89">
        <w:rPr>
          <w:b/>
          <w:bCs/>
        </w:rPr>
        <w:t>5.1(c)</w:t>
      </w:r>
      <w:r w:rsidR="00A32CD3">
        <w:t xml:space="preserve"> nimetatud </w:t>
      </w:r>
      <w:r w:rsidR="0007182F">
        <w:t xml:space="preserve">kohustuse </w:t>
      </w:r>
      <w:r w:rsidR="00A32CD3">
        <w:t xml:space="preserve">rikkumise korral </w:t>
      </w:r>
      <w:r w:rsidR="00C9742C">
        <w:t xml:space="preserve">kohustub </w:t>
      </w:r>
      <w:r w:rsidR="00770BED">
        <w:t xml:space="preserve">Kasutaja tasuma Omanikule leppetrahvi </w:t>
      </w:r>
      <w:r w:rsidR="00770BED" w:rsidRPr="00770BED">
        <w:rPr>
          <w:b/>
          <w:bCs/>
        </w:rPr>
        <w:t>punktis</w:t>
      </w:r>
      <w:r w:rsidR="00770BED">
        <w:t xml:space="preserve"> </w:t>
      </w:r>
      <w:r w:rsidR="00770BED" w:rsidRPr="00770BED">
        <w:rPr>
          <w:b/>
          <w:bCs/>
        </w:rPr>
        <w:t>6</w:t>
      </w:r>
      <w:r w:rsidR="00770BED" w:rsidRPr="004E6169">
        <w:rPr>
          <w:b/>
          <w:bCs/>
        </w:rPr>
        <w:t>.2(a)</w:t>
      </w:r>
      <w:r w:rsidR="004E6169">
        <w:t xml:space="preserve"> sätestatud kogu tagatisraha ulatuses iga</w:t>
      </w:r>
      <w:r w:rsidR="00C141C4">
        <w:t xml:space="preserve"> rikkumise kohta.</w:t>
      </w:r>
    </w:p>
    <w:p w14:paraId="4C542193" w14:textId="1C453833" w:rsidR="00315DB4" w:rsidRDefault="006B322D" w:rsidP="0005431D">
      <w:pPr>
        <w:pStyle w:val="Loend"/>
        <w:numPr>
          <w:ilvl w:val="0"/>
          <w:numId w:val="47"/>
        </w:numPr>
      </w:pPr>
      <w:r w:rsidRPr="00C257BE">
        <w:t>Poole</w:t>
      </w:r>
      <w:r w:rsidR="00C257BE">
        <w:t xml:space="preserve">d kinnitavad, et peavad </w:t>
      </w:r>
      <w:r w:rsidR="00C257BE" w:rsidRPr="00C156F0">
        <w:rPr>
          <w:b/>
          <w:bCs/>
        </w:rPr>
        <w:t>punktis 7(a)</w:t>
      </w:r>
      <w:r w:rsidR="00C257BE">
        <w:t xml:space="preserve"> toodud leppetrahvi suurust mõistlikuks.</w:t>
      </w:r>
    </w:p>
    <w:p w14:paraId="2689BF97" w14:textId="2C1E4E97" w:rsidR="00AD4E50" w:rsidRPr="00C257BE" w:rsidRDefault="00C156F0" w:rsidP="0005431D">
      <w:pPr>
        <w:pStyle w:val="Loend"/>
        <w:numPr>
          <w:ilvl w:val="0"/>
          <w:numId w:val="47"/>
        </w:numPr>
      </w:pPr>
      <w:r>
        <w:t xml:space="preserve">Kasutaja on kohustatud hüvitama oma </w:t>
      </w:r>
      <w:r w:rsidR="00C50696">
        <w:t>kohustute</w:t>
      </w:r>
      <w:r>
        <w:t xml:space="preserve"> rikkumisega põhjustatud Kahju ka osas, mida Lepingu alusel tasumisel kuuluv leppetrahvi summa ei kata.</w:t>
      </w:r>
    </w:p>
    <w:p w14:paraId="41534948" w14:textId="43C9EEA7" w:rsidR="0008274F" w:rsidRPr="0005431D" w:rsidRDefault="0018670A" w:rsidP="0005431D">
      <w:pPr>
        <w:pStyle w:val="Loend"/>
        <w:numPr>
          <w:ilvl w:val="0"/>
          <w:numId w:val="47"/>
        </w:numPr>
      </w:pPr>
      <w:r w:rsidRPr="0005431D">
        <w:t xml:space="preserve">Lepingu mistahes rikkumise korral Poole poolt, kohustub rikkumises olev Pool </w:t>
      </w:r>
      <w:r w:rsidR="00C21DC9">
        <w:t>hüvitama, kaitsma ja hoidma teist Poo</w:t>
      </w:r>
      <w:r w:rsidR="00DF3028">
        <w:t>l</w:t>
      </w:r>
      <w:r w:rsidR="00C21DC9">
        <w:t>t</w:t>
      </w:r>
      <w:r w:rsidRPr="0005431D">
        <w:t xml:space="preserve"> mistahes Kahjust, mida selline Pool võib rikkumise tagajärjel saada.</w:t>
      </w:r>
    </w:p>
    <w:p w14:paraId="47AD49A9" w14:textId="77777777" w:rsidR="0008274F" w:rsidRDefault="0008274F" w:rsidP="0005431D">
      <w:pPr>
        <w:pStyle w:val="Loend"/>
      </w:pPr>
      <w:r w:rsidRPr="0005431D">
        <w:t>Mistahes Lepingu alusel tasutav summa tuleb tasuda 10 tööpäeva jooksul pärast vastavasisulise nõude saamist õigustatud isikult, kui Pooled pole käesolevas Lepingus teisiti kokku leppinud.</w:t>
      </w:r>
    </w:p>
    <w:p w14:paraId="56C1AA7C" w14:textId="40466FBE" w:rsidR="005B60C0" w:rsidRPr="0005431D" w:rsidRDefault="005B60C0" w:rsidP="0005431D">
      <w:pPr>
        <w:pStyle w:val="Loend"/>
      </w:pPr>
      <w:r>
        <w:t xml:space="preserve">Mistahes Lepinguga seotud rahalise kohustuse täitmise </w:t>
      </w:r>
      <w:r w:rsidRPr="00FE1F4B">
        <w:t>viivitamise korral on Lepingut rikkunud Pool koh</w:t>
      </w:r>
      <w:r w:rsidR="00AD5680">
        <w:t>ustatud maksma õigustatud Pool</w:t>
      </w:r>
      <w:r w:rsidRPr="00FE1F4B">
        <w:t>ele viivist 0,05% õigeaegselt tasumata summast iga viivitatud päeva eest alates rikkumise hetkest kuni õigeaegselt tasumata summa täieliku tasumiseni.</w:t>
      </w:r>
    </w:p>
    <w:p w14:paraId="0837A889" w14:textId="1066BD38" w:rsidR="001F424E" w:rsidRPr="00C5077C" w:rsidRDefault="00083A82" w:rsidP="00083A82">
      <w:pPr>
        <w:pStyle w:val="Pealkiri1"/>
      </w:pPr>
      <w:r w:rsidRPr="00C5077C">
        <w:t>KEHTIVUS</w:t>
      </w:r>
      <w:r w:rsidR="00DF18E8" w:rsidRPr="00C5077C">
        <w:t xml:space="preserve"> JA </w:t>
      </w:r>
      <w:r w:rsidR="0061440D">
        <w:t>LÕPPEMINE</w:t>
      </w:r>
    </w:p>
    <w:p w14:paraId="5A49360E" w14:textId="1E433C58" w:rsidR="00083A82" w:rsidRPr="007C50E8" w:rsidRDefault="001C1C55" w:rsidP="004A5C51">
      <w:pPr>
        <w:pStyle w:val="Loend"/>
        <w:numPr>
          <w:ilvl w:val="0"/>
          <w:numId w:val="38"/>
        </w:numPr>
      </w:pPr>
      <w:r w:rsidRPr="007C50E8">
        <w:t xml:space="preserve">Leping </w:t>
      </w:r>
      <w:r w:rsidR="00CA1943">
        <w:t>j</w:t>
      </w:r>
      <w:r w:rsidR="000723DC">
        <w:t>õustub</w:t>
      </w:r>
      <w:r w:rsidR="00B31CB5">
        <w:t xml:space="preserve"> viimase digiallkirja kuupäevast </w:t>
      </w:r>
      <w:r w:rsidR="00F1277C">
        <w:t xml:space="preserve">ning eeldusel, et </w:t>
      </w:r>
      <w:r w:rsidR="005014DD">
        <w:t xml:space="preserve">Kasutaja tasub </w:t>
      </w:r>
      <w:r w:rsidR="005014DD" w:rsidRPr="00C569CC">
        <w:rPr>
          <w:b/>
          <w:bCs/>
        </w:rPr>
        <w:t xml:space="preserve">punktis </w:t>
      </w:r>
      <w:r w:rsidR="005014DD" w:rsidRPr="00C569CC">
        <w:rPr>
          <w:b/>
          <w:bCs/>
        </w:rPr>
        <w:fldChar w:fldCharType="begin"/>
      </w:r>
      <w:r w:rsidR="005014DD" w:rsidRPr="00C569CC">
        <w:rPr>
          <w:b/>
          <w:bCs/>
        </w:rPr>
        <w:instrText xml:space="preserve"> REF _Ref63862720 \r \h </w:instrText>
      </w:r>
      <w:r w:rsidR="005014DD">
        <w:rPr>
          <w:b/>
          <w:bCs/>
        </w:rPr>
        <w:instrText xml:space="preserve"> \* MERGEFORMAT </w:instrText>
      </w:r>
      <w:r w:rsidR="005014DD" w:rsidRPr="00C569CC">
        <w:rPr>
          <w:b/>
          <w:bCs/>
        </w:rPr>
      </w:r>
      <w:r w:rsidR="005014DD" w:rsidRPr="00C569CC">
        <w:rPr>
          <w:b/>
          <w:bCs/>
        </w:rPr>
        <w:fldChar w:fldCharType="separate"/>
      </w:r>
      <w:r w:rsidR="005014DD" w:rsidRPr="00C569CC">
        <w:rPr>
          <w:b/>
          <w:bCs/>
        </w:rPr>
        <w:t>6.2</w:t>
      </w:r>
      <w:r w:rsidR="005014DD" w:rsidRPr="00C569CC">
        <w:rPr>
          <w:b/>
          <w:bCs/>
        </w:rPr>
        <w:fldChar w:fldCharType="end"/>
      </w:r>
      <w:r w:rsidR="005014DD" w:rsidRPr="00C569CC">
        <w:rPr>
          <w:b/>
          <w:bCs/>
        </w:rPr>
        <w:fldChar w:fldCharType="begin"/>
      </w:r>
      <w:r w:rsidR="005014DD" w:rsidRPr="00C569CC">
        <w:rPr>
          <w:b/>
          <w:bCs/>
        </w:rPr>
        <w:instrText xml:space="preserve"> REF _Ref63862723 \r \h </w:instrText>
      </w:r>
      <w:r w:rsidR="005014DD">
        <w:rPr>
          <w:b/>
          <w:bCs/>
        </w:rPr>
        <w:instrText xml:space="preserve"> \* MERGEFORMAT </w:instrText>
      </w:r>
      <w:r w:rsidR="005014DD" w:rsidRPr="00C569CC">
        <w:rPr>
          <w:b/>
          <w:bCs/>
        </w:rPr>
      </w:r>
      <w:r w:rsidR="005014DD" w:rsidRPr="00C569CC">
        <w:rPr>
          <w:b/>
          <w:bCs/>
        </w:rPr>
        <w:fldChar w:fldCharType="separate"/>
      </w:r>
      <w:r w:rsidR="005014DD" w:rsidRPr="00C569CC">
        <w:rPr>
          <w:b/>
          <w:bCs/>
        </w:rPr>
        <w:t>(a)</w:t>
      </w:r>
      <w:r w:rsidR="005014DD" w:rsidRPr="00C569CC">
        <w:rPr>
          <w:b/>
          <w:bCs/>
        </w:rPr>
        <w:fldChar w:fldCharType="end"/>
      </w:r>
      <w:r w:rsidR="005014DD">
        <w:rPr>
          <w:b/>
          <w:bCs/>
        </w:rPr>
        <w:t xml:space="preserve"> </w:t>
      </w:r>
      <w:r w:rsidR="005014DD">
        <w:t xml:space="preserve">nimetatud </w:t>
      </w:r>
      <w:r w:rsidR="00C569CC">
        <w:t>tagatisraha</w:t>
      </w:r>
      <w:r w:rsidR="005014DD">
        <w:t xml:space="preserve"> hiljemalt 3 p</w:t>
      </w:r>
      <w:r w:rsidR="00C569CC">
        <w:t xml:space="preserve">äeva jooksul alates </w:t>
      </w:r>
      <w:r w:rsidR="00A20200">
        <w:t>viimasest digiallkirjast</w:t>
      </w:r>
      <w:r w:rsidR="004A5C51">
        <w:t>.</w:t>
      </w:r>
    </w:p>
    <w:p w14:paraId="45ABB052" w14:textId="18EA4D82" w:rsidR="001C1C55" w:rsidRDefault="001C1C55" w:rsidP="00C176CA">
      <w:pPr>
        <w:pStyle w:val="Loend"/>
        <w:numPr>
          <w:ilvl w:val="0"/>
          <w:numId w:val="38"/>
        </w:numPr>
      </w:pPr>
      <w:r w:rsidRPr="00F34460">
        <w:t xml:space="preserve">Leping kehtib </w:t>
      </w:r>
      <w:r w:rsidR="00C80D85">
        <w:t>Lepingus ettenähtud kohustuste täimiseni  mõlema Poole poolt</w:t>
      </w:r>
      <w:r w:rsidR="00BE2A38">
        <w:t>.</w:t>
      </w:r>
    </w:p>
    <w:p w14:paraId="5602070E" w14:textId="3728E2FA" w:rsidR="008441C0" w:rsidRPr="008441C0" w:rsidRDefault="008441C0" w:rsidP="008441C0">
      <w:pPr>
        <w:pStyle w:val="Loend"/>
        <w:numPr>
          <w:ilvl w:val="0"/>
          <w:numId w:val="38"/>
        </w:numPr>
      </w:pPr>
      <w:r w:rsidRPr="008441C0">
        <w:t>Lepingu lõppemisel mistahes põhjusel, Lepingu mistahes sätete kehtetuse või tühistamise korral, jäävad need Lepingu sätted, mis oma olemuselt reguleerivad Poolte õigusi ja kohustus pärast Lepingu lõppemist, kehtima ka pärast Lepingu lõppemist</w:t>
      </w:r>
      <w:r w:rsidR="00990482">
        <w:t xml:space="preserve"> (nt </w:t>
      </w:r>
      <w:r w:rsidR="00335D90" w:rsidRPr="003253BD">
        <w:rPr>
          <w:b/>
        </w:rPr>
        <w:t xml:space="preserve">peatükis </w:t>
      </w:r>
      <w:r w:rsidR="00100B1F" w:rsidRPr="003253BD">
        <w:rPr>
          <w:b/>
        </w:rPr>
        <w:fldChar w:fldCharType="begin"/>
      </w:r>
      <w:r w:rsidR="00100B1F" w:rsidRPr="003253BD">
        <w:rPr>
          <w:b/>
        </w:rPr>
        <w:instrText xml:space="preserve"> REF _Ref437968738 \r \h </w:instrText>
      </w:r>
      <w:r w:rsidR="003253BD">
        <w:rPr>
          <w:b/>
        </w:rPr>
        <w:instrText xml:space="preserve"> \* MERGEFORMAT </w:instrText>
      </w:r>
      <w:r w:rsidR="00100B1F" w:rsidRPr="003253BD">
        <w:rPr>
          <w:b/>
        </w:rPr>
      </w:r>
      <w:r w:rsidR="00100B1F" w:rsidRPr="003253BD">
        <w:rPr>
          <w:b/>
        </w:rPr>
        <w:fldChar w:fldCharType="separate"/>
      </w:r>
      <w:r w:rsidR="00100B1F" w:rsidRPr="003253BD">
        <w:rPr>
          <w:b/>
        </w:rPr>
        <w:t>7</w:t>
      </w:r>
      <w:r w:rsidR="00100B1F" w:rsidRPr="003253BD">
        <w:rPr>
          <w:b/>
        </w:rPr>
        <w:fldChar w:fldCharType="end"/>
      </w:r>
      <w:r w:rsidR="00100B1F">
        <w:t xml:space="preserve"> sätestatud vastutus)</w:t>
      </w:r>
      <w:r w:rsidRPr="008441C0">
        <w:t xml:space="preserve">. </w:t>
      </w:r>
    </w:p>
    <w:p w14:paraId="30FE7D30" w14:textId="77777777" w:rsidR="00960C80" w:rsidRPr="005217D9" w:rsidRDefault="006F5FB9" w:rsidP="00960C80">
      <w:pPr>
        <w:pStyle w:val="Pealkiri1"/>
      </w:pPr>
      <w:bookmarkStart w:id="25" w:name="_Toc365328644"/>
      <w:bookmarkStart w:id="26" w:name="_Toc375238633"/>
      <w:bookmarkStart w:id="27" w:name="_Toc166043327"/>
      <w:bookmarkStart w:id="28" w:name="_Toc311552370"/>
      <w:bookmarkStart w:id="29" w:name="_Toc312927569"/>
      <w:bookmarkStart w:id="30" w:name="_Toc348554648"/>
      <w:bookmarkStart w:id="31" w:name="_Toc348685301"/>
      <w:bookmarkStart w:id="32" w:name="_Toc316908174"/>
      <w:bookmarkStart w:id="33" w:name="_Toc365328639"/>
      <w:bookmarkStart w:id="34" w:name="_Toc370802645"/>
      <w:r w:rsidRPr="005217D9">
        <w:t>TÕLGENDAMINE JA</w:t>
      </w:r>
      <w:r w:rsidR="00960C80" w:rsidRPr="005217D9">
        <w:t xml:space="preserve"> VAIDLUSED</w:t>
      </w:r>
      <w:bookmarkEnd w:id="25"/>
      <w:bookmarkEnd w:id="26"/>
    </w:p>
    <w:p w14:paraId="2E157ADF" w14:textId="77777777" w:rsidR="00960C80" w:rsidRPr="005217D9" w:rsidRDefault="00960C80" w:rsidP="00960C80">
      <w:pPr>
        <w:pStyle w:val="Pealkiri2"/>
      </w:pPr>
      <w:bookmarkStart w:id="35" w:name="_Toc316908176"/>
      <w:bookmarkStart w:id="36" w:name="_Toc365328645"/>
      <w:bookmarkStart w:id="37" w:name="_Toc375238634"/>
      <w:r w:rsidRPr="005217D9">
        <w:t>Lepingu terviklikkus</w:t>
      </w:r>
      <w:bookmarkEnd w:id="35"/>
      <w:bookmarkEnd w:id="36"/>
      <w:bookmarkEnd w:id="37"/>
      <w:r w:rsidRPr="005217D9">
        <w:t xml:space="preserve"> </w:t>
      </w:r>
    </w:p>
    <w:p w14:paraId="09178E16" w14:textId="77777777" w:rsidR="00960C80" w:rsidRPr="005217D9" w:rsidRDefault="00960C80" w:rsidP="00960C80">
      <w:r w:rsidRPr="005217D9">
        <w:t>Leping kajastab kõiki lepinguobjekti puudutavaid Poolte kokkuleppeid ja Lepingu jõustumisest asendab kõiki Poolte vahel varem lepinguobjekti suhtes sõlmitud suulisi ja kirjalikke kokkuleppeid.</w:t>
      </w:r>
    </w:p>
    <w:p w14:paraId="67B2A9FF" w14:textId="77777777" w:rsidR="00960C80" w:rsidRPr="005217D9" w:rsidRDefault="00960C80" w:rsidP="00960C80">
      <w:pPr>
        <w:pStyle w:val="Pealkiri2"/>
      </w:pPr>
      <w:bookmarkStart w:id="38" w:name="_Toc316908181"/>
      <w:bookmarkStart w:id="39" w:name="_Toc365328649"/>
      <w:bookmarkStart w:id="40" w:name="_Toc375238637"/>
      <w:r w:rsidRPr="005217D9">
        <w:t>Kohaldatav õigus</w:t>
      </w:r>
      <w:bookmarkEnd w:id="38"/>
      <w:bookmarkEnd w:id="39"/>
      <w:bookmarkEnd w:id="40"/>
    </w:p>
    <w:p w14:paraId="4C308AD4" w14:textId="77777777" w:rsidR="00960C80" w:rsidRPr="005217D9" w:rsidRDefault="00960C80" w:rsidP="00960C80">
      <w:r w:rsidRPr="005217D9">
        <w:t>Lepingule ja sellega seotud lepinguvälistele suhetele kohaldatakse Eesti Vabariigi õigust.</w:t>
      </w:r>
    </w:p>
    <w:p w14:paraId="7D4AD622" w14:textId="77777777" w:rsidR="00960C80" w:rsidRPr="005217D9" w:rsidRDefault="00960C80" w:rsidP="00960C80">
      <w:pPr>
        <w:pStyle w:val="Pealkiri2"/>
      </w:pPr>
      <w:bookmarkStart w:id="41" w:name="_Toc316908182"/>
      <w:bookmarkStart w:id="42" w:name="_Toc365328650"/>
      <w:bookmarkStart w:id="43" w:name="_Toc375238638"/>
      <w:r w:rsidRPr="005217D9">
        <w:t>Vaidluste lahendamine</w:t>
      </w:r>
      <w:bookmarkEnd w:id="41"/>
      <w:bookmarkEnd w:id="42"/>
      <w:bookmarkEnd w:id="43"/>
    </w:p>
    <w:p w14:paraId="3B05BE81" w14:textId="77777777" w:rsidR="00960C80" w:rsidRPr="005217D9" w:rsidRDefault="00960C80" w:rsidP="00960C80">
      <w:r w:rsidRPr="005217D9">
        <w:t xml:space="preserve">Lepingust tulenevad vaidlused lahendatakse heas usus peetavate läbirääkimiste teel, mille ebaõnnestumisel lahendatakse vaidlused esimese astme kohtuna </w:t>
      </w:r>
      <w:r w:rsidR="009D5668" w:rsidRPr="005217D9">
        <w:t>Harju</w:t>
      </w:r>
      <w:r w:rsidRPr="005217D9">
        <w:t xml:space="preserve"> Maakohtus.</w:t>
      </w:r>
    </w:p>
    <w:p w14:paraId="666A20C5" w14:textId="77777777" w:rsidR="00461180" w:rsidRPr="005217D9" w:rsidRDefault="00461180" w:rsidP="00461180">
      <w:pPr>
        <w:pStyle w:val="Pealkiri1"/>
      </w:pPr>
      <w:bookmarkStart w:id="44" w:name="_Ref384139376"/>
      <w:r w:rsidRPr="005217D9">
        <w:t>MUUD SÄTTED</w:t>
      </w:r>
      <w:bookmarkEnd w:id="44"/>
    </w:p>
    <w:p w14:paraId="10781177" w14:textId="77777777" w:rsidR="00461180" w:rsidRPr="005217D9" w:rsidRDefault="00461180" w:rsidP="00461180">
      <w:pPr>
        <w:pStyle w:val="Pealkiri2"/>
      </w:pPr>
      <w:bookmarkStart w:id="45" w:name="_Ref384139383"/>
      <w:bookmarkStart w:id="46" w:name="_Ref365320838"/>
      <w:r w:rsidRPr="005217D9">
        <w:t>Teated</w:t>
      </w:r>
      <w:bookmarkEnd w:id="45"/>
    </w:p>
    <w:p w14:paraId="6942CB49" w14:textId="77777777" w:rsidR="004315E9" w:rsidRDefault="00461180" w:rsidP="00461180">
      <w:pPr>
        <w:pStyle w:val="Loend"/>
        <w:numPr>
          <w:ilvl w:val="0"/>
          <w:numId w:val="34"/>
        </w:numPr>
      </w:pPr>
      <w:bookmarkStart w:id="47" w:name="_Ref384139384"/>
      <w:r w:rsidRPr="005217D9">
        <w:t xml:space="preserve">Kõik Lepinguga seonduvad teated, nõuded või mistahes kommunikatsioon loetakse nõuetekohaselt edastatuks, kui see on allkirja vastu üle antud, saadetud tähitud postiga, </w:t>
      </w:r>
      <w:r w:rsidRPr="005217D9">
        <w:lastRenderedPageBreak/>
        <w:t>kulleriga või e-kirjaga Poolele alltoodud kontaktandmetele. Lepingu sõlmimise kuupäeva seisuga on Poolte andmed</w:t>
      </w:r>
      <w:bookmarkEnd w:id="46"/>
      <w:bookmarkEnd w:id="47"/>
      <w:r w:rsidR="004315E9">
        <w:t>:</w:t>
      </w:r>
    </w:p>
    <w:tbl>
      <w:tblPr>
        <w:tblW w:w="8363" w:type="dxa"/>
        <w:tblInd w:w="817" w:type="dxa"/>
        <w:tblLook w:val="04A0" w:firstRow="1" w:lastRow="0" w:firstColumn="1" w:lastColumn="0" w:noHBand="0" w:noVBand="1"/>
      </w:tblPr>
      <w:tblGrid>
        <w:gridCol w:w="4253"/>
        <w:gridCol w:w="4110"/>
      </w:tblGrid>
      <w:tr w:rsidR="00E17025" w:rsidRPr="005217D9" w14:paraId="64F8C4BC" w14:textId="77777777" w:rsidTr="007D3613">
        <w:tc>
          <w:tcPr>
            <w:tcW w:w="4253" w:type="dxa"/>
          </w:tcPr>
          <w:p w14:paraId="659DF97F" w14:textId="2E6F8EA6" w:rsidR="00E17025" w:rsidRPr="00400AA7" w:rsidRDefault="001161F1" w:rsidP="00E17025">
            <w:pPr>
              <w:pStyle w:val="Kehatekst"/>
              <w:rPr>
                <w:rFonts w:ascii="Arial" w:hAnsi="Arial" w:cs="Arial"/>
                <w:b/>
                <w:szCs w:val="22"/>
                <w:lang w:val="et-EE"/>
              </w:rPr>
            </w:pPr>
            <w:r>
              <w:rPr>
                <w:rFonts w:ascii="Arial" w:hAnsi="Arial" w:cs="Arial"/>
                <w:b/>
                <w:szCs w:val="22"/>
              </w:rPr>
              <w:t>BTF</w:t>
            </w:r>
            <w:r w:rsidR="00C43719">
              <w:rPr>
                <w:rFonts w:ascii="Arial" w:hAnsi="Arial" w:cs="Arial"/>
                <w:b/>
                <w:szCs w:val="22"/>
              </w:rPr>
              <w:t>3</w:t>
            </w:r>
            <w:r>
              <w:rPr>
                <w:rFonts w:ascii="Arial" w:hAnsi="Arial" w:cs="Arial"/>
                <w:b/>
                <w:szCs w:val="22"/>
              </w:rPr>
              <w:t xml:space="preserve"> </w:t>
            </w:r>
            <w:r w:rsidR="00C43719">
              <w:rPr>
                <w:rFonts w:ascii="Arial" w:hAnsi="Arial" w:cs="Arial"/>
                <w:b/>
                <w:szCs w:val="22"/>
              </w:rPr>
              <w:t>B</w:t>
            </w:r>
            <w:r>
              <w:rPr>
                <w:rFonts w:ascii="Arial" w:hAnsi="Arial" w:cs="Arial"/>
                <w:b/>
                <w:szCs w:val="22"/>
              </w:rPr>
              <w:t xml:space="preserve"> OÜ</w:t>
            </w:r>
          </w:p>
        </w:tc>
        <w:tc>
          <w:tcPr>
            <w:tcW w:w="4110" w:type="dxa"/>
          </w:tcPr>
          <w:p w14:paraId="78796A87" w14:textId="0A46C639" w:rsidR="00E17025" w:rsidRPr="00467BD9" w:rsidRDefault="00A407D5" w:rsidP="00E17025">
            <w:pPr>
              <w:pStyle w:val="Kehatekst"/>
              <w:rPr>
                <w:rFonts w:ascii="Arial" w:hAnsi="Arial" w:cs="Arial"/>
                <w:b/>
                <w:szCs w:val="22"/>
                <w:lang w:val="et-EE"/>
              </w:rPr>
            </w:pPr>
            <w:proofErr w:type="spellStart"/>
            <w:r>
              <w:rPr>
                <w:rFonts w:ascii="Arial" w:hAnsi="Arial" w:cs="Arial"/>
                <w:b/>
                <w:szCs w:val="22"/>
              </w:rPr>
              <w:t>Riigimetsa</w:t>
            </w:r>
            <w:proofErr w:type="spellEnd"/>
            <w:r>
              <w:rPr>
                <w:rFonts w:ascii="Arial" w:hAnsi="Arial" w:cs="Arial"/>
                <w:b/>
                <w:szCs w:val="22"/>
              </w:rPr>
              <w:t xml:space="preserve"> </w:t>
            </w:r>
            <w:proofErr w:type="spellStart"/>
            <w:r>
              <w:rPr>
                <w:rFonts w:ascii="Arial" w:hAnsi="Arial" w:cs="Arial"/>
                <w:b/>
                <w:szCs w:val="22"/>
              </w:rPr>
              <w:t>Majandamise</w:t>
            </w:r>
            <w:proofErr w:type="spellEnd"/>
            <w:r>
              <w:rPr>
                <w:rFonts w:ascii="Arial" w:hAnsi="Arial" w:cs="Arial"/>
                <w:b/>
                <w:szCs w:val="22"/>
              </w:rPr>
              <w:t xml:space="preserve"> </w:t>
            </w:r>
            <w:proofErr w:type="spellStart"/>
            <w:r>
              <w:rPr>
                <w:rFonts w:ascii="Arial" w:hAnsi="Arial" w:cs="Arial"/>
                <w:b/>
                <w:szCs w:val="22"/>
              </w:rPr>
              <w:t>Keskus</w:t>
            </w:r>
            <w:proofErr w:type="spellEnd"/>
          </w:p>
        </w:tc>
      </w:tr>
      <w:tr w:rsidR="00461180" w:rsidRPr="005217D9" w14:paraId="49E4E3FF" w14:textId="77777777" w:rsidTr="007D3613">
        <w:tc>
          <w:tcPr>
            <w:tcW w:w="4253" w:type="dxa"/>
          </w:tcPr>
          <w:p w14:paraId="36A05EB4" w14:textId="77777777" w:rsidR="00461180" w:rsidRPr="005217D9" w:rsidRDefault="00461180" w:rsidP="000D759C">
            <w:pPr>
              <w:pStyle w:val="Kehatekst"/>
              <w:rPr>
                <w:rFonts w:ascii="Arial" w:hAnsi="Arial" w:cs="Arial"/>
                <w:szCs w:val="22"/>
                <w:lang w:val="et-EE"/>
              </w:rPr>
            </w:pPr>
          </w:p>
        </w:tc>
        <w:tc>
          <w:tcPr>
            <w:tcW w:w="4110" w:type="dxa"/>
          </w:tcPr>
          <w:p w14:paraId="415DE347" w14:textId="77777777" w:rsidR="00461180" w:rsidRPr="005217D9" w:rsidRDefault="00461180" w:rsidP="000D759C">
            <w:pPr>
              <w:pStyle w:val="Kehatekst"/>
              <w:rPr>
                <w:rFonts w:ascii="Arial" w:hAnsi="Arial" w:cs="Arial"/>
                <w:szCs w:val="22"/>
                <w:lang w:val="et-EE"/>
              </w:rPr>
            </w:pPr>
          </w:p>
        </w:tc>
      </w:tr>
      <w:tr w:rsidR="00461180" w:rsidRPr="005217D9" w14:paraId="041D05D4" w14:textId="77777777" w:rsidTr="007D3613">
        <w:tc>
          <w:tcPr>
            <w:tcW w:w="4253" w:type="dxa"/>
          </w:tcPr>
          <w:p w14:paraId="6D0B993B" w14:textId="57F7D58A" w:rsidR="00461180" w:rsidRPr="005217D9" w:rsidRDefault="00461180" w:rsidP="0044292D">
            <w:pPr>
              <w:pStyle w:val="Kehatekst"/>
              <w:rPr>
                <w:rFonts w:ascii="Arial" w:hAnsi="Arial" w:cs="Arial"/>
                <w:szCs w:val="22"/>
                <w:lang w:val="et-EE"/>
              </w:rPr>
            </w:pPr>
            <w:r w:rsidRPr="005217D9">
              <w:rPr>
                <w:rFonts w:ascii="Arial" w:hAnsi="Arial" w:cs="Arial"/>
                <w:szCs w:val="22"/>
                <w:lang w:val="et-EE"/>
              </w:rPr>
              <w:t xml:space="preserve">Saaja: </w:t>
            </w:r>
            <w:r w:rsidR="0044292D">
              <w:rPr>
                <w:rFonts w:ascii="Arial" w:hAnsi="Arial" w:cs="Arial"/>
                <w:bCs/>
                <w:szCs w:val="22"/>
                <w:lang w:val="et-EE"/>
              </w:rPr>
              <w:t xml:space="preserve">Sander </w:t>
            </w:r>
            <w:proofErr w:type="spellStart"/>
            <w:r w:rsidR="0044292D">
              <w:rPr>
                <w:rFonts w:ascii="Arial" w:hAnsi="Arial" w:cs="Arial"/>
                <w:bCs/>
                <w:szCs w:val="22"/>
                <w:lang w:val="et-EE"/>
              </w:rPr>
              <w:t>Pullerits</w:t>
            </w:r>
            <w:proofErr w:type="spellEnd"/>
          </w:p>
        </w:tc>
        <w:tc>
          <w:tcPr>
            <w:tcW w:w="4110" w:type="dxa"/>
          </w:tcPr>
          <w:p w14:paraId="71026657" w14:textId="275571A4" w:rsidR="00461180" w:rsidRPr="00400AA7" w:rsidRDefault="00461180" w:rsidP="00F47FA7">
            <w:pPr>
              <w:pStyle w:val="Kehatekst"/>
              <w:rPr>
                <w:rFonts w:ascii="Arial" w:hAnsi="Arial" w:cs="Arial"/>
                <w:szCs w:val="22"/>
                <w:lang w:val="et-EE"/>
              </w:rPr>
            </w:pPr>
            <w:r w:rsidRPr="00400AA7">
              <w:rPr>
                <w:rFonts w:ascii="Arial" w:hAnsi="Arial" w:cs="Arial"/>
                <w:szCs w:val="22"/>
                <w:lang w:val="et-EE"/>
              </w:rPr>
              <w:t>Saaja:</w:t>
            </w:r>
            <w:r w:rsidR="00A407D5">
              <w:rPr>
                <w:rFonts w:ascii="Arial" w:hAnsi="Arial" w:cs="Arial"/>
                <w:szCs w:val="22"/>
                <w:lang w:val="et-EE"/>
              </w:rPr>
              <w:t xml:space="preserve"> Kristo Kokk</w:t>
            </w:r>
          </w:p>
        </w:tc>
      </w:tr>
      <w:tr w:rsidR="00461180" w:rsidRPr="005217D9" w14:paraId="4FB0A3DF" w14:textId="77777777" w:rsidTr="007D3613">
        <w:tc>
          <w:tcPr>
            <w:tcW w:w="4253" w:type="dxa"/>
          </w:tcPr>
          <w:p w14:paraId="687550FB" w14:textId="3D8A3DF2" w:rsidR="00461180" w:rsidRPr="005217D9" w:rsidRDefault="00461180" w:rsidP="00336782">
            <w:pPr>
              <w:pStyle w:val="Kehatekst"/>
              <w:rPr>
                <w:rFonts w:ascii="Arial" w:hAnsi="Arial" w:cs="Arial"/>
                <w:szCs w:val="22"/>
                <w:lang w:val="et-EE"/>
              </w:rPr>
            </w:pPr>
            <w:r w:rsidRPr="005217D9">
              <w:rPr>
                <w:rFonts w:ascii="Arial" w:hAnsi="Arial" w:cs="Arial"/>
                <w:szCs w:val="22"/>
                <w:lang w:val="et-EE"/>
              </w:rPr>
              <w:t xml:space="preserve">Aadress: </w:t>
            </w:r>
            <w:r w:rsidR="00336782">
              <w:rPr>
                <w:rFonts w:ascii="Arial" w:hAnsi="Arial" w:cs="Arial"/>
                <w:szCs w:val="22"/>
                <w:lang w:val="et-EE"/>
              </w:rPr>
              <w:t>Tartu mnt 25</w:t>
            </w:r>
            <w:r w:rsidRPr="005217D9">
              <w:rPr>
                <w:rFonts w:ascii="Arial" w:hAnsi="Arial" w:cs="Arial"/>
                <w:szCs w:val="22"/>
                <w:lang w:val="et-EE"/>
              </w:rPr>
              <w:t xml:space="preserve">, </w:t>
            </w:r>
            <w:r w:rsidR="00EA0C51" w:rsidRPr="005217D9">
              <w:rPr>
                <w:rFonts w:ascii="Arial" w:hAnsi="Arial" w:cs="Arial"/>
                <w:szCs w:val="22"/>
                <w:lang w:val="et-EE"/>
              </w:rPr>
              <w:t>Tallinn, 1011</w:t>
            </w:r>
            <w:r w:rsidR="00336782">
              <w:rPr>
                <w:rFonts w:ascii="Arial" w:hAnsi="Arial" w:cs="Arial"/>
                <w:szCs w:val="22"/>
                <w:lang w:val="et-EE"/>
              </w:rPr>
              <w:t>7</w:t>
            </w:r>
            <w:r w:rsidR="00EA0C51" w:rsidRPr="005217D9">
              <w:rPr>
                <w:rFonts w:ascii="Arial" w:hAnsi="Arial" w:cs="Arial"/>
                <w:szCs w:val="22"/>
                <w:lang w:val="et-EE"/>
              </w:rPr>
              <w:t xml:space="preserve">, </w:t>
            </w:r>
            <w:r w:rsidRPr="005217D9">
              <w:rPr>
                <w:rFonts w:ascii="Arial" w:hAnsi="Arial" w:cs="Arial"/>
                <w:szCs w:val="22"/>
                <w:lang w:val="et-EE"/>
              </w:rPr>
              <w:t>Eesti</w:t>
            </w:r>
          </w:p>
        </w:tc>
        <w:tc>
          <w:tcPr>
            <w:tcW w:w="4110" w:type="dxa"/>
          </w:tcPr>
          <w:p w14:paraId="77B0AB82" w14:textId="58A8F090" w:rsidR="00461180" w:rsidRPr="00400AA7" w:rsidRDefault="00461180" w:rsidP="00405A8E">
            <w:pPr>
              <w:pStyle w:val="Kehatekst"/>
              <w:rPr>
                <w:rFonts w:ascii="Arial" w:hAnsi="Arial" w:cs="Arial"/>
                <w:szCs w:val="22"/>
                <w:lang w:val="et-EE"/>
              </w:rPr>
            </w:pPr>
            <w:r w:rsidRPr="00400AA7">
              <w:rPr>
                <w:rFonts w:ascii="Arial" w:hAnsi="Arial" w:cs="Arial"/>
                <w:szCs w:val="22"/>
                <w:lang w:val="et-EE"/>
              </w:rPr>
              <w:t xml:space="preserve">Aadress: </w:t>
            </w:r>
            <w:r w:rsidR="00987B69">
              <w:rPr>
                <w:rFonts w:ascii="Arial" w:hAnsi="Arial" w:cs="Arial"/>
                <w:szCs w:val="22"/>
                <w:lang w:val="et-EE"/>
              </w:rPr>
              <w:t>Rõõmu tee 7</w:t>
            </w:r>
            <w:r w:rsidR="00E3563D">
              <w:rPr>
                <w:rFonts w:ascii="Arial" w:hAnsi="Arial" w:cs="Arial"/>
                <w:szCs w:val="22"/>
                <w:lang w:val="et-EE"/>
              </w:rPr>
              <w:t xml:space="preserve"> ,Tartu</w:t>
            </w:r>
          </w:p>
        </w:tc>
      </w:tr>
      <w:tr w:rsidR="00461180" w:rsidRPr="005217D9" w14:paraId="5BC61330" w14:textId="77777777" w:rsidTr="007D3613">
        <w:tc>
          <w:tcPr>
            <w:tcW w:w="4253" w:type="dxa"/>
          </w:tcPr>
          <w:p w14:paraId="468B6F6A" w14:textId="6F04DC1F" w:rsidR="00461180" w:rsidRPr="005217D9" w:rsidRDefault="00461180" w:rsidP="005654B5">
            <w:pPr>
              <w:pStyle w:val="Kehatekst"/>
              <w:rPr>
                <w:rFonts w:ascii="Arial" w:hAnsi="Arial" w:cs="Arial"/>
                <w:szCs w:val="22"/>
                <w:lang w:val="et-EE"/>
              </w:rPr>
            </w:pPr>
            <w:r w:rsidRPr="005217D9">
              <w:rPr>
                <w:rFonts w:ascii="Arial" w:hAnsi="Arial" w:cs="Arial"/>
                <w:szCs w:val="22"/>
                <w:lang w:val="et-EE"/>
              </w:rPr>
              <w:t xml:space="preserve">E-post: </w:t>
            </w:r>
            <w:r w:rsidR="005654B5">
              <w:rPr>
                <w:rFonts w:ascii="Arial" w:hAnsi="Arial" w:cs="Arial"/>
                <w:bCs/>
                <w:szCs w:val="22"/>
                <w:lang w:val="et-EE"/>
              </w:rPr>
              <w:t>btf</w:t>
            </w:r>
            <w:r w:rsidR="00EA0C51" w:rsidRPr="005217D9">
              <w:rPr>
                <w:rFonts w:ascii="Arial" w:hAnsi="Arial" w:cs="Arial"/>
                <w:bCs/>
                <w:szCs w:val="22"/>
                <w:lang w:val="et-EE"/>
              </w:rPr>
              <w:t>@birdeyecapital.com</w:t>
            </w:r>
          </w:p>
        </w:tc>
        <w:tc>
          <w:tcPr>
            <w:tcW w:w="4110" w:type="dxa"/>
          </w:tcPr>
          <w:p w14:paraId="6E3E0155" w14:textId="0CCAF371" w:rsidR="00461180" w:rsidRPr="00400AA7" w:rsidRDefault="00461180" w:rsidP="00334E93">
            <w:pPr>
              <w:pStyle w:val="Kehatekst"/>
              <w:rPr>
                <w:rFonts w:ascii="Arial" w:hAnsi="Arial" w:cs="Arial"/>
                <w:szCs w:val="22"/>
                <w:lang w:val="et-EE"/>
              </w:rPr>
            </w:pPr>
            <w:r w:rsidRPr="00400AA7">
              <w:rPr>
                <w:rFonts w:ascii="Arial" w:hAnsi="Arial" w:cs="Arial"/>
                <w:szCs w:val="22"/>
                <w:lang w:val="et-EE"/>
              </w:rPr>
              <w:t xml:space="preserve">E-post: </w:t>
            </w:r>
            <w:proofErr w:type="spellStart"/>
            <w:r w:rsidR="00E3563D">
              <w:rPr>
                <w:rFonts w:ascii="Arial" w:hAnsi="Arial" w:cs="Arial"/>
                <w:szCs w:val="22"/>
              </w:rPr>
              <w:t>Kristo.Kokk</w:t>
            </w:r>
            <w:proofErr w:type="spellEnd"/>
            <w:r w:rsidR="00E3563D" w:rsidRPr="005217D9">
              <w:rPr>
                <w:rFonts w:ascii="Arial" w:hAnsi="Arial" w:cs="Arial"/>
                <w:bCs/>
                <w:szCs w:val="22"/>
                <w:lang w:val="et-EE"/>
              </w:rPr>
              <w:t>@</w:t>
            </w:r>
            <w:r w:rsidR="00E3563D">
              <w:rPr>
                <w:rFonts w:ascii="Arial" w:hAnsi="Arial" w:cs="Arial"/>
                <w:szCs w:val="22"/>
              </w:rPr>
              <w:t>rmk.ee</w:t>
            </w:r>
          </w:p>
        </w:tc>
      </w:tr>
      <w:tr w:rsidR="00461180" w:rsidRPr="005217D9" w14:paraId="63005A4A" w14:textId="77777777" w:rsidTr="007D3613">
        <w:trPr>
          <w:gridAfter w:val="1"/>
          <w:wAfter w:w="4110" w:type="dxa"/>
        </w:trPr>
        <w:tc>
          <w:tcPr>
            <w:tcW w:w="4253" w:type="dxa"/>
          </w:tcPr>
          <w:p w14:paraId="58DAF546" w14:textId="77777777" w:rsidR="00461180" w:rsidRPr="005217D9" w:rsidRDefault="00461180" w:rsidP="000D759C">
            <w:pPr>
              <w:pStyle w:val="Kehatekst"/>
              <w:rPr>
                <w:rFonts w:ascii="Arial" w:hAnsi="Arial" w:cs="Arial"/>
                <w:szCs w:val="22"/>
                <w:lang w:val="et-EE"/>
              </w:rPr>
            </w:pPr>
          </w:p>
        </w:tc>
      </w:tr>
    </w:tbl>
    <w:p w14:paraId="1F94BD40" w14:textId="77777777" w:rsidR="00461180" w:rsidRPr="005217D9" w:rsidRDefault="00461180" w:rsidP="00461180">
      <w:pPr>
        <w:pStyle w:val="Loend"/>
      </w:pPr>
      <w:r w:rsidRPr="005217D9">
        <w:t>Lepinguga seonduv mistahes kommunikatsioon loetakse nõuetekohaselt kätte saaduks:</w:t>
      </w:r>
    </w:p>
    <w:p w14:paraId="282CF719" w14:textId="77777777" w:rsidR="00461180" w:rsidRPr="005217D9" w:rsidRDefault="00461180" w:rsidP="00461180">
      <w:pPr>
        <w:pStyle w:val="Preambul"/>
      </w:pPr>
      <w:r w:rsidRPr="005217D9">
        <w:t>adressaadile allkirja vastu üleandmise momendil;</w:t>
      </w:r>
    </w:p>
    <w:p w14:paraId="6010526C" w14:textId="77777777" w:rsidR="00461180" w:rsidRPr="005217D9" w:rsidRDefault="00461180" w:rsidP="00461180">
      <w:pPr>
        <w:pStyle w:val="Preambul"/>
      </w:pPr>
      <w:r w:rsidRPr="005217D9">
        <w:t>5. tööpäeval tähitud kirja postitamisest või kullerile selle üleandmisest;</w:t>
      </w:r>
    </w:p>
    <w:p w14:paraId="6D36D8FE" w14:textId="77777777" w:rsidR="00461180" w:rsidRPr="001D0867" w:rsidRDefault="00461180" w:rsidP="00461180">
      <w:pPr>
        <w:pStyle w:val="Preambul"/>
      </w:pPr>
      <w:r w:rsidRPr="001D0867">
        <w:t xml:space="preserve">adressaadilt e-kirja kättesaamise kinnituse saamisega või adressaadi e-kirja teel saadetud mistahes vastusega, aga hiljemalt 5. tööpäeval e-kirja adressaadile saatmisest. </w:t>
      </w:r>
    </w:p>
    <w:p w14:paraId="6C2F675B" w14:textId="04E0FE01" w:rsidR="00461180" w:rsidRPr="005217D9" w:rsidRDefault="00461180" w:rsidP="00461180">
      <w:pPr>
        <w:pStyle w:val="Loend"/>
      </w:pPr>
      <w:r w:rsidRPr="005217D9">
        <w:t xml:space="preserve">Kui Pool nõuetekohaselt ei teavita kontaktandmete muutumisest, loetakse </w:t>
      </w:r>
      <w:r w:rsidRPr="005217D9">
        <w:rPr>
          <w:b/>
        </w:rPr>
        <w:t xml:space="preserve">punktis </w:t>
      </w:r>
      <w:r w:rsidR="003361E0" w:rsidRPr="005217D9">
        <w:rPr>
          <w:b/>
        </w:rPr>
        <w:fldChar w:fldCharType="begin"/>
      </w:r>
      <w:r w:rsidR="006F19CE" w:rsidRPr="005217D9">
        <w:rPr>
          <w:b/>
        </w:rPr>
        <w:instrText xml:space="preserve"> REF _Ref384139383 \r \h </w:instrText>
      </w:r>
      <w:r w:rsidR="003361E0" w:rsidRPr="005217D9">
        <w:rPr>
          <w:b/>
        </w:rPr>
      </w:r>
      <w:r w:rsidR="003361E0" w:rsidRPr="005217D9">
        <w:rPr>
          <w:b/>
        </w:rPr>
        <w:fldChar w:fldCharType="separate"/>
      </w:r>
      <w:r w:rsidR="00960ABD">
        <w:rPr>
          <w:b/>
        </w:rPr>
        <w:t>10</w:t>
      </w:r>
      <w:r w:rsidR="003B68EB" w:rsidRPr="005217D9">
        <w:rPr>
          <w:b/>
        </w:rPr>
        <w:t>.1</w:t>
      </w:r>
      <w:r w:rsidR="003361E0" w:rsidRPr="005217D9">
        <w:rPr>
          <w:b/>
        </w:rPr>
        <w:fldChar w:fldCharType="end"/>
      </w:r>
      <w:r w:rsidR="003361E0" w:rsidRPr="005217D9">
        <w:rPr>
          <w:b/>
        </w:rPr>
        <w:fldChar w:fldCharType="begin"/>
      </w:r>
      <w:r w:rsidR="006F19CE" w:rsidRPr="005217D9">
        <w:rPr>
          <w:b/>
        </w:rPr>
        <w:instrText xml:space="preserve"> REF _Ref384139384 \r \h </w:instrText>
      </w:r>
      <w:r w:rsidR="003361E0" w:rsidRPr="005217D9">
        <w:rPr>
          <w:b/>
        </w:rPr>
      </w:r>
      <w:r w:rsidR="003361E0" w:rsidRPr="005217D9">
        <w:rPr>
          <w:b/>
        </w:rPr>
        <w:fldChar w:fldCharType="separate"/>
      </w:r>
      <w:r w:rsidR="003B68EB" w:rsidRPr="005217D9">
        <w:rPr>
          <w:b/>
        </w:rPr>
        <w:t>(a)</w:t>
      </w:r>
      <w:r w:rsidR="003361E0" w:rsidRPr="005217D9">
        <w:rPr>
          <w:b/>
        </w:rPr>
        <w:fldChar w:fldCharType="end"/>
      </w:r>
      <w:r w:rsidR="006F19CE" w:rsidRPr="005217D9">
        <w:rPr>
          <w:b/>
        </w:rPr>
        <w:t xml:space="preserve"> </w:t>
      </w:r>
      <w:r w:rsidRPr="005217D9">
        <w:t>nimetatud kontaktandmetele edastatud mistahes kommunikatsioon nõuetekohaselt edastatuks.</w:t>
      </w:r>
    </w:p>
    <w:p w14:paraId="06CF0633" w14:textId="77777777" w:rsidR="00461180" w:rsidRPr="005217D9" w:rsidRDefault="00461180" w:rsidP="00461180">
      <w:pPr>
        <w:pStyle w:val="Pealkiri2"/>
      </w:pPr>
      <w:bookmarkStart w:id="48" w:name="_Toc375238640"/>
      <w:bookmarkStart w:id="49" w:name="_Toc316908189"/>
      <w:bookmarkStart w:id="50" w:name="_Toc365328655"/>
      <w:r w:rsidRPr="005217D9">
        <w:t>Lepingu muutmine</w:t>
      </w:r>
      <w:bookmarkEnd w:id="48"/>
    </w:p>
    <w:p w14:paraId="5CFF4FD5" w14:textId="504A4B60" w:rsidR="00461180" w:rsidRPr="005217D9" w:rsidRDefault="00461180" w:rsidP="0008274F">
      <w:r w:rsidRPr="005217D9">
        <w:t xml:space="preserve">Lepingut võib muuta või täiendada vaid </w:t>
      </w:r>
      <w:r w:rsidR="00976569">
        <w:t xml:space="preserve">Poolte </w:t>
      </w:r>
      <w:r w:rsidRPr="005217D9">
        <w:t>kirjalikul kokkuleppel. Vastavad muudatused jõustuvad muudatuste või täienduste Poolte poolt alla kirjutamise hetkest, kui Pooled ei lepi kokku teisiti.</w:t>
      </w:r>
      <w:bookmarkEnd w:id="49"/>
      <w:bookmarkEnd w:id="50"/>
    </w:p>
    <w:p w14:paraId="121CB0FE" w14:textId="77777777" w:rsidR="00461180" w:rsidRPr="005217D9" w:rsidRDefault="00461180" w:rsidP="00461180">
      <w:pPr>
        <w:pStyle w:val="Pealkiri2"/>
      </w:pPr>
      <w:bookmarkStart w:id="51" w:name="_Toc375238641"/>
      <w:r w:rsidRPr="005217D9">
        <w:t>Kulud</w:t>
      </w:r>
      <w:bookmarkEnd w:id="51"/>
    </w:p>
    <w:p w14:paraId="71BEC55B" w14:textId="77777777" w:rsidR="00461180" w:rsidRPr="005217D9" w:rsidRDefault="00461180" w:rsidP="00461180">
      <w:r w:rsidRPr="005217D9">
        <w:t>Iga Pool kannab tema poolt Lepingu ettevalmistamise ja sõlmimisega seotud kulutused.</w:t>
      </w:r>
    </w:p>
    <w:p w14:paraId="13436C0E" w14:textId="131FCACE" w:rsidR="004149A2" w:rsidRPr="005217D9" w:rsidRDefault="002A3D96" w:rsidP="00FD3F50">
      <w:pPr>
        <w:pStyle w:val="Pealkiri1"/>
        <w:numPr>
          <w:ilvl w:val="0"/>
          <w:numId w:val="0"/>
        </w:numPr>
        <w:ind w:left="720" w:hanging="720"/>
      </w:pPr>
      <w:bookmarkStart w:id="52" w:name="_Toc365328656"/>
      <w:bookmarkStart w:id="53" w:name="_Toc370802662"/>
      <w:bookmarkEnd w:id="27"/>
      <w:bookmarkEnd w:id="28"/>
      <w:bookmarkEnd w:id="29"/>
      <w:bookmarkEnd w:id="30"/>
      <w:bookmarkEnd w:id="31"/>
      <w:bookmarkEnd w:id="32"/>
      <w:bookmarkEnd w:id="33"/>
      <w:bookmarkEnd w:id="34"/>
      <w:r w:rsidRPr="005217D9">
        <w:t>ALLKIRJAD</w:t>
      </w:r>
      <w:bookmarkEnd w:id="52"/>
      <w:bookmarkEnd w:id="53"/>
    </w:p>
    <w:p w14:paraId="1C9518F9" w14:textId="77777777" w:rsidR="00233BC5" w:rsidRPr="005217D9" w:rsidRDefault="00233BC5" w:rsidP="00233BC5">
      <w:r w:rsidRPr="005217D9">
        <w:rPr>
          <w:b/>
        </w:rPr>
        <w:t>EELTOODU KINNITUSEKS</w:t>
      </w:r>
      <w:r w:rsidRPr="005217D9">
        <w:t xml:space="preserve">, on Pooled, tegutsedes </w:t>
      </w:r>
      <w:r w:rsidR="002A3D96" w:rsidRPr="005217D9">
        <w:t>nõuetekohaselt volitatud isikute kaudu</w:t>
      </w:r>
      <w:r w:rsidR="004D4C4B" w:rsidRPr="005217D9">
        <w:t>, Lepingule alla kirjutanud.</w:t>
      </w:r>
    </w:p>
    <w:tbl>
      <w:tblPr>
        <w:tblW w:w="5000" w:type="pct"/>
        <w:tblBorders>
          <w:top w:val="nil"/>
          <w:left w:val="nil"/>
          <w:bottom w:val="nil"/>
          <w:right w:val="nil"/>
          <w:insideH w:val="nil"/>
          <w:insideV w:val="nil"/>
        </w:tblBorders>
        <w:tblCellMar>
          <w:left w:w="70" w:type="dxa"/>
          <w:right w:w="70" w:type="dxa"/>
        </w:tblCellMar>
        <w:tblLook w:val="00A0" w:firstRow="1" w:lastRow="0" w:firstColumn="1" w:lastColumn="0" w:noHBand="0" w:noVBand="0"/>
      </w:tblPr>
      <w:tblGrid>
        <w:gridCol w:w="829"/>
        <w:gridCol w:w="3673"/>
        <w:gridCol w:w="878"/>
        <w:gridCol w:w="3690"/>
      </w:tblGrid>
      <w:tr w:rsidR="00E3711F" w:rsidRPr="005217D9" w14:paraId="16F9DED5" w14:textId="77777777" w:rsidTr="000D759C">
        <w:tc>
          <w:tcPr>
            <w:tcW w:w="457" w:type="pct"/>
          </w:tcPr>
          <w:p w14:paraId="1EEBD1AA" w14:textId="77777777" w:rsidR="00E3711F" w:rsidRPr="005217D9" w:rsidRDefault="00E3711F" w:rsidP="000D759C">
            <w:pPr>
              <w:pStyle w:val="Kehatekst"/>
              <w:suppressAutoHyphens/>
              <w:rPr>
                <w:rFonts w:ascii="Arial" w:hAnsi="Arial" w:cs="Arial"/>
                <w:b/>
                <w:lang w:val="et-EE"/>
              </w:rPr>
            </w:pPr>
          </w:p>
        </w:tc>
        <w:tc>
          <w:tcPr>
            <w:tcW w:w="2025" w:type="pct"/>
          </w:tcPr>
          <w:p w14:paraId="57D72BFE" w14:textId="0EF73C70" w:rsidR="00E3711F" w:rsidRPr="00A73EE9" w:rsidRDefault="001161F1" w:rsidP="00AF21BC">
            <w:pPr>
              <w:pStyle w:val="Kehatekst"/>
              <w:suppressAutoHyphens/>
              <w:rPr>
                <w:rFonts w:ascii="Arial" w:hAnsi="Arial" w:cs="Arial"/>
                <w:b/>
                <w:lang w:val="et-EE"/>
              </w:rPr>
            </w:pPr>
            <w:r>
              <w:rPr>
                <w:rFonts w:ascii="Arial" w:hAnsi="Arial" w:cs="Arial"/>
                <w:b/>
                <w:bCs/>
              </w:rPr>
              <w:t>BTF</w:t>
            </w:r>
            <w:r w:rsidR="00C43719">
              <w:rPr>
                <w:rFonts w:ascii="Arial" w:hAnsi="Arial" w:cs="Arial"/>
                <w:b/>
                <w:bCs/>
              </w:rPr>
              <w:t>3</w:t>
            </w:r>
            <w:r>
              <w:rPr>
                <w:rFonts w:ascii="Arial" w:hAnsi="Arial" w:cs="Arial"/>
                <w:b/>
                <w:bCs/>
              </w:rPr>
              <w:t xml:space="preserve"> </w:t>
            </w:r>
            <w:r w:rsidR="00C43719">
              <w:rPr>
                <w:rFonts w:ascii="Arial" w:hAnsi="Arial" w:cs="Arial"/>
                <w:b/>
                <w:bCs/>
              </w:rPr>
              <w:t>B</w:t>
            </w:r>
            <w:r>
              <w:rPr>
                <w:rFonts w:ascii="Arial" w:hAnsi="Arial" w:cs="Arial"/>
                <w:b/>
                <w:bCs/>
              </w:rPr>
              <w:t xml:space="preserve"> OÜ</w:t>
            </w:r>
          </w:p>
        </w:tc>
        <w:tc>
          <w:tcPr>
            <w:tcW w:w="484" w:type="pct"/>
          </w:tcPr>
          <w:p w14:paraId="74BF82D1" w14:textId="77777777" w:rsidR="00E3711F" w:rsidRPr="005217D9" w:rsidRDefault="00E3711F" w:rsidP="000D759C">
            <w:pPr>
              <w:pStyle w:val="Kehatekst"/>
              <w:suppressAutoHyphens/>
              <w:rPr>
                <w:rFonts w:ascii="Arial" w:hAnsi="Arial"/>
                <w:lang w:val="et-EE"/>
              </w:rPr>
            </w:pPr>
          </w:p>
        </w:tc>
        <w:tc>
          <w:tcPr>
            <w:tcW w:w="2034" w:type="pct"/>
          </w:tcPr>
          <w:p w14:paraId="720A7A11" w14:textId="0163FD2E" w:rsidR="00E3711F" w:rsidRPr="00FC2F07" w:rsidRDefault="00FC6FCA" w:rsidP="0052130C">
            <w:pPr>
              <w:pStyle w:val="Kehatekst"/>
              <w:suppressAutoHyphens/>
              <w:rPr>
                <w:rFonts w:ascii="Arial" w:hAnsi="Arial" w:cs="Arial"/>
                <w:b/>
                <w:lang w:val="et-EE"/>
              </w:rPr>
            </w:pPr>
            <w:proofErr w:type="spellStart"/>
            <w:r>
              <w:rPr>
                <w:rFonts w:ascii="Arial" w:hAnsi="Arial" w:cs="Arial"/>
                <w:b/>
              </w:rPr>
              <w:t>Riigimetsa</w:t>
            </w:r>
            <w:proofErr w:type="spellEnd"/>
            <w:r>
              <w:rPr>
                <w:rFonts w:ascii="Arial" w:hAnsi="Arial" w:cs="Arial"/>
                <w:b/>
              </w:rPr>
              <w:t xml:space="preserve"> </w:t>
            </w:r>
            <w:proofErr w:type="spellStart"/>
            <w:r>
              <w:rPr>
                <w:rFonts w:ascii="Arial" w:hAnsi="Arial" w:cs="Arial"/>
                <w:b/>
              </w:rPr>
              <w:t>Majandamise</w:t>
            </w:r>
            <w:proofErr w:type="spellEnd"/>
            <w:r>
              <w:rPr>
                <w:rFonts w:ascii="Arial" w:hAnsi="Arial" w:cs="Arial"/>
                <w:b/>
              </w:rPr>
              <w:t xml:space="preserve"> </w:t>
            </w:r>
            <w:proofErr w:type="spellStart"/>
            <w:r>
              <w:rPr>
                <w:rFonts w:ascii="Arial" w:hAnsi="Arial" w:cs="Arial"/>
                <w:b/>
              </w:rPr>
              <w:t>Keskus</w:t>
            </w:r>
            <w:proofErr w:type="spellEnd"/>
          </w:p>
        </w:tc>
      </w:tr>
      <w:tr w:rsidR="00E3711F" w:rsidRPr="005217D9" w14:paraId="21F2799D" w14:textId="77777777" w:rsidTr="000D759C">
        <w:tc>
          <w:tcPr>
            <w:tcW w:w="457" w:type="pct"/>
          </w:tcPr>
          <w:p w14:paraId="0AE64036" w14:textId="77777777" w:rsidR="00E3711F" w:rsidRPr="005217D9" w:rsidRDefault="00E3711F" w:rsidP="000D759C">
            <w:pPr>
              <w:pStyle w:val="Kehatekst"/>
              <w:suppressAutoHyphens/>
              <w:rPr>
                <w:rFonts w:ascii="Arial" w:hAnsi="Arial" w:cs="Arial"/>
                <w:lang w:val="et-EE"/>
              </w:rPr>
            </w:pPr>
          </w:p>
        </w:tc>
        <w:tc>
          <w:tcPr>
            <w:tcW w:w="2025" w:type="pct"/>
          </w:tcPr>
          <w:p w14:paraId="3E3A1F40" w14:textId="77777777" w:rsidR="00E3711F" w:rsidRPr="005217D9" w:rsidRDefault="00E3711F" w:rsidP="000D759C">
            <w:pPr>
              <w:pStyle w:val="Kehatekst"/>
              <w:suppressAutoHyphens/>
              <w:rPr>
                <w:rFonts w:ascii="Arial" w:hAnsi="Arial" w:cs="Arial"/>
                <w:lang w:val="et-EE"/>
              </w:rPr>
            </w:pPr>
          </w:p>
        </w:tc>
        <w:tc>
          <w:tcPr>
            <w:tcW w:w="484" w:type="pct"/>
          </w:tcPr>
          <w:p w14:paraId="56CDA69A" w14:textId="77777777" w:rsidR="00E3711F" w:rsidRPr="005217D9" w:rsidRDefault="00E3711F" w:rsidP="000D759C">
            <w:pPr>
              <w:pStyle w:val="Kehatekst"/>
              <w:suppressAutoHyphens/>
              <w:rPr>
                <w:rFonts w:ascii="Arial" w:hAnsi="Arial"/>
                <w:lang w:val="et-EE"/>
              </w:rPr>
            </w:pPr>
          </w:p>
        </w:tc>
        <w:tc>
          <w:tcPr>
            <w:tcW w:w="2034" w:type="pct"/>
          </w:tcPr>
          <w:p w14:paraId="2A7D3F4F" w14:textId="77777777" w:rsidR="00E3711F" w:rsidRPr="005217D9" w:rsidRDefault="00E3711F" w:rsidP="000D759C">
            <w:pPr>
              <w:pStyle w:val="Kehatekst"/>
              <w:suppressAutoHyphens/>
              <w:rPr>
                <w:rFonts w:ascii="Arial" w:hAnsi="Arial" w:cs="Arial"/>
                <w:b/>
                <w:lang w:val="et-EE"/>
              </w:rPr>
            </w:pPr>
          </w:p>
        </w:tc>
      </w:tr>
      <w:tr w:rsidR="00E3711F" w:rsidRPr="005217D9" w14:paraId="5523E006" w14:textId="77777777" w:rsidTr="000D759C">
        <w:tc>
          <w:tcPr>
            <w:tcW w:w="457" w:type="pct"/>
          </w:tcPr>
          <w:p w14:paraId="6E30538D" w14:textId="77777777" w:rsidR="00E3711F" w:rsidRPr="005217D9" w:rsidRDefault="00E3711F" w:rsidP="000D759C">
            <w:pPr>
              <w:pStyle w:val="Kehatekst"/>
              <w:suppressAutoHyphens/>
              <w:rPr>
                <w:rFonts w:ascii="Arial" w:hAnsi="Arial" w:cs="Arial"/>
                <w:lang w:val="et-EE"/>
              </w:rPr>
            </w:pPr>
          </w:p>
        </w:tc>
        <w:tc>
          <w:tcPr>
            <w:tcW w:w="2025" w:type="pct"/>
          </w:tcPr>
          <w:p w14:paraId="4F02280E"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/digiallkiri/</w:t>
            </w:r>
          </w:p>
        </w:tc>
        <w:tc>
          <w:tcPr>
            <w:tcW w:w="484" w:type="pct"/>
          </w:tcPr>
          <w:p w14:paraId="20C78737" w14:textId="77777777" w:rsidR="00E3711F" w:rsidRPr="005217D9" w:rsidRDefault="00E3711F" w:rsidP="000D759C">
            <w:pPr>
              <w:pStyle w:val="Kehatekst"/>
              <w:suppressAutoHyphens/>
              <w:rPr>
                <w:rFonts w:ascii="Arial" w:hAnsi="Arial"/>
                <w:lang w:val="et-EE"/>
              </w:rPr>
            </w:pPr>
          </w:p>
        </w:tc>
        <w:tc>
          <w:tcPr>
            <w:tcW w:w="2034" w:type="pct"/>
          </w:tcPr>
          <w:p w14:paraId="219B1290"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/digiallkiri/</w:t>
            </w:r>
          </w:p>
        </w:tc>
      </w:tr>
      <w:tr w:rsidR="00E3711F" w:rsidRPr="005217D9" w14:paraId="1AC72D3D" w14:textId="77777777" w:rsidTr="000D759C">
        <w:tc>
          <w:tcPr>
            <w:tcW w:w="457" w:type="pct"/>
          </w:tcPr>
          <w:p w14:paraId="5C562B7B" w14:textId="77777777" w:rsidR="00E3711F" w:rsidRPr="005217D9" w:rsidRDefault="00E3711F" w:rsidP="000D759C">
            <w:pPr>
              <w:pStyle w:val="Kehatekst"/>
              <w:suppressAutoHyphens/>
              <w:rPr>
                <w:rFonts w:ascii="Arial" w:hAnsi="Arial" w:cs="Arial"/>
                <w:lang w:val="et-EE"/>
              </w:rPr>
            </w:pPr>
          </w:p>
        </w:tc>
        <w:tc>
          <w:tcPr>
            <w:tcW w:w="2025" w:type="pct"/>
          </w:tcPr>
          <w:p w14:paraId="70CEFDB3"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_________________________</w:t>
            </w:r>
          </w:p>
        </w:tc>
        <w:tc>
          <w:tcPr>
            <w:tcW w:w="484" w:type="pct"/>
          </w:tcPr>
          <w:p w14:paraId="4FE7AB12" w14:textId="77777777" w:rsidR="00E3711F" w:rsidRPr="005217D9" w:rsidRDefault="00E3711F" w:rsidP="000D759C">
            <w:pPr>
              <w:pStyle w:val="Kehatekst"/>
              <w:suppressAutoHyphens/>
              <w:rPr>
                <w:rFonts w:ascii="Arial" w:hAnsi="Arial"/>
                <w:lang w:val="et-EE"/>
              </w:rPr>
            </w:pPr>
          </w:p>
        </w:tc>
        <w:tc>
          <w:tcPr>
            <w:tcW w:w="2034" w:type="pct"/>
          </w:tcPr>
          <w:p w14:paraId="059AB2BA"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_________________________</w:t>
            </w:r>
          </w:p>
        </w:tc>
      </w:tr>
      <w:tr w:rsidR="00E3711F" w:rsidRPr="005217D9" w14:paraId="568323DB" w14:textId="77777777" w:rsidTr="000D759C">
        <w:tc>
          <w:tcPr>
            <w:tcW w:w="457" w:type="pct"/>
          </w:tcPr>
          <w:p w14:paraId="661F4251"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Nimi:</w:t>
            </w:r>
          </w:p>
        </w:tc>
        <w:tc>
          <w:tcPr>
            <w:tcW w:w="2025" w:type="pct"/>
          </w:tcPr>
          <w:p w14:paraId="5840105D" w14:textId="31407D39" w:rsidR="00E3711F" w:rsidRPr="005217D9" w:rsidRDefault="005334C9" w:rsidP="000D759C">
            <w:pPr>
              <w:pStyle w:val="Kehatekst"/>
              <w:suppressAutoHyphens/>
              <w:rPr>
                <w:rFonts w:ascii="Arial" w:hAnsi="Arial" w:cs="Arial"/>
                <w:lang w:val="et-EE"/>
              </w:rPr>
            </w:pPr>
            <w:r>
              <w:rPr>
                <w:rFonts w:ascii="Arial" w:hAnsi="Arial" w:cs="Arial"/>
                <w:lang w:val="et-EE"/>
              </w:rPr>
              <w:t xml:space="preserve">Sander </w:t>
            </w:r>
            <w:proofErr w:type="spellStart"/>
            <w:r>
              <w:rPr>
                <w:rFonts w:ascii="Arial" w:hAnsi="Arial" w:cs="Arial"/>
                <w:lang w:val="et-EE"/>
              </w:rPr>
              <w:t>Pullerits</w:t>
            </w:r>
            <w:proofErr w:type="spellEnd"/>
          </w:p>
        </w:tc>
        <w:tc>
          <w:tcPr>
            <w:tcW w:w="484" w:type="pct"/>
          </w:tcPr>
          <w:p w14:paraId="2CC0B20D" w14:textId="77777777" w:rsidR="00E3711F" w:rsidRPr="005217D9" w:rsidRDefault="00E3711F" w:rsidP="000D759C">
            <w:pPr>
              <w:pStyle w:val="Kehatekst"/>
              <w:suppressAutoHyphens/>
              <w:rPr>
                <w:rFonts w:ascii="Arial" w:hAnsi="Arial"/>
                <w:lang w:val="et-EE"/>
              </w:rPr>
            </w:pPr>
            <w:r w:rsidRPr="005217D9">
              <w:rPr>
                <w:rFonts w:ascii="Arial" w:hAnsi="Arial"/>
                <w:lang w:val="et-EE"/>
              </w:rPr>
              <w:t>Nimi:</w:t>
            </w:r>
          </w:p>
        </w:tc>
        <w:tc>
          <w:tcPr>
            <w:tcW w:w="2034" w:type="pct"/>
          </w:tcPr>
          <w:p w14:paraId="777B76A2" w14:textId="43D3E224" w:rsidR="00E3711F" w:rsidRPr="005217D9" w:rsidRDefault="00FC6FCA" w:rsidP="000D759C">
            <w:pPr>
              <w:pStyle w:val="Kehatekst"/>
              <w:suppressAutoHyphens/>
              <w:rPr>
                <w:rFonts w:ascii="Arial" w:hAnsi="Arial" w:cs="Arial"/>
                <w:lang w:val="et-EE"/>
              </w:rPr>
            </w:pPr>
            <w:r>
              <w:rPr>
                <w:rFonts w:ascii="Arial" w:hAnsi="Arial" w:cs="Arial"/>
                <w:lang w:val="et-EE"/>
              </w:rPr>
              <w:t>Kristo Kokk</w:t>
            </w:r>
          </w:p>
        </w:tc>
      </w:tr>
      <w:tr w:rsidR="00E3711F" w:rsidRPr="005217D9" w14:paraId="03CE8C03" w14:textId="77777777" w:rsidTr="000D759C">
        <w:tc>
          <w:tcPr>
            <w:tcW w:w="457" w:type="pct"/>
          </w:tcPr>
          <w:p w14:paraId="00035DE8" w14:textId="77777777" w:rsidR="00E3711F" w:rsidRPr="005217D9" w:rsidRDefault="00E3711F" w:rsidP="000D759C">
            <w:pPr>
              <w:pStyle w:val="Kehatekst"/>
              <w:suppressAutoHyphens/>
              <w:rPr>
                <w:rFonts w:ascii="Arial" w:hAnsi="Arial" w:cs="Arial"/>
                <w:lang w:val="et-EE"/>
              </w:rPr>
            </w:pPr>
            <w:r w:rsidRPr="005217D9">
              <w:rPr>
                <w:rFonts w:ascii="Arial" w:hAnsi="Arial" w:cs="Arial"/>
                <w:lang w:val="et-EE"/>
              </w:rPr>
              <w:t>Alus:</w:t>
            </w:r>
          </w:p>
        </w:tc>
        <w:tc>
          <w:tcPr>
            <w:tcW w:w="2025" w:type="pct"/>
          </w:tcPr>
          <w:p w14:paraId="1C363C7D" w14:textId="77777777" w:rsidR="00E3711F" w:rsidRPr="005217D9" w:rsidRDefault="00416D91" w:rsidP="000D759C">
            <w:pPr>
              <w:pStyle w:val="Kehatekst"/>
              <w:suppressAutoHyphens/>
              <w:jc w:val="left"/>
              <w:rPr>
                <w:rFonts w:ascii="Arial" w:hAnsi="Arial" w:cs="Arial"/>
                <w:lang w:val="et-EE"/>
              </w:rPr>
            </w:pPr>
            <w:r w:rsidRPr="005217D9">
              <w:rPr>
                <w:rFonts w:ascii="Arial" w:hAnsi="Arial" w:cs="Arial"/>
                <w:lang w:val="et-EE"/>
              </w:rPr>
              <w:t>juhatuse liige</w:t>
            </w:r>
          </w:p>
        </w:tc>
        <w:tc>
          <w:tcPr>
            <w:tcW w:w="484" w:type="pct"/>
          </w:tcPr>
          <w:p w14:paraId="67BB4B85" w14:textId="77777777" w:rsidR="00E3711F" w:rsidRPr="005217D9" w:rsidRDefault="00E3711F" w:rsidP="000D759C">
            <w:pPr>
              <w:pStyle w:val="Kehatekst"/>
              <w:suppressAutoHyphens/>
              <w:rPr>
                <w:rFonts w:ascii="Arial" w:hAnsi="Arial"/>
                <w:lang w:val="et-EE"/>
              </w:rPr>
            </w:pPr>
            <w:r w:rsidRPr="005217D9">
              <w:rPr>
                <w:rFonts w:ascii="Arial" w:hAnsi="Arial"/>
                <w:lang w:val="et-EE"/>
              </w:rPr>
              <w:t>Alus:</w:t>
            </w:r>
          </w:p>
        </w:tc>
        <w:tc>
          <w:tcPr>
            <w:tcW w:w="2034" w:type="pct"/>
          </w:tcPr>
          <w:p w14:paraId="174D1941" w14:textId="532D670F" w:rsidR="00E3711F" w:rsidRPr="005217D9" w:rsidRDefault="00D63AB2" w:rsidP="000D759C">
            <w:pPr>
              <w:pStyle w:val="Kehatekst"/>
              <w:suppressAutoHyphens/>
              <w:rPr>
                <w:rFonts w:ascii="Arial" w:hAnsi="Arial" w:cs="Arial"/>
                <w:lang w:val="et-EE"/>
              </w:rPr>
            </w:pPr>
            <w:r>
              <w:rPr>
                <w:rFonts w:ascii="Arial" w:hAnsi="Arial" w:cs="Arial"/>
                <w:lang w:val="et-EE"/>
              </w:rPr>
              <w:t>RMK Kagu regiooni juht</w:t>
            </w:r>
          </w:p>
        </w:tc>
      </w:tr>
      <w:tr w:rsidR="00E3711F" w:rsidRPr="005217D9" w14:paraId="6037A1E8" w14:textId="77777777" w:rsidTr="000D759C">
        <w:tc>
          <w:tcPr>
            <w:tcW w:w="457" w:type="pct"/>
          </w:tcPr>
          <w:p w14:paraId="25DE07D0" w14:textId="77777777" w:rsidR="00E3711F" w:rsidRPr="005217D9" w:rsidRDefault="00E3711F" w:rsidP="000D759C">
            <w:pPr>
              <w:pStyle w:val="Kehatekst"/>
              <w:suppressAutoHyphens/>
              <w:rPr>
                <w:rFonts w:ascii="Arial" w:hAnsi="Arial"/>
                <w:lang w:val="et-EE"/>
              </w:rPr>
            </w:pPr>
          </w:p>
        </w:tc>
        <w:tc>
          <w:tcPr>
            <w:tcW w:w="2025" w:type="pct"/>
          </w:tcPr>
          <w:p w14:paraId="51DE7D4B" w14:textId="77777777" w:rsidR="00E3711F" w:rsidRPr="005217D9" w:rsidRDefault="00E3711F" w:rsidP="000D759C">
            <w:pPr>
              <w:pStyle w:val="Kehatekst"/>
              <w:suppressAutoHyphens/>
              <w:rPr>
                <w:rFonts w:ascii="Arial" w:hAnsi="Arial" w:cs="Arial"/>
                <w:b/>
                <w:lang w:val="et-EE"/>
              </w:rPr>
            </w:pPr>
          </w:p>
        </w:tc>
        <w:tc>
          <w:tcPr>
            <w:tcW w:w="484" w:type="pct"/>
          </w:tcPr>
          <w:p w14:paraId="5F799211" w14:textId="77777777" w:rsidR="00E3711F" w:rsidRPr="005217D9" w:rsidRDefault="00E3711F" w:rsidP="000D759C">
            <w:pPr>
              <w:pStyle w:val="Kehatekst"/>
              <w:suppressAutoHyphens/>
              <w:rPr>
                <w:rFonts w:ascii="Arial" w:hAnsi="Arial" w:cs="Arial"/>
                <w:lang w:val="et-EE"/>
              </w:rPr>
            </w:pPr>
          </w:p>
        </w:tc>
        <w:tc>
          <w:tcPr>
            <w:tcW w:w="2034" w:type="pct"/>
          </w:tcPr>
          <w:p w14:paraId="55E57EA0" w14:textId="77777777" w:rsidR="00E3711F" w:rsidRPr="005217D9" w:rsidRDefault="00E3711F" w:rsidP="000D759C">
            <w:pPr>
              <w:pStyle w:val="Kehatekst"/>
              <w:suppressAutoHyphens/>
              <w:rPr>
                <w:rFonts w:ascii="Arial" w:hAnsi="Arial" w:cs="Arial"/>
                <w:b/>
                <w:lang w:val="et-EE"/>
              </w:rPr>
            </w:pPr>
          </w:p>
        </w:tc>
      </w:tr>
      <w:tr w:rsidR="003D56AB" w:rsidRPr="005217D9" w14:paraId="1D2096D5" w14:textId="77777777" w:rsidTr="003D56AB">
        <w:tc>
          <w:tcPr>
            <w:tcW w:w="457" w:type="pct"/>
            <w:tcBorders>
              <w:top w:val="nil"/>
              <w:left w:val="nil"/>
              <w:bottom w:val="nil"/>
              <w:right w:val="nil"/>
            </w:tcBorders>
          </w:tcPr>
          <w:p w14:paraId="514B1CB1" w14:textId="77777777"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4998A338" w14:textId="42DCBFD1" w:rsidR="003D56AB" w:rsidRPr="005217D9" w:rsidRDefault="003D56AB" w:rsidP="000D759C">
            <w:pPr>
              <w:pStyle w:val="Kehatekst"/>
              <w:suppressAutoHyphens/>
              <w:rPr>
                <w:rFonts w:ascii="Arial" w:hAnsi="Arial" w:cs="Arial"/>
                <w:b/>
                <w:lang w:val="et-EE"/>
              </w:rPr>
            </w:pPr>
          </w:p>
        </w:tc>
        <w:tc>
          <w:tcPr>
            <w:tcW w:w="484" w:type="pct"/>
            <w:tcBorders>
              <w:top w:val="nil"/>
              <w:left w:val="nil"/>
              <w:bottom w:val="nil"/>
              <w:right w:val="nil"/>
            </w:tcBorders>
          </w:tcPr>
          <w:p w14:paraId="7FBA6AEA"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2DA48F77" w14:textId="77777777" w:rsidR="003D56AB" w:rsidRPr="005217D9" w:rsidRDefault="003D56AB" w:rsidP="000D759C">
            <w:pPr>
              <w:pStyle w:val="Kehatekst"/>
              <w:suppressAutoHyphens/>
              <w:rPr>
                <w:rFonts w:ascii="Arial" w:hAnsi="Arial" w:cs="Arial"/>
                <w:b/>
                <w:lang w:val="et-EE"/>
              </w:rPr>
            </w:pPr>
          </w:p>
        </w:tc>
      </w:tr>
      <w:tr w:rsidR="003D56AB" w:rsidRPr="005217D9" w14:paraId="19E803B5" w14:textId="77777777" w:rsidTr="003D56AB">
        <w:tc>
          <w:tcPr>
            <w:tcW w:w="457" w:type="pct"/>
            <w:tcBorders>
              <w:top w:val="nil"/>
              <w:left w:val="nil"/>
              <w:bottom w:val="nil"/>
              <w:right w:val="nil"/>
            </w:tcBorders>
          </w:tcPr>
          <w:p w14:paraId="0647319D" w14:textId="77777777"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74470B68" w14:textId="77777777" w:rsidR="003D56AB" w:rsidRPr="005217D9" w:rsidRDefault="003D56AB" w:rsidP="000D759C">
            <w:pPr>
              <w:pStyle w:val="Kehatekst"/>
              <w:suppressAutoHyphens/>
              <w:rPr>
                <w:rFonts w:ascii="Arial" w:hAnsi="Arial" w:cs="Arial"/>
                <w:b/>
                <w:lang w:val="et-EE"/>
              </w:rPr>
            </w:pPr>
          </w:p>
        </w:tc>
        <w:tc>
          <w:tcPr>
            <w:tcW w:w="484" w:type="pct"/>
            <w:tcBorders>
              <w:top w:val="nil"/>
              <w:left w:val="nil"/>
              <w:bottom w:val="nil"/>
              <w:right w:val="nil"/>
            </w:tcBorders>
          </w:tcPr>
          <w:p w14:paraId="648D7789"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222FAC0C" w14:textId="77777777" w:rsidR="003D56AB" w:rsidRPr="005217D9" w:rsidRDefault="003D56AB" w:rsidP="000D759C">
            <w:pPr>
              <w:pStyle w:val="Kehatekst"/>
              <w:suppressAutoHyphens/>
              <w:rPr>
                <w:rFonts w:ascii="Arial" w:hAnsi="Arial" w:cs="Arial"/>
                <w:b/>
                <w:lang w:val="et-EE"/>
              </w:rPr>
            </w:pPr>
          </w:p>
        </w:tc>
      </w:tr>
      <w:tr w:rsidR="003D56AB" w:rsidRPr="005217D9" w14:paraId="6976B34C" w14:textId="77777777" w:rsidTr="003D56AB">
        <w:tc>
          <w:tcPr>
            <w:tcW w:w="457" w:type="pct"/>
            <w:tcBorders>
              <w:top w:val="nil"/>
              <w:left w:val="nil"/>
              <w:bottom w:val="nil"/>
              <w:right w:val="nil"/>
            </w:tcBorders>
          </w:tcPr>
          <w:p w14:paraId="74E2E4D5" w14:textId="77777777"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3F71B46B" w14:textId="29B79523" w:rsidR="003D56AB" w:rsidRPr="005217D9" w:rsidRDefault="003D56AB" w:rsidP="000D759C">
            <w:pPr>
              <w:pStyle w:val="Kehatekst"/>
              <w:suppressAutoHyphens/>
              <w:rPr>
                <w:rFonts w:ascii="Arial" w:hAnsi="Arial" w:cs="Arial"/>
                <w:b/>
                <w:lang w:val="et-EE"/>
              </w:rPr>
            </w:pPr>
          </w:p>
        </w:tc>
        <w:tc>
          <w:tcPr>
            <w:tcW w:w="484" w:type="pct"/>
            <w:tcBorders>
              <w:top w:val="nil"/>
              <w:left w:val="nil"/>
              <w:bottom w:val="nil"/>
              <w:right w:val="nil"/>
            </w:tcBorders>
          </w:tcPr>
          <w:p w14:paraId="08233C13"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4AC45827" w14:textId="77777777" w:rsidR="003D56AB" w:rsidRPr="005217D9" w:rsidRDefault="003D56AB" w:rsidP="000D759C">
            <w:pPr>
              <w:pStyle w:val="Kehatekst"/>
              <w:suppressAutoHyphens/>
              <w:rPr>
                <w:rFonts w:ascii="Arial" w:hAnsi="Arial" w:cs="Arial"/>
                <w:b/>
                <w:lang w:val="et-EE"/>
              </w:rPr>
            </w:pPr>
          </w:p>
        </w:tc>
      </w:tr>
      <w:tr w:rsidR="003D56AB" w:rsidRPr="005217D9" w14:paraId="45F53954" w14:textId="77777777" w:rsidTr="003D56AB">
        <w:tc>
          <w:tcPr>
            <w:tcW w:w="457" w:type="pct"/>
            <w:tcBorders>
              <w:top w:val="nil"/>
              <w:left w:val="nil"/>
              <w:bottom w:val="nil"/>
              <w:right w:val="nil"/>
            </w:tcBorders>
          </w:tcPr>
          <w:p w14:paraId="09C9505E" w14:textId="77777777"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0B1CCCE4" w14:textId="02E11BE3" w:rsidR="003D56AB" w:rsidRPr="005217D9" w:rsidRDefault="003D56AB" w:rsidP="000D759C">
            <w:pPr>
              <w:pStyle w:val="Kehatekst"/>
              <w:suppressAutoHyphens/>
              <w:rPr>
                <w:rFonts w:ascii="Arial" w:hAnsi="Arial" w:cs="Arial"/>
                <w:lang w:val="et-EE"/>
              </w:rPr>
            </w:pPr>
          </w:p>
        </w:tc>
        <w:tc>
          <w:tcPr>
            <w:tcW w:w="484" w:type="pct"/>
            <w:tcBorders>
              <w:top w:val="nil"/>
              <w:left w:val="nil"/>
              <w:bottom w:val="nil"/>
              <w:right w:val="nil"/>
            </w:tcBorders>
          </w:tcPr>
          <w:p w14:paraId="6AECF6C8"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1FC43A17" w14:textId="77777777" w:rsidR="003D56AB" w:rsidRPr="005217D9" w:rsidRDefault="003D56AB" w:rsidP="000D759C">
            <w:pPr>
              <w:pStyle w:val="Kehatekst"/>
              <w:suppressAutoHyphens/>
              <w:rPr>
                <w:rFonts w:ascii="Arial" w:hAnsi="Arial" w:cs="Arial"/>
                <w:b/>
                <w:lang w:val="et-EE"/>
              </w:rPr>
            </w:pPr>
          </w:p>
        </w:tc>
      </w:tr>
      <w:tr w:rsidR="003D56AB" w:rsidRPr="005217D9" w14:paraId="546AB537" w14:textId="77777777" w:rsidTr="003D56AB">
        <w:tc>
          <w:tcPr>
            <w:tcW w:w="457" w:type="pct"/>
            <w:tcBorders>
              <w:top w:val="nil"/>
              <w:left w:val="nil"/>
              <w:bottom w:val="nil"/>
              <w:right w:val="nil"/>
            </w:tcBorders>
          </w:tcPr>
          <w:p w14:paraId="6BA53576" w14:textId="022EC6AB"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3C00E9ED" w14:textId="10F78179" w:rsidR="003D56AB" w:rsidRPr="005217D9" w:rsidRDefault="003D56AB" w:rsidP="000D759C">
            <w:pPr>
              <w:pStyle w:val="Kehatekst"/>
              <w:suppressAutoHyphens/>
              <w:rPr>
                <w:rFonts w:ascii="Arial" w:hAnsi="Arial" w:cs="Arial"/>
                <w:lang w:val="et-EE"/>
              </w:rPr>
            </w:pPr>
          </w:p>
        </w:tc>
        <w:tc>
          <w:tcPr>
            <w:tcW w:w="484" w:type="pct"/>
            <w:tcBorders>
              <w:top w:val="nil"/>
              <w:left w:val="nil"/>
              <w:bottom w:val="nil"/>
              <w:right w:val="nil"/>
            </w:tcBorders>
          </w:tcPr>
          <w:p w14:paraId="0A1AFEE5"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48B149D8" w14:textId="77777777" w:rsidR="003D56AB" w:rsidRPr="005217D9" w:rsidRDefault="003D56AB" w:rsidP="000D759C">
            <w:pPr>
              <w:pStyle w:val="Kehatekst"/>
              <w:suppressAutoHyphens/>
              <w:rPr>
                <w:rFonts w:ascii="Arial" w:hAnsi="Arial" w:cs="Arial"/>
                <w:b/>
                <w:lang w:val="et-EE"/>
              </w:rPr>
            </w:pPr>
          </w:p>
        </w:tc>
      </w:tr>
      <w:tr w:rsidR="00416D91" w:rsidRPr="005217D9" w14:paraId="16C10140" w14:textId="77777777" w:rsidTr="003D56AB">
        <w:tc>
          <w:tcPr>
            <w:tcW w:w="457" w:type="pct"/>
            <w:tcBorders>
              <w:top w:val="nil"/>
              <w:left w:val="nil"/>
              <w:bottom w:val="nil"/>
              <w:right w:val="nil"/>
            </w:tcBorders>
          </w:tcPr>
          <w:p w14:paraId="1CB6DF57" w14:textId="23C1BFCE" w:rsidR="00416D91" w:rsidRPr="005217D9" w:rsidRDefault="00416D91" w:rsidP="000D759C">
            <w:pPr>
              <w:pStyle w:val="Kehatekst"/>
              <w:suppressAutoHyphens/>
              <w:rPr>
                <w:rFonts w:ascii="Arial" w:hAnsi="Arial"/>
                <w:lang w:val="et-EE"/>
              </w:rPr>
            </w:pPr>
          </w:p>
        </w:tc>
        <w:tc>
          <w:tcPr>
            <w:tcW w:w="2025" w:type="pct"/>
            <w:tcBorders>
              <w:top w:val="nil"/>
              <w:left w:val="nil"/>
              <w:bottom w:val="nil"/>
              <w:right w:val="nil"/>
            </w:tcBorders>
          </w:tcPr>
          <w:p w14:paraId="2EA2D6B6" w14:textId="57885214" w:rsidR="00416D91" w:rsidRPr="005217D9" w:rsidRDefault="00416D91" w:rsidP="000D759C">
            <w:pPr>
              <w:pStyle w:val="Kehatekst"/>
              <w:suppressAutoHyphens/>
              <w:jc w:val="left"/>
              <w:rPr>
                <w:rFonts w:ascii="Arial" w:hAnsi="Arial" w:cs="Arial"/>
                <w:lang w:val="et-EE"/>
              </w:rPr>
            </w:pPr>
          </w:p>
        </w:tc>
        <w:tc>
          <w:tcPr>
            <w:tcW w:w="484" w:type="pct"/>
            <w:tcBorders>
              <w:top w:val="nil"/>
              <w:left w:val="nil"/>
              <w:bottom w:val="nil"/>
              <w:right w:val="nil"/>
            </w:tcBorders>
          </w:tcPr>
          <w:p w14:paraId="3813D03F" w14:textId="77777777" w:rsidR="00416D91" w:rsidRPr="005217D9" w:rsidRDefault="00416D91" w:rsidP="000D759C">
            <w:pPr>
              <w:pStyle w:val="Kehatekst"/>
              <w:suppressAutoHyphens/>
              <w:rPr>
                <w:rFonts w:ascii="Arial" w:hAnsi="Arial" w:cs="Arial"/>
                <w:lang w:val="et-EE"/>
              </w:rPr>
            </w:pPr>
          </w:p>
        </w:tc>
        <w:tc>
          <w:tcPr>
            <w:tcW w:w="2034" w:type="pct"/>
            <w:tcBorders>
              <w:top w:val="nil"/>
              <w:left w:val="nil"/>
              <w:bottom w:val="nil"/>
              <w:right w:val="nil"/>
            </w:tcBorders>
          </w:tcPr>
          <w:p w14:paraId="6B28C957" w14:textId="77777777" w:rsidR="00416D91" w:rsidRPr="005217D9" w:rsidRDefault="00416D91" w:rsidP="000D759C">
            <w:pPr>
              <w:pStyle w:val="Kehatekst"/>
              <w:suppressAutoHyphens/>
              <w:rPr>
                <w:rFonts w:ascii="Arial" w:hAnsi="Arial" w:cs="Arial"/>
                <w:b/>
                <w:lang w:val="et-EE"/>
              </w:rPr>
            </w:pPr>
          </w:p>
        </w:tc>
      </w:tr>
      <w:tr w:rsidR="003D56AB" w:rsidRPr="005217D9" w14:paraId="245B6094" w14:textId="77777777" w:rsidTr="003D56AB">
        <w:tc>
          <w:tcPr>
            <w:tcW w:w="457" w:type="pct"/>
            <w:tcBorders>
              <w:top w:val="nil"/>
              <w:left w:val="nil"/>
              <w:bottom w:val="nil"/>
              <w:right w:val="nil"/>
            </w:tcBorders>
          </w:tcPr>
          <w:p w14:paraId="0559A448" w14:textId="77777777" w:rsidR="003D56AB" w:rsidRPr="005217D9" w:rsidRDefault="003D56AB" w:rsidP="000D759C">
            <w:pPr>
              <w:pStyle w:val="Kehatekst"/>
              <w:suppressAutoHyphens/>
              <w:rPr>
                <w:rFonts w:ascii="Arial" w:hAnsi="Arial"/>
                <w:lang w:val="et-EE"/>
              </w:rPr>
            </w:pPr>
          </w:p>
        </w:tc>
        <w:tc>
          <w:tcPr>
            <w:tcW w:w="2025" w:type="pct"/>
            <w:tcBorders>
              <w:top w:val="nil"/>
              <w:left w:val="nil"/>
              <w:bottom w:val="nil"/>
              <w:right w:val="nil"/>
            </w:tcBorders>
          </w:tcPr>
          <w:p w14:paraId="5B002231" w14:textId="77777777" w:rsidR="003D56AB" w:rsidRPr="005217D9" w:rsidRDefault="003D56AB" w:rsidP="000D759C">
            <w:pPr>
              <w:pStyle w:val="Kehatekst"/>
              <w:suppressAutoHyphens/>
              <w:rPr>
                <w:rFonts w:ascii="Arial" w:hAnsi="Arial" w:cs="Arial"/>
                <w:b/>
                <w:lang w:val="et-EE"/>
              </w:rPr>
            </w:pPr>
          </w:p>
        </w:tc>
        <w:tc>
          <w:tcPr>
            <w:tcW w:w="484" w:type="pct"/>
            <w:tcBorders>
              <w:top w:val="nil"/>
              <w:left w:val="nil"/>
              <w:bottom w:val="nil"/>
              <w:right w:val="nil"/>
            </w:tcBorders>
          </w:tcPr>
          <w:p w14:paraId="2F2C88F2" w14:textId="77777777" w:rsidR="003D56AB" w:rsidRPr="005217D9" w:rsidRDefault="003D56AB" w:rsidP="000D759C">
            <w:pPr>
              <w:pStyle w:val="Kehatekst"/>
              <w:suppressAutoHyphens/>
              <w:rPr>
                <w:rFonts w:ascii="Arial" w:hAnsi="Arial" w:cs="Arial"/>
                <w:lang w:val="et-EE"/>
              </w:rPr>
            </w:pPr>
          </w:p>
        </w:tc>
        <w:tc>
          <w:tcPr>
            <w:tcW w:w="2034" w:type="pct"/>
            <w:tcBorders>
              <w:top w:val="nil"/>
              <w:left w:val="nil"/>
              <w:bottom w:val="nil"/>
              <w:right w:val="nil"/>
            </w:tcBorders>
          </w:tcPr>
          <w:p w14:paraId="5A8E68E8" w14:textId="77777777" w:rsidR="003D56AB" w:rsidRPr="005217D9" w:rsidRDefault="003D56AB" w:rsidP="000D759C">
            <w:pPr>
              <w:pStyle w:val="Kehatekst"/>
              <w:suppressAutoHyphens/>
              <w:rPr>
                <w:rFonts w:ascii="Arial" w:hAnsi="Arial" w:cs="Arial"/>
                <w:b/>
                <w:lang w:val="et-EE"/>
              </w:rPr>
            </w:pPr>
          </w:p>
        </w:tc>
      </w:tr>
    </w:tbl>
    <w:p w14:paraId="6094CE81" w14:textId="77777777" w:rsidR="0035468A" w:rsidRPr="005217D9" w:rsidRDefault="0035468A" w:rsidP="00B11179">
      <w:pPr>
        <w:rPr>
          <w:szCs w:val="20"/>
        </w:rPr>
      </w:pPr>
    </w:p>
    <w:sectPr w:rsidR="0035468A" w:rsidRPr="005217D9" w:rsidSect="00757D43">
      <w:headerReference w:type="even" r:id="rId150"/>
      <w:headerReference w:type="default" r:id="rId151"/>
      <w:footerReference w:type="even" r:id="rId152"/>
      <w:footerReference w:type="default" r:id="rId153"/>
      <w:headerReference w:type="first" r:id="rId154"/>
      <w:footerReference w:type="first" r:id="rId15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6F46B" w14:textId="77777777" w:rsidR="00A72749" w:rsidRDefault="00A72749" w:rsidP="00222EB9">
      <w:pPr>
        <w:spacing w:after="0"/>
      </w:pPr>
      <w:r>
        <w:separator/>
      </w:r>
    </w:p>
  </w:endnote>
  <w:endnote w:type="continuationSeparator" w:id="0">
    <w:p w14:paraId="027D1BB9" w14:textId="77777777" w:rsidR="00A72749" w:rsidRDefault="00A72749" w:rsidP="00222EB9">
      <w:pPr>
        <w:spacing w:after="0"/>
      </w:pPr>
      <w:r>
        <w:continuationSeparator/>
      </w:r>
    </w:p>
  </w:endnote>
  <w:endnote w:type="continuationNotice" w:id="1">
    <w:p w14:paraId="6DCB4879" w14:textId="77777777" w:rsidR="00A72749" w:rsidRDefault="00A727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OldStyle-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6254B" w14:textId="77777777" w:rsidR="00A17E2D" w:rsidRDefault="00A17E2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C304E" w14:textId="38804A55" w:rsidR="00026CB6" w:rsidRPr="003323C2" w:rsidRDefault="003361E0" w:rsidP="004149A2">
    <w:pPr>
      <w:pStyle w:val="Jalus"/>
      <w:spacing w:after="0"/>
      <w:contextualSpacing/>
      <w:jc w:val="center"/>
      <w:rPr>
        <w:rFonts w:ascii="Arial" w:hAnsi="Arial"/>
      </w:rPr>
    </w:pPr>
    <w:r w:rsidRPr="00764EEE">
      <w:rPr>
        <w:rFonts w:ascii="Arial" w:hAnsi="Arial"/>
      </w:rPr>
      <w:fldChar w:fldCharType="begin"/>
    </w:r>
    <w:r w:rsidR="00026CB6" w:rsidRPr="00764EEE">
      <w:rPr>
        <w:rFonts w:ascii="Arial" w:hAnsi="Arial"/>
      </w:rPr>
      <w:instrText xml:space="preserve"> PAGE   \* MERGEFORMAT </w:instrText>
    </w:r>
    <w:r w:rsidRPr="00764EEE">
      <w:rPr>
        <w:rFonts w:ascii="Arial" w:hAnsi="Arial"/>
      </w:rPr>
      <w:fldChar w:fldCharType="separate"/>
    </w:r>
    <w:r w:rsidR="00AD5680" w:rsidRPr="00AD5680">
      <w:rPr>
        <w:rFonts w:ascii="Arial" w:hAnsi="Arial" w:cs="Arial"/>
        <w:noProof/>
      </w:rPr>
      <w:t>5</w:t>
    </w:r>
    <w:r w:rsidRPr="00764EEE">
      <w:rPr>
        <w:rFonts w:ascii="Arial" w:hAnsi="Arial"/>
      </w:rPr>
      <w:fldChar w:fldCharType="end"/>
    </w:r>
    <w:r w:rsidR="00026CB6">
      <w:rPr>
        <w:rFonts w:ascii="Arial" w:hAnsi="Arial"/>
      </w:rPr>
      <w:t>/(</w:t>
    </w:r>
    <w:r w:rsidR="00A17E2D">
      <w:rPr>
        <w:rFonts w:ascii="Arial" w:hAnsi="Arial"/>
      </w:rPr>
      <w:t>5</w:t>
    </w:r>
    <w:r w:rsidR="00026CB6">
      <w:rPr>
        <w:rFonts w:ascii="Arial" w:hAnsi="Aria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D0134" w14:textId="77777777" w:rsidR="00A17E2D" w:rsidRDefault="00A17E2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041FB" w14:textId="77777777" w:rsidR="00A72749" w:rsidRDefault="00A72749" w:rsidP="00222EB9">
      <w:pPr>
        <w:spacing w:after="0"/>
      </w:pPr>
      <w:r>
        <w:separator/>
      </w:r>
    </w:p>
  </w:footnote>
  <w:footnote w:type="continuationSeparator" w:id="0">
    <w:p w14:paraId="75897E7E" w14:textId="77777777" w:rsidR="00A72749" w:rsidRDefault="00A72749" w:rsidP="00222EB9">
      <w:pPr>
        <w:spacing w:after="0"/>
      </w:pPr>
      <w:r>
        <w:continuationSeparator/>
      </w:r>
    </w:p>
  </w:footnote>
  <w:footnote w:type="continuationNotice" w:id="1">
    <w:p w14:paraId="7BE24DB0" w14:textId="77777777" w:rsidR="00A72749" w:rsidRDefault="00A727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7CDD" w14:textId="77777777" w:rsidR="00A17E2D" w:rsidRDefault="00A17E2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EE11" w14:textId="77777777" w:rsidR="00A17E2D" w:rsidRDefault="00A17E2D">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2AF3D" w14:textId="77777777" w:rsidR="00A17E2D" w:rsidRDefault="00A17E2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6364F"/>
    <w:multiLevelType w:val="hybridMultilevel"/>
    <w:tmpl w:val="7AE2A180"/>
    <w:lvl w:ilvl="0" w:tplc="368E3094">
      <w:start w:val="1"/>
      <w:numFmt w:val="upp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D167E"/>
    <w:multiLevelType w:val="multilevel"/>
    <w:tmpl w:val="62A6D952"/>
    <w:lvl w:ilvl="0">
      <w:start w:val="1"/>
      <w:numFmt w:val="decimal"/>
      <w:pStyle w:val="LightGrid-Accent31"/>
      <w:lvlText w:val="(%1)"/>
      <w:lvlJc w:val="left"/>
      <w:pPr>
        <w:tabs>
          <w:tab w:val="num" w:pos="720"/>
        </w:tabs>
        <w:ind w:left="720" w:hanging="720"/>
      </w:pPr>
      <w:rPr>
        <w:rFonts w:ascii="Verdana" w:hAnsi="Verdana" w:cs="Times New Roman" w:hint="default"/>
        <w:b w:val="0"/>
        <w:i w:val="0"/>
        <w:color w:val="auto"/>
        <w:spacing w:val="0"/>
        <w:sz w:val="20"/>
      </w:rPr>
    </w:lvl>
    <w:lvl w:ilvl="1">
      <w:start w:val="1"/>
      <w:numFmt w:val="lowerLetter"/>
      <w:lvlText w:val="(%2)"/>
      <w:lvlJc w:val="left"/>
      <w:pPr>
        <w:tabs>
          <w:tab w:val="num" w:pos="1440"/>
        </w:tabs>
        <w:ind w:left="1440" w:hanging="720"/>
      </w:pPr>
      <w:rPr>
        <w:rFonts w:ascii="Verdana" w:hAnsi="Verdana" w:hint="default"/>
        <w:b/>
        <w:i w:val="0"/>
        <w:sz w:val="20"/>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2" w15:restartNumberingAfterBreak="0">
    <w:nsid w:val="102E7640"/>
    <w:multiLevelType w:val="multilevel"/>
    <w:tmpl w:val="824AEAB0"/>
    <w:lvl w:ilvl="0">
      <w:start w:val="1"/>
      <w:numFmt w:val="lowerLetter"/>
      <w:pStyle w:val="Loendinumber3"/>
      <w:lvlText w:val="(%1)"/>
      <w:lvlJc w:val="left"/>
      <w:pPr>
        <w:tabs>
          <w:tab w:val="num" w:pos="1304"/>
        </w:tabs>
        <w:ind w:left="1304" w:hanging="1304"/>
      </w:pPr>
      <w:rPr>
        <w:rFonts w:hint="default"/>
      </w:rPr>
    </w:lvl>
    <w:lvl w:ilvl="1">
      <w:start w:val="1"/>
      <w:numFmt w:val="lowerRoman"/>
      <w:pStyle w:val="Loendijtk"/>
      <w:lvlText w:val="(%2)"/>
      <w:lvlJc w:val="left"/>
      <w:pPr>
        <w:tabs>
          <w:tab w:val="num" w:pos="2608"/>
        </w:tabs>
        <w:ind w:left="2608" w:hanging="1304"/>
      </w:pPr>
      <w:rPr>
        <w:rFonts w:hint="default"/>
      </w:rPr>
    </w:lvl>
    <w:lvl w:ilvl="2">
      <w:start w:val="1"/>
      <w:numFmt w:val="lowerLetter"/>
      <w:pStyle w:val="Loendijtk3"/>
      <w:lvlText w:val="(%3)"/>
      <w:lvlJc w:val="left"/>
      <w:pPr>
        <w:tabs>
          <w:tab w:val="num" w:pos="3912"/>
        </w:tabs>
        <w:ind w:left="3912" w:hanging="1304"/>
      </w:pPr>
      <w:rPr>
        <w:rFonts w:hint="default"/>
      </w:rPr>
    </w:lvl>
    <w:lvl w:ilvl="3">
      <w:start w:val="1"/>
      <w:numFmt w:val="decimal"/>
      <w:lvlText w:val="(%4)"/>
      <w:lvlJc w:val="left"/>
      <w:pPr>
        <w:tabs>
          <w:tab w:val="num" w:pos="136"/>
        </w:tabs>
        <w:ind w:left="136" w:hanging="360"/>
      </w:pPr>
      <w:rPr>
        <w:rFonts w:hint="default"/>
      </w:rPr>
    </w:lvl>
    <w:lvl w:ilvl="4">
      <w:start w:val="1"/>
      <w:numFmt w:val="lowerLetter"/>
      <w:lvlText w:val="(%5)"/>
      <w:lvlJc w:val="left"/>
      <w:pPr>
        <w:tabs>
          <w:tab w:val="num" w:pos="496"/>
        </w:tabs>
        <w:ind w:left="496" w:hanging="360"/>
      </w:pPr>
      <w:rPr>
        <w:rFonts w:hint="default"/>
      </w:rPr>
    </w:lvl>
    <w:lvl w:ilvl="5">
      <w:start w:val="1"/>
      <w:numFmt w:val="lowerRoman"/>
      <w:lvlText w:val="(%6)"/>
      <w:lvlJc w:val="left"/>
      <w:pPr>
        <w:tabs>
          <w:tab w:val="num" w:pos="856"/>
        </w:tabs>
        <w:ind w:left="856" w:hanging="360"/>
      </w:pPr>
      <w:rPr>
        <w:rFonts w:hint="default"/>
      </w:rPr>
    </w:lvl>
    <w:lvl w:ilvl="6">
      <w:start w:val="1"/>
      <w:numFmt w:val="decimal"/>
      <w:lvlText w:val="%7."/>
      <w:lvlJc w:val="left"/>
      <w:rPr>
        <w:rFonts w:hint="default"/>
      </w:rPr>
    </w:lvl>
    <w:lvl w:ilvl="7">
      <w:start w:val="1"/>
      <w:numFmt w:val="lowerLetter"/>
      <w:lvlText w:val="%8."/>
      <w:lvlJc w:val="left"/>
      <w:pPr>
        <w:tabs>
          <w:tab w:val="num" w:pos="1576"/>
        </w:tabs>
        <w:ind w:left="1576" w:hanging="360"/>
      </w:pPr>
      <w:rPr>
        <w:rFonts w:hint="default"/>
      </w:rPr>
    </w:lvl>
    <w:lvl w:ilvl="8">
      <w:start w:val="1"/>
      <w:numFmt w:val="lowerRoman"/>
      <w:lvlText w:val="%9."/>
      <w:lvlJc w:val="left"/>
      <w:pPr>
        <w:tabs>
          <w:tab w:val="num" w:pos="1936"/>
        </w:tabs>
        <w:ind w:left="1936" w:hanging="360"/>
      </w:pPr>
      <w:rPr>
        <w:rFonts w:hint="default"/>
      </w:rPr>
    </w:lvl>
  </w:abstractNum>
  <w:abstractNum w:abstractNumId="3" w15:restartNumberingAfterBreak="0">
    <w:nsid w:val="1885673C"/>
    <w:multiLevelType w:val="multilevel"/>
    <w:tmpl w:val="B4A0FE32"/>
    <w:lvl w:ilvl="0">
      <w:start w:val="1"/>
      <w:numFmt w:val="lowerRoman"/>
      <w:pStyle w:val="Loend2"/>
      <w:lvlText w:val="(%1)"/>
      <w:lvlJc w:val="left"/>
      <w:pPr>
        <w:tabs>
          <w:tab w:val="num" w:pos="720"/>
        </w:tabs>
        <w:ind w:left="720" w:hanging="720"/>
      </w:pPr>
      <w:rPr>
        <w:rFonts w:ascii="Verdana" w:hAnsi="Verdana" w:hint="default"/>
        <w:b w:val="0"/>
        <w:i w:val="0"/>
        <w:caps w:val="0"/>
        <w:strike w:val="0"/>
        <w:dstrike w:val="0"/>
        <w:vanish w:val="0"/>
        <w:color w:val="auto"/>
        <w:sz w:val="20"/>
        <w:szCs w:val="22"/>
        <w:vertAlign w:val="baseline"/>
      </w:rPr>
    </w:lvl>
    <w:lvl w:ilvl="1">
      <w:start w:val="1"/>
      <w:numFmt w:val="lowerLetter"/>
      <w:lvlText w:val="(%2)"/>
      <w:lvlJc w:val="left"/>
      <w:pPr>
        <w:tabs>
          <w:tab w:val="num" w:pos="1440"/>
        </w:tabs>
        <w:ind w:left="1440" w:hanging="720"/>
      </w:pPr>
      <w:rPr>
        <w:rFonts w:ascii="Verdana" w:hAnsi="Verdana" w:hint="default"/>
        <w:b w:val="0"/>
        <w:i w:val="0"/>
        <w:caps w:val="0"/>
        <w:strike w:val="0"/>
        <w:dstrike w:val="0"/>
        <w:vanish w:val="0"/>
        <w:color w:val="auto"/>
        <w:sz w:val="20"/>
        <w:szCs w:val="22"/>
        <w:vertAlign w:val="baseline"/>
      </w:rPr>
    </w:lvl>
    <w:lvl w:ilvl="2">
      <w:start w:val="1"/>
      <w:numFmt w:val="bullet"/>
      <w:lvlText w:val="–"/>
      <w:lvlJc w:val="left"/>
      <w:pPr>
        <w:tabs>
          <w:tab w:val="num" w:pos="2268"/>
        </w:tabs>
        <w:ind w:left="2268" w:hanging="414"/>
      </w:pPr>
      <w:rPr>
        <w:rFonts w:ascii="Book Antiqua" w:hAnsi="Book Antiqua" w:hint="default"/>
        <w:b/>
        <w:i w:val="0"/>
        <w:caps w:val="0"/>
        <w:strike w:val="0"/>
        <w:dstrike w:val="0"/>
        <w:vanish w:val="0"/>
        <w:sz w:val="22"/>
        <w:szCs w:val="22"/>
        <w:vertAlign w:val="baseline"/>
      </w:rPr>
    </w:lvl>
    <w:lvl w:ilvl="3">
      <w:start w:val="1"/>
      <w:numFmt w:val="none"/>
      <w:isLgl/>
      <w:lvlText w:val=""/>
      <w:lvlJc w:val="left"/>
      <w:pPr>
        <w:tabs>
          <w:tab w:val="num" w:pos="2268"/>
        </w:tabs>
        <w:ind w:left="2268" w:firstLine="0"/>
      </w:pPr>
      <w:rPr>
        <w:rFonts w:ascii="Book Antiqua" w:hAnsi="Book Antiqua" w:hint="default"/>
        <w:b/>
        <w:i w:val="0"/>
        <w:caps w:val="0"/>
        <w:strike w:val="0"/>
        <w:dstrike w:val="0"/>
        <w:vanish w:val="0"/>
        <w:sz w:val="22"/>
        <w:szCs w:val="22"/>
        <w:vertAlign w:val="baseline"/>
      </w:rPr>
    </w:lvl>
    <w:lvl w:ilvl="4">
      <w:start w:val="1"/>
      <w:numFmt w:val="decimal"/>
      <w:isLgl/>
      <w:lvlText w:val="%1.%2.%3.%4.%5"/>
      <w:lvlJc w:val="left"/>
      <w:pPr>
        <w:tabs>
          <w:tab w:val="num" w:pos="2988"/>
        </w:tabs>
        <w:ind w:left="2988" w:hanging="697"/>
      </w:pPr>
      <w:rPr>
        <w:rFonts w:ascii="Book Antiqua" w:hAnsi="Book Antiqua" w:hint="default"/>
        <w:b w:val="0"/>
        <w:i w:val="0"/>
        <w:sz w:val="22"/>
        <w:szCs w:val="22"/>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15:restartNumberingAfterBreak="0">
    <w:nsid w:val="1E402A7A"/>
    <w:multiLevelType w:val="multilevel"/>
    <w:tmpl w:val="5298F9E6"/>
    <w:lvl w:ilvl="0">
      <w:start w:val="3"/>
      <w:numFmt w:val="decimal"/>
      <w:lvlText w:val="%1."/>
      <w:lvlJc w:val="left"/>
      <w:pPr>
        <w:tabs>
          <w:tab w:val="num" w:pos="454"/>
        </w:tabs>
        <w:ind w:left="454" w:hanging="454"/>
      </w:pPr>
      <w:rPr>
        <w:b/>
        <w:i w:val="0"/>
      </w:rPr>
    </w:lvl>
    <w:lvl w:ilvl="1">
      <w:start w:val="1"/>
      <w:numFmt w:val="decimal"/>
      <w:isLgl/>
      <w:lvlText w:val="%1.%2."/>
      <w:lvlJc w:val="left"/>
      <w:pPr>
        <w:tabs>
          <w:tab w:val="num" w:pos="454"/>
        </w:tabs>
        <w:ind w:left="0" w:firstLine="0"/>
      </w:pPr>
      <w:rPr>
        <w:rFonts w:ascii="Times New Roman Bold" w:hAnsi="Times New Roman Bold" w:cs="Times New Roman" w:hint="default"/>
        <w:b/>
        <w:i w:val="0"/>
        <w:sz w:val="22"/>
        <w:szCs w:val="22"/>
      </w:rPr>
    </w:lvl>
    <w:lvl w:ilvl="2">
      <w:start w:val="1"/>
      <w:numFmt w:val="decimal"/>
      <w:isLgl/>
      <w:lvlText w:val="%1.%2.%3."/>
      <w:lvlJc w:val="left"/>
      <w:pPr>
        <w:tabs>
          <w:tab w:val="num" w:pos="510"/>
        </w:tabs>
        <w:ind w:left="0" w:firstLine="0"/>
      </w:pPr>
      <w:rPr>
        <w:b/>
        <w:i w:val="0"/>
        <w:color w:val="auto"/>
      </w:rPr>
    </w:lvl>
    <w:lvl w:ilvl="3">
      <w:start w:val="1"/>
      <w:numFmt w:val="decimal"/>
      <w:isLgl/>
      <w:lvlText w:val="%1.%2.%3.%4."/>
      <w:lvlJc w:val="left"/>
      <w:pPr>
        <w:tabs>
          <w:tab w:val="num" w:pos="0"/>
        </w:tabs>
        <w:ind w:left="720" w:hanging="720"/>
      </w:pPr>
    </w:lvl>
    <w:lvl w:ilvl="4">
      <w:start w:val="1"/>
      <w:numFmt w:val="decimal"/>
      <w:isLgl/>
      <w:lvlText w:val="%1.%2.%3.%4.%5."/>
      <w:lvlJc w:val="left"/>
      <w:pPr>
        <w:tabs>
          <w:tab w:val="num" w:pos="0"/>
        </w:tabs>
        <w:ind w:left="1080" w:hanging="1080"/>
      </w:pPr>
    </w:lvl>
    <w:lvl w:ilvl="5">
      <w:start w:val="1"/>
      <w:numFmt w:val="decimal"/>
      <w:isLgl/>
      <w:lvlText w:val="%1.%2.%3.%4.%5.%6."/>
      <w:lvlJc w:val="left"/>
      <w:pPr>
        <w:tabs>
          <w:tab w:val="num" w:pos="0"/>
        </w:tabs>
        <w:ind w:left="1080" w:hanging="1080"/>
      </w:pPr>
    </w:lvl>
    <w:lvl w:ilvl="6">
      <w:start w:val="1"/>
      <w:numFmt w:val="decimal"/>
      <w:isLgl/>
      <w:lvlText w:val="%1.%2.%3.%4.%5.%6.%7."/>
      <w:lvlJc w:val="left"/>
      <w:pPr>
        <w:tabs>
          <w:tab w:val="num" w:pos="0"/>
        </w:tabs>
        <w:ind w:left="1080" w:hanging="1080"/>
      </w:pPr>
    </w:lvl>
    <w:lvl w:ilvl="7">
      <w:start w:val="1"/>
      <w:numFmt w:val="decimal"/>
      <w:isLgl/>
      <w:lvlText w:val="%1.%2.%3.%4.%5.%6.%7.%8."/>
      <w:lvlJc w:val="left"/>
      <w:pPr>
        <w:tabs>
          <w:tab w:val="num" w:pos="0"/>
        </w:tabs>
        <w:ind w:left="1440" w:hanging="1440"/>
      </w:pPr>
    </w:lvl>
    <w:lvl w:ilvl="8">
      <w:start w:val="1"/>
      <w:numFmt w:val="decimal"/>
      <w:isLgl/>
      <w:lvlText w:val="%1.%2.%3.%4.%5.%6.%7.%8.%9."/>
      <w:lvlJc w:val="left"/>
      <w:pPr>
        <w:tabs>
          <w:tab w:val="num" w:pos="0"/>
        </w:tabs>
        <w:ind w:left="1440" w:hanging="1440"/>
      </w:pPr>
    </w:lvl>
  </w:abstractNum>
  <w:abstractNum w:abstractNumId="5" w15:restartNumberingAfterBreak="0">
    <w:nsid w:val="207C76F4"/>
    <w:multiLevelType w:val="multilevel"/>
    <w:tmpl w:val="4C0E1D56"/>
    <w:styleLink w:val="StyleList1OutlinenumberedLeft063cmHanging063cm"/>
    <w:lvl w:ilvl="0">
      <w:start w:val="1"/>
      <w:numFmt w:val="lowerLetter"/>
      <w:lvlText w:val="(%1)"/>
      <w:lvlJc w:val="left"/>
      <w:pPr>
        <w:tabs>
          <w:tab w:val="num" w:pos="1287"/>
        </w:tabs>
        <w:ind w:left="1287" w:hanging="567"/>
      </w:pPr>
      <w:rPr>
        <w:rFonts w:ascii="Book Antiqua" w:hAnsi="Book Antiqua"/>
        <w:sz w:val="22"/>
      </w:rPr>
    </w:lvl>
    <w:lvl w:ilvl="1">
      <w:start w:val="1"/>
      <w:numFmt w:val="lowerRoman"/>
      <w:lvlText w:val="(%2)"/>
      <w:lvlJc w:val="left"/>
      <w:pPr>
        <w:tabs>
          <w:tab w:val="num" w:pos="1854"/>
        </w:tabs>
        <w:ind w:left="1854" w:hanging="567"/>
      </w:pPr>
      <w:rPr>
        <w:rFonts w:hint="default"/>
      </w:rPr>
    </w:lvl>
    <w:lvl w:ilvl="2">
      <w:start w:val="1"/>
      <w:numFmt w:val="bullet"/>
      <w:lvlText w:val=""/>
      <w:lvlJc w:val="left"/>
      <w:pPr>
        <w:tabs>
          <w:tab w:val="num" w:pos="2268"/>
        </w:tabs>
        <w:ind w:left="2268" w:hanging="414"/>
      </w:pPr>
      <w:rPr>
        <w:rFonts w:ascii="Symbol" w:hAnsi="Symbol" w:hint="default"/>
        <w:color w:val="000000"/>
      </w:rPr>
    </w:lvl>
    <w:lvl w:ilvl="3">
      <w:start w:val="1"/>
      <w:numFmt w:val="bullet"/>
      <w:lvlText w:val="–"/>
      <w:lvlJc w:val="left"/>
      <w:pPr>
        <w:tabs>
          <w:tab w:val="num" w:pos="2552"/>
        </w:tabs>
        <w:ind w:left="2552" w:hanging="284"/>
      </w:pPr>
      <w:rPr>
        <w:rFonts w:ascii="Book Antiqua" w:hAnsi="Book Antiqua"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3925D94"/>
    <w:multiLevelType w:val="hybridMultilevel"/>
    <w:tmpl w:val="52DE7282"/>
    <w:lvl w:ilvl="0" w:tplc="3E968FF8">
      <w:start w:val="1"/>
      <w:numFmt w:val="lowerLetter"/>
      <w:lvlText w:val="(%1)"/>
      <w:lvlJc w:val="left"/>
      <w:pPr>
        <w:ind w:left="720" w:hanging="360"/>
      </w:pPr>
      <w:rPr>
        <w:rFonts w:hint="default"/>
        <w:lang w:val="et-E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A46F96"/>
    <w:multiLevelType w:val="multilevel"/>
    <w:tmpl w:val="9DCC4BB6"/>
    <w:lvl w:ilvl="0">
      <w:start w:val="1"/>
      <w:numFmt w:val="decimal"/>
      <w:pStyle w:val="Level1"/>
      <w:isLgl/>
      <w:lvlText w:val="%1"/>
      <w:lvlJc w:val="left"/>
      <w:pPr>
        <w:tabs>
          <w:tab w:val="num" w:pos="720"/>
        </w:tabs>
        <w:ind w:left="720" w:hanging="720"/>
      </w:pPr>
      <w:rPr>
        <w:rFonts w:ascii="Verdana" w:hAnsi="Verdana" w:hint="default"/>
        <w:b/>
        <w:i w:val="0"/>
        <w:caps w:val="0"/>
        <w:strike w:val="0"/>
        <w:dstrike w:val="0"/>
        <w:vanish w:val="0"/>
        <w:sz w:val="20"/>
        <w:szCs w:val="22"/>
        <w:vertAlign w:val="baseline"/>
      </w:rPr>
    </w:lvl>
    <w:lvl w:ilvl="1">
      <w:start w:val="1"/>
      <w:numFmt w:val="decimal"/>
      <w:isLgl/>
      <w:lvlText w:val="%1.%2"/>
      <w:lvlJc w:val="left"/>
      <w:pPr>
        <w:tabs>
          <w:tab w:val="num" w:pos="720"/>
        </w:tabs>
        <w:ind w:left="720" w:hanging="720"/>
      </w:pPr>
      <w:rPr>
        <w:rFonts w:ascii="Verdana" w:hAnsi="Verdana" w:hint="default"/>
        <w:b/>
        <w:i w:val="0"/>
        <w:caps w:val="0"/>
        <w:strike w:val="0"/>
        <w:dstrike w:val="0"/>
        <w:vanish w:val="0"/>
        <w:sz w:val="20"/>
        <w:szCs w:val="22"/>
        <w:vertAlign w:val="baseline"/>
      </w:rPr>
    </w:lvl>
    <w:lvl w:ilvl="2">
      <w:start w:val="1"/>
      <w:numFmt w:val="decimal"/>
      <w:pStyle w:val="Level3"/>
      <w:isLgl/>
      <w:lvlText w:val="%1.%2.%3"/>
      <w:lvlJc w:val="left"/>
      <w:pPr>
        <w:tabs>
          <w:tab w:val="num" w:pos="1531"/>
        </w:tabs>
        <w:ind w:left="1531" w:hanging="811"/>
      </w:pPr>
      <w:rPr>
        <w:rFonts w:ascii="Verdana" w:hAnsi="Verdana" w:hint="default"/>
        <w:b/>
        <w:i w:val="0"/>
        <w:caps w:val="0"/>
        <w:strike w:val="0"/>
        <w:dstrike w:val="0"/>
        <w:vanish w:val="0"/>
        <w:sz w:val="20"/>
        <w:szCs w:val="22"/>
        <w:vertAlign w:val="baseline"/>
      </w:rPr>
    </w:lvl>
    <w:lvl w:ilvl="3">
      <w:start w:val="1"/>
      <w:numFmt w:val="decimal"/>
      <w:pStyle w:val="Level4"/>
      <w:lvlText w:val="%1.%2.%3.%4"/>
      <w:lvlJc w:val="left"/>
      <w:pPr>
        <w:tabs>
          <w:tab w:val="num" w:pos="2552"/>
        </w:tabs>
        <w:ind w:left="2552" w:hanging="1021"/>
      </w:pPr>
      <w:rPr>
        <w:rFonts w:ascii="Verdana" w:hAnsi="Verdana" w:cs="Times New Roman" w:hint="default"/>
        <w:b w:val="0"/>
        <w:bCs w:val="0"/>
        <w:i w:val="0"/>
        <w:iCs w:val="0"/>
        <w:caps w:val="0"/>
        <w:smallCaps w:val="0"/>
        <w:strike w:val="0"/>
        <w:dstrike w:val="0"/>
        <w:noProof w:val="0"/>
        <w:vanish w:val="0"/>
        <w:color w:val="auto"/>
        <w:spacing w:val="0"/>
        <w:kern w:val="0"/>
        <w:position w:val="0"/>
        <w:sz w:val="20"/>
        <w:u w:val="none"/>
        <w:vertAlign w:val="baseline"/>
        <w:em w:val="none"/>
      </w:rPr>
    </w:lvl>
    <w:lvl w:ilvl="4">
      <w:start w:val="1"/>
      <w:numFmt w:val="decimal"/>
      <w:pStyle w:val="Level5"/>
      <w:lvlText w:val="%1.%2.%3.%4.%5"/>
      <w:lvlJc w:val="left"/>
      <w:pPr>
        <w:tabs>
          <w:tab w:val="num" w:pos="3686"/>
        </w:tabs>
        <w:ind w:left="3686" w:hanging="1134"/>
      </w:pPr>
      <w:rPr>
        <w:rFonts w:ascii="Verdana" w:hAnsi="Verdana" w:cs="Times New Roman" w:hint="default"/>
        <w:b w:val="0"/>
        <w:bCs w:val="0"/>
        <w:i w:val="0"/>
        <w:iCs w:val="0"/>
        <w:caps w:val="0"/>
        <w:smallCaps w:val="0"/>
        <w:strike w:val="0"/>
        <w:dstrike w:val="0"/>
        <w:noProof w:val="0"/>
        <w:vanish w:val="0"/>
        <w:color w:val="auto"/>
        <w:spacing w:val="0"/>
        <w:kern w:val="0"/>
        <w:position w:val="0"/>
        <w:sz w:val="20"/>
        <w:u w:val="none"/>
        <w:vertAlign w:val="baseline"/>
        <w:em w:val="none"/>
      </w:rPr>
    </w:lvl>
    <w:lvl w:ilvl="5">
      <w:start w:val="1"/>
      <w:numFmt w:val="decimal"/>
      <w:pStyle w:val="level6"/>
      <w:lvlText w:val="%1.%2.%3.%4.%5.%6"/>
      <w:lvlJc w:val="left"/>
      <w:pPr>
        <w:tabs>
          <w:tab w:val="num" w:pos="4820"/>
        </w:tabs>
        <w:ind w:left="4820" w:hanging="1134"/>
      </w:pPr>
      <w:rPr>
        <w:rFonts w:ascii="Verdana" w:hAnsi="Verdana" w:hint="default"/>
        <w:b w:val="0"/>
        <w:i w:val="0"/>
        <w:sz w:val="20"/>
        <w:szCs w:val="22"/>
      </w:rPr>
    </w:lvl>
    <w:lvl w:ilvl="6">
      <w:start w:val="1"/>
      <w:numFmt w:val="decimal"/>
      <w:lvlText w:val="%1.%2.%3.%4.%5.%6.%7"/>
      <w:lvlJc w:val="left"/>
      <w:pPr>
        <w:tabs>
          <w:tab w:val="num" w:pos="6237"/>
        </w:tabs>
        <w:ind w:left="6237" w:hanging="1417"/>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8" w15:restartNumberingAfterBreak="0">
    <w:nsid w:val="2BDA0881"/>
    <w:multiLevelType w:val="multilevel"/>
    <w:tmpl w:val="DA4C2C24"/>
    <w:lvl w:ilvl="0">
      <w:start w:val="1"/>
      <w:numFmt w:val="decimal"/>
      <w:pStyle w:val="Pealkiri1"/>
      <w:lvlText w:val="%1"/>
      <w:lvlJc w:val="left"/>
      <w:pPr>
        <w:tabs>
          <w:tab w:val="num" w:pos="720"/>
        </w:tabs>
        <w:ind w:left="720" w:hanging="720"/>
      </w:pPr>
      <w:rPr>
        <w:rFonts w:ascii="Arial" w:hAnsi="Arial" w:cs="Arial" w:hint="default"/>
        <w:b/>
        <w:i w:val="0"/>
        <w:caps/>
        <w:color w:val="auto"/>
        <w:sz w:val="20"/>
        <w:u w:val="none"/>
      </w:rPr>
    </w:lvl>
    <w:lvl w:ilvl="1">
      <w:start w:val="1"/>
      <w:numFmt w:val="decimal"/>
      <w:pStyle w:val="Pealkiri2"/>
      <w:lvlText w:val="%1.%2"/>
      <w:lvlJc w:val="left"/>
      <w:pPr>
        <w:tabs>
          <w:tab w:val="num" w:pos="720"/>
        </w:tabs>
        <w:ind w:left="720" w:hanging="720"/>
      </w:pPr>
      <w:rPr>
        <w:rFonts w:ascii="Arial" w:hAnsi="Arial" w:cs="Arial" w:hint="default"/>
        <w:b/>
        <w:i w:val="0"/>
        <w:color w:val="auto"/>
        <w:sz w:val="20"/>
        <w:u w:val="none"/>
      </w:rPr>
    </w:lvl>
    <w:lvl w:ilvl="2">
      <w:start w:val="1"/>
      <w:numFmt w:val="decimal"/>
      <w:pStyle w:val="Pealkiri3"/>
      <w:lvlText w:val="%1.%2.%3"/>
      <w:lvlJc w:val="left"/>
      <w:pPr>
        <w:tabs>
          <w:tab w:val="num" w:pos="1531"/>
        </w:tabs>
        <w:ind w:left="1531" w:hanging="811"/>
      </w:pPr>
      <w:rPr>
        <w:rFonts w:ascii="Arial" w:hAnsi="Arial" w:cs="Arial" w:hint="default"/>
        <w:b/>
        <w:i w:val="0"/>
        <w:color w:val="auto"/>
        <w:spacing w:val="-6"/>
        <w:sz w:val="20"/>
        <w:u w:val="none"/>
      </w:rPr>
    </w:lvl>
    <w:lvl w:ilvl="3">
      <w:start w:val="1"/>
      <w:numFmt w:val="decimal"/>
      <w:pStyle w:val="Pealkiri4"/>
      <w:lvlText w:val="%1.%2.%3.%4"/>
      <w:lvlJc w:val="left"/>
      <w:pPr>
        <w:tabs>
          <w:tab w:val="num" w:pos="2552"/>
        </w:tabs>
        <w:ind w:left="2552" w:hanging="1021"/>
      </w:pPr>
      <w:rPr>
        <w:rFonts w:ascii="Verdana" w:hAnsi="Verdana" w:hint="default"/>
        <w:b w:val="0"/>
        <w:i w:val="0"/>
        <w:color w:val="auto"/>
        <w:spacing w:val="-6"/>
        <w:sz w:val="20"/>
        <w:u w:val="none"/>
      </w:rPr>
    </w:lvl>
    <w:lvl w:ilvl="4">
      <w:start w:val="1"/>
      <w:numFmt w:val="decimal"/>
      <w:pStyle w:val="Pealkiri5"/>
      <w:lvlText w:val="%1.%2.%3.%4.%5"/>
      <w:lvlJc w:val="left"/>
      <w:pPr>
        <w:tabs>
          <w:tab w:val="num" w:pos="3686"/>
        </w:tabs>
        <w:ind w:left="3686" w:hanging="1134"/>
      </w:pPr>
      <w:rPr>
        <w:rFonts w:ascii="Verdana" w:hAnsi="Verdana" w:hint="default"/>
        <w:b w:val="0"/>
        <w:i w:val="0"/>
        <w:color w:val="auto"/>
        <w:sz w:val="20"/>
        <w:u w:val="none"/>
      </w:rPr>
    </w:lvl>
    <w:lvl w:ilvl="5">
      <w:start w:val="1"/>
      <w:numFmt w:val="decimal"/>
      <w:pStyle w:val="Pealkiri6"/>
      <w:lvlText w:val="%1.%2.%3.%4.%5.%6"/>
      <w:lvlJc w:val="left"/>
      <w:pPr>
        <w:tabs>
          <w:tab w:val="num" w:pos="4820"/>
        </w:tabs>
        <w:ind w:left="4820" w:hanging="1134"/>
      </w:pPr>
      <w:rPr>
        <w:rFonts w:hint="default"/>
        <w:b w:val="0"/>
        <w:i w:val="0"/>
        <w:color w:val="auto"/>
        <w:sz w:val="20"/>
        <w:u w:val="none"/>
      </w:rPr>
    </w:lvl>
    <w:lvl w:ilvl="6">
      <w:start w:val="1"/>
      <w:numFmt w:val="decimal"/>
      <w:pStyle w:val="Pealkiri7"/>
      <w:lvlText w:val="%1.%2.%3.%4.%5.%6.%7"/>
      <w:lvlJc w:val="left"/>
      <w:pPr>
        <w:tabs>
          <w:tab w:val="num" w:pos="6237"/>
        </w:tabs>
        <w:ind w:left="6237" w:hanging="1417"/>
      </w:pPr>
      <w:rPr>
        <w:rFonts w:hint="default"/>
        <w:b w:val="0"/>
        <w:i w:val="0"/>
        <w:color w:val="auto"/>
        <w:sz w:val="20"/>
        <w:u w:val="none"/>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9" w15:restartNumberingAfterBreak="0">
    <w:nsid w:val="302C39D2"/>
    <w:multiLevelType w:val="hybridMultilevel"/>
    <w:tmpl w:val="826006C0"/>
    <w:lvl w:ilvl="0" w:tplc="FFFFFFFF">
      <w:start w:val="1"/>
      <w:numFmt w:val="decimal"/>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703E4"/>
    <w:multiLevelType w:val="multilevel"/>
    <w:tmpl w:val="80D617E4"/>
    <w:lvl w:ilvl="0">
      <w:start w:val="1"/>
      <w:numFmt w:val="decimal"/>
      <w:pStyle w:val="Palunloend"/>
      <w:lvlText w:val="%1)"/>
      <w:lvlJc w:val="left"/>
      <w:pPr>
        <w:tabs>
          <w:tab w:val="num" w:pos="567"/>
        </w:tabs>
        <w:ind w:left="567" w:hanging="567"/>
      </w:pPr>
      <w:rPr>
        <w:rFonts w:ascii="Book Antiqua" w:hAnsi="Book Antiqua" w:hint="default"/>
        <w:b/>
        <w:i w:val="0"/>
        <w:sz w:val="22"/>
        <w:szCs w:val="22"/>
      </w:rPr>
    </w:lvl>
    <w:lvl w:ilvl="1">
      <w:start w:val="1"/>
      <w:numFmt w:val="lowerLetter"/>
      <w:lvlText w:val="%2)"/>
      <w:lvlJc w:val="left"/>
      <w:pPr>
        <w:tabs>
          <w:tab w:val="num" w:pos="1134"/>
        </w:tabs>
        <w:ind w:left="1134" w:hanging="567"/>
      </w:pPr>
      <w:rPr>
        <w:rFonts w:ascii="Book Antiqua" w:hAnsi="Book Antiqua" w:hint="default"/>
        <w:b/>
        <w:i w:val="0"/>
        <w:sz w:val="22"/>
        <w:szCs w:val="22"/>
      </w:rPr>
    </w:lvl>
    <w:lvl w:ilvl="2">
      <w:start w:val="1"/>
      <w:numFmt w:val="lowerRoman"/>
      <w:lvlText w:val="%3)"/>
      <w:lvlJc w:val="left"/>
      <w:pPr>
        <w:tabs>
          <w:tab w:val="num" w:pos="1491"/>
        </w:tabs>
        <w:ind w:left="1491" w:hanging="357"/>
      </w:pPr>
      <w:rPr>
        <w:rFonts w:ascii="Book Antiqua" w:hAnsi="Book Antiqua" w:hint="default"/>
        <w:b/>
        <w:i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7C23FB7"/>
    <w:multiLevelType w:val="multilevel"/>
    <w:tmpl w:val="E868A102"/>
    <w:lvl w:ilvl="0">
      <w:start w:val="1"/>
      <w:numFmt w:val="lowerLetter"/>
      <w:pStyle w:val="Loend"/>
      <w:lvlText w:val="(%1)"/>
      <w:lvlJc w:val="left"/>
      <w:pPr>
        <w:tabs>
          <w:tab w:val="num" w:pos="720"/>
        </w:tabs>
        <w:ind w:left="720" w:hanging="720"/>
      </w:pPr>
      <w:rPr>
        <w:rFonts w:ascii="Arial" w:hAnsi="Arial" w:cs="Arial" w:hint="default"/>
        <w:b w:val="0"/>
        <w:i w:val="0"/>
        <w:color w:val="auto"/>
        <w:sz w:val="20"/>
      </w:rPr>
    </w:lvl>
    <w:lvl w:ilvl="1">
      <w:start w:val="1"/>
      <w:numFmt w:val="lowerRoman"/>
      <w:pStyle w:val="Preambul"/>
      <w:lvlText w:val="(%2)"/>
      <w:lvlJc w:val="left"/>
      <w:pPr>
        <w:tabs>
          <w:tab w:val="num" w:pos="1440"/>
        </w:tabs>
        <w:ind w:left="1440" w:hanging="72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726149"/>
    <w:multiLevelType w:val="multilevel"/>
    <w:tmpl w:val="0425001F"/>
    <w:numStyleLink w:val="111111"/>
  </w:abstractNum>
  <w:abstractNum w:abstractNumId="13" w15:restartNumberingAfterBreak="0">
    <w:nsid w:val="3EFB6258"/>
    <w:multiLevelType w:val="hybridMultilevel"/>
    <w:tmpl w:val="2CF4EB9C"/>
    <w:lvl w:ilvl="0" w:tplc="A200851A">
      <w:start w:val="1"/>
      <w:numFmt w:val="lowerLetter"/>
      <w:lvlText w:val="(%1)"/>
      <w:lvlJc w:val="left"/>
      <w:pPr>
        <w:ind w:left="720" w:hanging="360"/>
      </w:pPr>
      <w:rPr>
        <w:rFonts w:hint="default"/>
      </w:rPr>
    </w:lvl>
    <w:lvl w:ilvl="1" w:tplc="D4F664CE">
      <w:start w:val="1"/>
      <w:numFmt w:val="lowerLetter"/>
      <w:lvlText w:val="%2."/>
      <w:lvlJc w:val="left"/>
      <w:pPr>
        <w:ind w:left="1440" w:hanging="360"/>
      </w:pPr>
    </w:lvl>
    <w:lvl w:ilvl="2" w:tplc="A7E4844A" w:tentative="1">
      <w:start w:val="1"/>
      <w:numFmt w:val="lowerRoman"/>
      <w:lvlText w:val="%3."/>
      <w:lvlJc w:val="right"/>
      <w:pPr>
        <w:ind w:left="2160" w:hanging="180"/>
      </w:pPr>
    </w:lvl>
    <w:lvl w:ilvl="3" w:tplc="B0FC4298" w:tentative="1">
      <w:start w:val="1"/>
      <w:numFmt w:val="decimal"/>
      <w:lvlText w:val="%4."/>
      <w:lvlJc w:val="left"/>
      <w:pPr>
        <w:ind w:left="2880" w:hanging="360"/>
      </w:pPr>
    </w:lvl>
    <w:lvl w:ilvl="4" w:tplc="4D18FF8E" w:tentative="1">
      <w:start w:val="1"/>
      <w:numFmt w:val="lowerLetter"/>
      <w:lvlText w:val="%5."/>
      <w:lvlJc w:val="left"/>
      <w:pPr>
        <w:ind w:left="3600" w:hanging="360"/>
      </w:pPr>
    </w:lvl>
    <w:lvl w:ilvl="5" w:tplc="A9584110" w:tentative="1">
      <w:start w:val="1"/>
      <w:numFmt w:val="lowerRoman"/>
      <w:lvlText w:val="%6."/>
      <w:lvlJc w:val="right"/>
      <w:pPr>
        <w:ind w:left="4320" w:hanging="180"/>
      </w:pPr>
    </w:lvl>
    <w:lvl w:ilvl="6" w:tplc="706AFB02" w:tentative="1">
      <w:start w:val="1"/>
      <w:numFmt w:val="decimal"/>
      <w:lvlText w:val="%7."/>
      <w:lvlJc w:val="left"/>
      <w:pPr>
        <w:ind w:left="5040" w:hanging="360"/>
      </w:pPr>
    </w:lvl>
    <w:lvl w:ilvl="7" w:tplc="2F206CD4" w:tentative="1">
      <w:start w:val="1"/>
      <w:numFmt w:val="lowerLetter"/>
      <w:lvlText w:val="%8."/>
      <w:lvlJc w:val="left"/>
      <w:pPr>
        <w:ind w:left="5760" w:hanging="360"/>
      </w:pPr>
    </w:lvl>
    <w:lvl w:ilvl="8" w:tplc="5CF0F654" w:tentative="1">
      <w:start w:val="1"/>
      <w:numFmt w:val="lowerRoman"/>
      <w:lvlText w:val="%9."/>
      <w:lvlJc w:val="right"/>
      <w:pPr>
        <w:ind w:left="6480" w:hanging="180"/>
      </w:pPr>
    </w:lvl>
  </w:abstractNum>
  <w:abstractNum w:abstractNumId="14" w15:restartNumberingAfterBreak="0">
    <w:nsid w:val="41CD2099"/>
    <w:multiLevelType w:val="multilevel"/>
    <w:tmpl w:val="E76A9530"/>
    <w:lvl w:ilvl="0">
      <w:start w:val="1"/>
      <w:numFmt w:val="decimal"/>
      <w:lvlText w:val="%1."/>
      <w:lvlJc w:val="left"/>
      <w:pPr>
        <w:ind w:left="720" w:hanging="360"/>
      </w:pPr>
    </w:lvl>
    <w:lvl w:ilvl="1">
      <w:start w:val="1"/>
      <w:numFmt w:val="decimal"/>
      <w:isLgl/>
      <w:lvlText w:val="%1.%2."/>
      <w:lvlJc w:val="left"/>
      <w:pPr>
        <w:ind w:left="1095" w:hanging="375"/>
      </w:pPr>
      <w:rPr>
        <w:rFonts w:ascii="Arial" w:hAnsi="Arial" w:cs="Arial"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70B47A7"/>
    <w:multiLevelType w:val="hybridMultilevel"/>
    <w:tmpl w:val="487C3196"/>
    <w:lvl w:ilvl="0" w:tplc="D584A7D6">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4C744114"/>
    <w:multiLevelType w:val="multilevel"/>
    <w:tmpl w:val="23446B08"/>
    <w:styleLink w:val="Style1"/>
    <w:lvl w:ilvl="0">
      <w:start w:val="1"/>
      <w:numFmt w:val="decimal"/>
      <w:lvlText w:val="%1"/>
      <w:lvlJc w:val="left"/>
      <w:pPr>
        <w:tabs>
          <w:tab w:val="num" w:pos="567"/>
        </w:tabs>
        <w:ind w:left="567" w:hanging="567"/>
      </w:pPr>
      <w:rPr>
        <w:rFonts w:ascii="Book Antiqua" w:hAnsi="Book Antiqua" w:hint="default"/>
        <w:b/>
        <w:i w:val="0"/>
        <w:caps/>
        <w:color w:val="auto"/>
        <w:sz w:val="22"/>
        <w:u w:val="none"/>
      </w:rPr>
    </w:lvl>
    <w:lvl w:ilvl="1">
      <w:start w:val="1"/>
      <w:numFmt w:val="decimal"/>
      <w:lvlText w:val="%1.%2"/>
      <w:lvlJc w:val="left"/>
      <w:pPr>
        <w:tabs>
          <w:tab w:val="num" w:pos="567"/>
        </w:tabs>
        <w:ind w:left="567" w:hanging="567"/>
      </w:pPr>
      <w:rPr>
        <w:rFonts w:ascii="Book Antiqua" w:hAnsi="Book Antiqua" w:hint="default"/>
        <w:b/>
        <w:i w:val="0"/>
        <w:color w:val="auto"/>
        <w:sz w:val="22"/>
        <w:u w:val="none"/>
      </w:rPr>
    </w:lvl>
    <w:lvl w:ilvl="2">
      <w:start w:val="1"/>
      <w:numFmt w:val="decimal"/>
      <w:lvlText w:val="%1.%2.%3"/>
      <w:lvlJc w:val="left"/>
      <w:pPr>
        <w:tabs>
          <w:tab w:val="num" w:pos="1287"/>
        </w:tabs>
        <w:ind w:left="1287" w:hanging="720"/>
      </w:pPr>
      <w:rPr>
        <w:rFonts w:ascii="Book Antiqua" w:hAnsi="Book Antiqua" w:hint="default"/>
        <w:b w:val="0"/>
        <w:i w:val="0"/>
        <w:color w:val="auto"/>
        <w:sz w:val="22"/>
        <w:u w:val="none"/>
      </w:rPr>
    </w:lvl>
    <w:lvl w:ilvl="3">
      <w:start w:val="1"/>
      <w:numFmt w:val="decimal"/>
      <w:lvlText w:val="%1.%2.%3.%4"/>
      <w:lvlJc w:val="left"/>
      <w:pPr>
        <w:tabs>
          <w:tab w:val="num" w:pos="2138"/>
        </w:tabs>
        <w:ind w:left="2138" w:hanging="851"/>
      </w:pPr>
      <w:rPr>
        <w:rFonts w:ascii="Book Antiqua" w:hAnsi="Book Antiqua" w:hint="default"/>
        <w:b w:val="0"/>
        <w:i w:val="0"/>
        <w:color w:val="auto"/>
        <w:sz w:val="22"/>
        <w:u w:val="none"/>
      </w:rPr>
    </w:lvl>
    <w:lvl w:ilvl="4">
      <w:start w:val="1"/>
      <w:numFmt w:val="decimal"/>
      <w:lvlText w:val="%1.%2.%3.%4.%5"/>
      <w:lvlJc w:val="left"/>
      <w:pPr>
        <w:tabs>
          <w:tab w:val="num" w:pos="3101"/>
        </w:tabs>
        <w:ind w:left="3101" w:hanging="963"/>
      </w:pPr>
      <w:rPr>
        <w:rFonts w:ascii="Book Antiqua" w:hAnsi="Book Antiqua" w:hint="default"/>
        <w:b w:val="0"/>
        <w:i w:val="0"/>
        <w:color w:val="auto"/>
        <w:sz w:val="22"/>
        <w:u w:val="none"/>
      </w:rPr>
    </w:lvl>
    <w:lvl w:ilvl="5">
      <w:start w:val="1"/>
      <w:numFmt w:val="decimal"/>
      <w:lvlText w:val="%1.%2.%3.%4.%5.%6"/>
      <w:lvlJc w:val="left"/>
      <w:pPr>
        <w:tabs>
          <w:tab w:val="num" w:pos="4179"/>
        </w:tabs>
        <w:ind w:left="4179" w:hanging="1078"/>
      </w:pPr>
      <w:rPr>
        <w:rFonts w:ascii="Book Antiqua" w:hAnsi="Book Antiqua" w:hint="default"/>
        <w:b w:val="0"/>
        <w:i w:val="0"/>
        <w:color w:val="auto"/>
        <w:sz w:val="22"/>
        <w:u w:val="none"/>
      </w:rPr>
    </w:lvl>
    <w:lvl w:ilvl="6">
      <w:start w:val="1"/>
      <w:numFmt w:val="decimal"/>
      <w:lvlText w:val="%1.%2.%3.%4.%5.%6.%7"/>
      <w:lvlJc w:val="left"/>
      <w:pPr>
        <w:tabs>
          <w:tab w:val="num" w:pos="5369"/>
        </w:tabs>
        <w:ind w:left="5369" w:hanging="1190"/>
      </w:pPr>
      <w:rPr>
        <w:rFonts w:ascii="Book Antiqua" w:hAnsi="Book Antiqua" w:hint="default"/>
        <w:b w:val="0"/>
        <w:i w:val="0"/>
        <w:color w:val="auto"/>
        <w:sz w:val="22"/>
        <w:u w:val="none"/>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1A32446"/>
    <w:multiLevelType w:val="multilevel"/>
    <w:tmpl w:val="4A3C3A02"/>
    <w:name w:val="LMH Headings"/>
    <w:lvl w:ilvl="0">
      <w:start w:val="1"/>
      <w:numFmt w:val="decimal"/>
      <w:lvlText w:val="%1"/>
      <w:lvlJc w:val="left"/>
      <w:pPr>
        <w:ind w:left="432" w:hanging="432"/>
      </w:pPr>
      <w:rPr>
        <w:rFonts w:hint="default"/>
        <w:b/>
        <w:i w:val="0"/>
        <w:caps/>
        <w:color w:val="auto"/>
        <w:sz w:val="22"/>
        <w:u w:val="none"/>
      </w:rPr>
    </w:lvl>
    <w:lvl w:ilvl="1">
      <w:start w:val="1"/>
      <w:numFmt w:val="decimal"/>
      <w:lvlText w:val="%1.%2"/>
      <w:lvlJc w:val="left"/>
      <w:pPr>
        <w:ind w:left="576" w:hanging="576"/>
      </w:pPr>
      <w:rPr>
        <w:rFonts w:hint="default"/>
        <w:b/>
        <w:i w:val="0"/>
        <w:color w:val="auto"/>
        <w:sz w:val="22"/>
        <w:u w:val="none"/>
      </w:rPr>
    </w:lvl>
    <w:lvl w:ilvl="2">
      <w:start w:val="1"/>
      <w:numFmt w:val="decimal"/>
      <w:lvlText w:val="%1.%2.%3"/>
      <w:lvlJc w:val="left"/>
      <w:pPr>
        <w:ind w:left="720" w:hanging="720"/>
      </w:pPr>
      <w:rPr>
        <w:rFonts w:hint="default"/>
        <w:b w:val="0"/>
        <w:i w:val="0"/>
        <w:color w:val="auto"/>
        <w:sz w:val="22"/>
        <w:u w:val="none"/>
      </w:rPr>
    </w:lvl>
    <w:lvl w:ilvl="3">
      <w:start w:val="1"/>
      <w:numFmt w:val="decimal"/>
      <w:lvlText w:val="%1.%2.%3.%4"/>
      <w:lvlJc w:val="left"/>
      <w:pPr>
        <w:ind w:left="864" w:hanging="864"/>
      </w:pPr>
      <w:rPr>
        <w:rFonts w:hint="default"/>
        <w:b w:val="0"/>
        <w:i w:val="0"/>
        <w:color w:val="auto"/>
        <w:sz w:val="22"/>
        <w:u w:val="none"/>
      </w:rPr>
    </w:lvl>
    <w:lvl w:ilvl="4">
      <w:start w:val="1"/>
      <w:numFmt w:val="decimal"/>
      <w:lvlText w:val="%1.%2.%3.%4.%5"/>
      <w:lvlJc w:val="left"/>
      <w:pPr>
        <w:ind w:left="1008" w:hanging="1008"/>
      </w:pPr>
      <w:rPr>
        <w:rFonts w:hint="default"/>
        <w:b w:val="0"/>
        <w:i w:val="0"/>
        <w:color w:val="auto"/>
        <w:sz w:val="22"/>
        <w:u w:val="none"/>
      </w:rPr>
    </w:lvl>
    <w:lvl w:ilvl="5">
      <w:start w:val="1"/>
      <w:numFmt w:val="decimal"/>
      <w:lvlText w:val="%1.%2.%3.%4.%5.%6"/>
      <w:lvlJc w:val="left"/>
      <w:pPr>
        <w:ind w:left="1152" w:hanging="1152"/>
      </w:pPr>
      <w:rPr>
        <w:rFonts w:hint="default"/>
        <w:b w:val="0"/>
        <w:i w:val="0"/>
        <w:color w:val="auto"/>
        <w:sz w:val="22"/>
        <w:u w:val="none"/>
      </w:rPr>
    </w:lvl>
    <w:lvl w:ilvl="6">
      <w:start w:val="1"/>
      <w:numFmt w:val="decimal"/>
      <w:lvlText w:val="%1.%2.%3.%4.%5.%6.%7"/>
      <w:lvlJc w:val="left"/>
      <w:pPr>
        <w:ind w:left="1296" w:hanging="1296"/>
      </w:pPr>
      <w:rPr>
        <w:rFonts w:hint="default"/>
        <w:b w:val="0"/>
        <w:i w:val="0"/>
        <w:color w:val="auto"/>
        <w:sz w:val="22"/>
        <w:u w:val="none"/>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5A44CE0"/>
    <w:multiLevelType w:val="multilevel"/>
    <w:tmpl w:val="C7E6582A"/>
    <w:name w:val="LMH Headings10"/>
    <w:lvl w:ilvl="0">
      <w:start w:val="1"/>
      <w:numFmt w:val="decimal"/>
      <w:pStyle w:val="LegalHeading1"/>
      <w:lvlText w:val="%1"/>
      <w:lvlJc w:val="left"/>
      <w:pPr>
        <w:tabs>
          <w:tab w:val="num" w:pos="567"/>
        </w:tabs>
        <w:ind w:left="567" w:hanging="567"/>
      </w:pPr>
      <w:rPr>
        <w:rFonts w:ascii="Times" w:hAnsi="Times" w:hint="default"/>
        <w:b/>
        <w:i w:val="0"/>
        <w:sz w:val="22"/>
      </w:rPr>
    </w:lvl>
    <w:lvl w:ilvl="1">
      <w:start w:val="1"/>
      <w:numFmt w:val="decimal"/>
      <w:pStyle w:val="LegalHeading2"/>
      <w:isLgl/>
      <w:lvlText w:val="%1.%2."/>
      <w:lvlJc w:val="left"/>
      <w:pPr>
        <w:tabs>
          <w:tab w:val="num" w:pos="567"/>
        </w:tabs>
        <w:ind w:left="567" w:hanging="567"/>
      </w:pPr>
      <w:rPr>
        <w:rFonts w:ascii="Times" w:hAnsi="Times" w:hint="default"/>
        <w:b/>
        <w:i w:val="0"/>
        <w:sz w:val="24"/>
      </w:rPr>
    </w:lvl>
    <w:lvl w:ilvl="2">
      <w:start w:val="1"/>
      <w:numFmt w:val="decimal"/>
      <w:isLgl/>
      <w:lvlText w:val="%1.%2.%3."/>
      <w:lvlJc w:val="left"/>
      <w:pPr>
        <w:tabs>
          <w:tab w:val="num" w:pos="1418"/>
        </w:tabs>
        <w:ind w:left="1418" w:hanging="851"/>
      </w:pPr>
      <w:rPr>
        <w:rFonts w:ascii="Times" w:hAnsi="Times" w:hint="default"/>
        <w:b/>
        <w:i w:val="0"/>
        <w:sz w:val="24"/>
      </w:rPr>
    </w:lvl>
    <w:lvl w:ilvl="3">
      <w:start w:val="1"/>
      <w:numFmt w:val="decimal"/>
      <w:isLgl/>
      <w:lvlText w:val="%1.%2.%3.%4."/>
      <w:lvlJc w:val="left"/>
      <w:pPr>
        <w:tabs>
          <w:tab w:val="num" w:pos="2835"/>
        </w:tabs>
        <w:ind w:left="2835" w:hanging="1417"/>
      </w:pPr>
      <w:rPr>
        <w:rFonts w:ascii="Times" w:hAnsi="Times" w:hint="default"/>
        <w:b/>
        <w:i w:val="0"/>
        <w:sz w:val="24"/>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5624701F"/>
    <w:multiLevelType w:val="multilevel"/>
    <w:tmpl w:val="4C0E1D56"/>
    <w:styleLink w:val="List1"/>
    <w:lvl w:ilvl="0">
      <w:start w:val="1"/>
      <w:numFmt w:val="lowerLetter"/>
      <w:lvlText w:val="(%1)"/>
      <w:lvlJc w:val="left"/>
      <w:pPr>
        <w:tabs>
          <w:tab w:val="num" w:pos="1287"/>
        </w:tabs>
        <w:ind w:left="1287" w:hanging="567"/>
      </w:pPr>
      <w:rPr>
        <w:rFonts w:ascii="Book Antiqua" w:hAnsi="Book Antiqua" w:hint="default"/>
        <w:sz w:val="22"/>
      </w:rPr>
    </w:lvl>
    <w:lvl w:ilvl="1">
      <w:start w:val="1"/>
      <w:numFmt w:val="lowerRoman"/>
      <w:lvlText w:val="(%2)"/>
      <w:lvlJc w:val="left"/>
      <w:pPr>
        <w:tabs>
          <w:tab w:val="num" w:pos="1854"/>
        </w:tabs>
        <w:ind w:left="1854" w:hanging="567"/>
      </w:pPr>
      <w:rPr>
        <w:rFonts w:hint="default"/>
      </w:rPr>
    </w:lvl>
    <w:lvl w:ilvl="2">
      <w:start w:val="1"/>
      <w:numFmt w:val="bullet"/>
      <w:lvlText w:val=""/>
      <w:lvlJc w:val="left"/>
      <w:pPr>
        <w:tabs>
          <w:tab w:val="num" w:pos="2268"/>
        </w:tabs>
        <w:ind w:left="2268" w:hanging="414"/>
      </w:pPr>
      <w:rPr>
        <w:rFonts w:ascii="Symbol" w:hAnsi="Symbol" w:hint="default"/>
        <w:color w:val="000000"/>
      </w:rPr>
    </w:lvl>
    <w:lvl w:ilvl="3">
      <w:start w:val="1"/>
      <w:numFmt w:val="bullet"/>
      <w:lvlText w:val="–"/>
      <w:lvlJc w:val="left"/>
      <w:pPr>
        <w:tabs>
          <w:tab w:val="num" w:pos="2552"/>
        </w:tabs>
        <w:ind w:left="2552" w:hanging="284"/>
      </w:pPr>
      <w:rPr>
        <w:rFonts w:ascii="Book Antiqua" w:hAnsi="Book Antiqua"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AA36D9D"/>
    <w:multiLevelType w:val="multilevel"/>
    <w:tmpl w:val="042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EB26BDB"/>
    <w:multiLevelType w:val="multilevel"/>
    <w:tmpl w:val="02663FBA"/>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FCF2DCD"/>
    <w:multiLevelType w:val="multilevel"/>
    <w:tmpl w:val="E50A64DA"/>
    <w:lvl w:ilvl="0">
      <w:numFmt w:val="bullet"/>
      <w:pStyle w:val="Bulletlist2"/>
      <w:lvlText w:val="·"/>
      <w:lvlJc w:val="left"/>
      <w:pPr>
        <w:tabs>
          <w:tab w:val="num" w:pos="924"/>
        </w:tabs>
        <w:ind w:left="924" w:hanging="357"/>
      </w:pPr>
      <w:rPr>
        <w:rFonts w:ascii="Symbol" w:hAnsi="Symbol" w:hint="default"/>
        <w:color w:val="000000"/>
      </w:rPr>
    </w:lvl>
    <w:lvl w:ilvl="1">
      <w:start w:val="1"/>
      <w:numFmt w:val="bullet"/>
      <w:lvlText w:val="o"/>
      <w:lvlJc w:val="left"/>
      <w:pPr>
        <w:tabs>
          <w:tab w:val="num" w:pos="1281"/>
        </w:tabs>
        <w:ind w:left="1281" w:hanging="357"/>
      </w:pPr>
      <w:rPr>
        <w:rFonts w:ascii="Courier New" w:hAnsi="Courier New" w:hint="default"/>
      </w:rPr>
    </w:lvl>
    <w:lvl w:ilvl="2">
      <w:start w:val="1"/>
      <w:numFmt w:val="bullet"/>
      <w:lvlText w:val=""/>
      <w:lvlJc w:val="left"/>
      <w:pPr>
        <w:tabs>
          <w:tab w:val="num" w:pos="1639"/>
        </w:tabs>
        <w:ind w:left="1639" w:hanging="358"/>
      </w:pPr>
      <w:rPr>
        <w:rFonts w:ascii="Wingdings" w:hAnsi="Wingdings" w:hint="default"/>
      </w:rPr>
    </w:lvl>
    <w:lvl w:ilvl="3">
      <w:start w:val="1"/>
      <w:numFmt w:val="bullet"/>
      <w:lvlText w:val=""/>
      <w:lvlJc w:val="left"/>
      <w:pPr>
        <w:tabs>
          <w:tab w:val="num" w:pos="1996"/>
        </w:tabs>
        <w:ind w:left="1996" w:hanging="357"/>
      </w:pPr>
      <w:rPr>
        <w:rFonts w:ascii="Symbol" w:hAnsi="Symbol" w:hint="default"/>
      </w:rPr>
    </w:lvl>
    <w:lvl w:ilvl="4">
      <w:start w:val="1"/>
      <w:numFmt w:val="bullet"/>
      <w:lvlText w:val="o"/>
      <w:lvlJc w:val="left"/>
      <w:pPr>
        <w:tabs>
          <w:tab w:val="num" w:pos="2353"/>
        </w:tabs>
        <w:ind w:left="2353" w:hanging="357"/>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B16666"/>
    <w:multiLevelType w:val="multilevel"/>
    <w:tmpl w:val="1674ADB6"/>
    <w:lvl w:ilvl="0">
      <w:start w:val="1"/>
      <w:numFmt w:val="decimal"/>
      <w:pStyle w:val="Lisad"/>
      <w:lvlText w:val="%1)"/>
      <w:lvlJc w:val="left"/>
      <w:pPr>
        <w:tabs>
          <w:tab w:val="num" w:pos="567"/>
        </w:tabs>
        <w:ind w:left="567" w:hanging="567"/>
      </w:pPr>
      <w:rPr>
        <w:rFonts w:ascii="Book Antiqua" w:hAnsi="Book Antiqua" w:hint="default"/>
        <w:b w:val="0"/>
        <w:i w:val="0"/>
        <w:sz w:val="22"/>
        <w:szCs w:val="22"/>
      </w:rPr>
    </w:lvl>
    <w:lvl w:ilvl="1">
      <w:start w:val="1"/>
      <w:numFmt w:val="lowerLetter"/>
      <w:lvlRestart w:val="0"/>
      <w:lvlText w:val="%2)"/>
      <w:lvlJc w:val="left"/>
      <w:pPr>
        <w:tabs>
          <w:tab w:val="num" w:pos="1134"/>
        </w:tabs>
        <w:ind w:left="1134" w:hanging="567"/>
      </w:pPr>
      <w:rPr>
        <w:rFonts w:ascii="Book Antiqua" w:hAnsi="Book Antiqua" w:hint="default"/>
        <w:b w:val="0"/>
        <w:i w:val="0"/>
        <w:sz w:val="22"/>
        <w:szCs w:val="22"/>
      </w:rPr>
    </w:lvl>
    <w:lvl w:ilvl="2">
      <w:start w:val="1"/>
      <w:numFmt w:val="lowerRoman"/>
      <w:lvlText w:val="%3)"/>
      <w:lvlJc w:val="left"/>
      <w:pPr>
        <w:tabs>
          <w:tab w:val="num" w:pos="1701"/>
        </w:tabs>
        <w:ind w:left="1701" w:hanging="567"/>
      </w:pPr>
      <w:rPr>
        <w:rFonts w:ascii="Book Antiqua" w:hAnsi="Book Antiqua" w:hint="default"/>
        <w:b w:val="0"/>
        <w:i w:val="0"/>
        <w:sz w:val="22"/>
        <w:szCs w:val="22"/>
      </w:rPr>
    </w:lvl>
    <w:lvl w:ilvl="3">
      <w:start w:val="1"/>
      <w:numFmt w:val="none"/>
      <w:lvlText w:val=""/>
      <w:lvlJc w:val="left"/>
      <w:pPr>
        <w:tabs>
          <w:tab w:val="num" w:pos="0"/>
        </w:tabs>
        <w:ind w:left="0" w:firstLine="0"/>
      </w:pPr>
      <w:rPr>
        <w:rFonts w:ascii="Book Antiqua" w:hAnsi="Book Antiqua" w:hint="default"/>
        <w:b w:val="0"/>
        <w:i w:val="0"/>
        <w:sz w:val="22"/>
        <w:szCs w:val="22"/>
      </w:rPr>
    </w:lvl>
    <w:lvl w:ilvl="4">
      <w:start w:val="1"/>
      <w:numFmt w:val="none"/>
      <w:lvlText w:val="%5."/>
      <w:lvlJc w:val="left"/>
      <w:pPr>
        <w:tabs>
          <w:tab w:val="num" w:pos="3447"/>
        </w:tabs>
        <w:ind w:left="3447" w:hanging="360"/>
      </w:pPr>
      <w:rPr>
        <w:rFonts w:hint="default"/>
      </w:rPr>
    </w:lvl>
    <w:lvl w:ilvl="5">
      <w:start w:val="1"/>
      <w:numFmt w:val="none"/>
      <w:lvlText w:val="%6."/>
      <w:lvlJc w:val="right"/>
      <w:pPr>
        <w:tabs>
          <w:tab w:val="num" w:pos="4167"/>
        </w:tabs>
        <w:ind w:left="4167" w:hanging="180"/>
      </w:pPr>
      <w:rPr>
        <w:rFonts w:hint="default"/>
      </w:rPr>
    </w:lvl>
    <w:lvl w:ilvl="6">
      <w:start w:val="1"/>
      <w:numFmt w:val="none"/>
      <w:lvlText w:val="%7."/>
      <w:lvlJc w:val="left"/>
      <w:pPr>
        <w:tabs>
          <w:tab w:val="num" w:pos="4887"/>
        </w:tabs>
        <w:ind w:left="4887" w:hanging="360"/>
      </w:pPr>
      <w:rPr>
        <w:rFonts w:hint="default"/>
      </w:rPr>
    </w:lvl>
    <w:lvl w:ilvl="7">
      <w:start w:val="1"/>
      <w:numFmt w:val="none"/>
      <w:lvlText w:val="%8."/>
      <w:lvlJc w:val="left"/>
      <w:pPr>
        <w:tabs>
          <w:tab w:val="num" w:pos="5607"/>
        </w:tabs>
        <w:ind w:left="5607" w:hanging="360"/>
      </w:pPr>
      <w:rPr>
        <w:rFonts w:hint="default"/>
      </w:rPr>
    </w:lvl>
    <w:lvl w:ilvl="8">
      <w:start w:val="1"/>
      <w:numFmt w:val="none"/>
      <w:lvlText w:val="%9."/>
      <w:lvlJc w:val="right"/>
      <w:pPr>
        <w:tabs>
          <w:tab w:val="num" w:pos="0"/>
        </w:tabs>
        <w:ind w:left="0" w:firstLine="0"/>
      </w:pPr>
      <w:rPr>
        <w:rFonts w:ascii="Book Antiqua" w:hAnsi="Book Antiqua" w:hint="default"/>
        <w:b w:val="0"/>
        <w:i w:val="0"/>
        <w:sz w:val="22"/>
        <w:szCs w:val="22"/>
      </w:rPr>
    </w:lvl>
  </w:abstractNum>
  <w:abstractNum w:abstractNumId="24" w15:restartNumberingAfterBreak="0">
    <w:nsid w:val="76543950"/>
    <w:multiLevelType w:val="multilevel"/>
    <w:tmpl w:val="7264E1E0"/>
    <w:name w:val="Headings list"/>
    <w:lvl w:ilvl="0">
      <w:start w:val="1"/>
      <w:numFmt w:val="bullet"/>
      <w:pStyle w:val="Bulletlist1"/>
      <w:lvlText w:val="·"/>
      <w:lvlJc w:val="left"/>
      <w:pPr>
        <w:tabs>
          <w:tab w:val="num" w:pos="357"/>
        </w:tabs>
        <w:ind w:left="357" w:hanging="357"/>
      </w:pPr>
      <w:rPr>
        <w:rFonts w:ascii="Symbol" w:hAnsi="Symbol" w:hint="default"/>
        <w:b w:val="0"/>
        <w:i w:val="0"/>
        <w:color w:val="000000"/>
        <w:sz w:val="22"/>
        <w:szCs w:val="22"/>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2"/>
        </w:tabs>
        <w:ind w:left="1072" w:hanging="358"/>
      </w:pPr>
      <w:rPr>
        <w:rFonts w:ascii="Wingdings" w:hAnsi="Wingdings" w:hint="default"/>
      </w:rPr>
    </w:lvl>
    <w:lvl w:ilvl="3">
      <w:start w:val="1"/>
      <w:numFmt w:val="bullet"/>
      <w:lvlText w:val=""/>
      <w:lvlJc w:val="left"/>
      <w:pPr>
        <w:tabs>
          <w:tab w:val="num" w:pos="1429"/>
        </w:tabs>
        <w:ind w:left="1429" w:hanging="357"/>
      </w:pPr>
      <w:rPr>
        <w:rFonts w:ascii="Symbol" w:hAnsi="Symbol" w:hint="default"/>
      </w:rPr>
    </w:lvl>
    <w:lvl w:ilvl="4">
      <w:start w:val="1"/>
      <w:numFmt w:val="bullet"/>
      <w:lvlText w:val="o"/>
      <w:lvlJc w:val="left"/>
      <w:pPr>
        <w:tabs>
          <w:tab w:val="num" w:pos="1786"/>
        </w:tabs>
        <w:ind w:left="1786" w:hanging="357"/>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693646"/>
    <w:multiLevelType w:val="hybridMultilevel"/>
    <w:tmpl w:val="A61E7F26"/>
    <w:lvl w:ilvl="0" w:tplc="E4B46AC0">
      <w:start w:val="1"/>
      <w:numFmt w:val="decimal"/>
      <w:lvlText w:val="(%1)"/>
      <w:lvlJc w:val="left"/>
      <w:pPr>
        <w:ind w:left="720" w:hanging="360"/>
      </w:pPr>
      <w:rPr>
        <w:rFonts w:hint="default"/>
        <w:b/>
      </w:rPr>
    </w:lvl>
    <w:lvl w:ilvl="1" w:tplc="4F562518">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76780014">
    <w:abstractNumId w:val="19"/>
  </w:num>
  <w:num w:numId="2" w16cid:durableId="1268344824">
    <w:abstractNumId w:val="22"/>
  </w:num>
  <w:num w:numId="3" w16cid:durableId="682366240">
    <w:abstractNumId w:val="24"/>
  </w:num>
  <w:num w:numId="4" w16cid:durableId="469104">
    <w:abstractNumId w:val="7"/>
  </w:num>
  <w:num w:numId="5" w16cid:durableId="1799838041">
    <w:abstractNumId w:val="3"/>
  </w:num>
  <w:num w:numId="6" w16cid:durableId="865484755">
    <w:abstractNumId w:val="20"/>
  </w:num>
  <w:num w:numId="7" w16cid:durableId="1800298908">
    <w:abstractNumId w:val="5"/>
  </w:num>
  <w:num w:numId="8" w16cid:durableId="1420449007">
    <w:abstractNumId w:val="16"/>
  </w:num>
  <w:num w:numId="9" w16cid:durableId="111367474">
    <w:abstractNumId w:val="8"/>
  </w:num>
  <w:num w:numId="10" w16cid:durableId="1239443466">
    <w:abstractNumId w:val="10"/>
  </w:num>
  <w:num w:numId="11" w16cid:durableId="473110400">
    <w:abstractNumId w:val="23"/>
  </w:num>
  <w:num w:numId="12" w16cid:durableId="1109738692">
    <w:abstractNumId w:val="18"/>
  </w:num>
  <w:num w:numId="13" w16cid:durableId="1164398323">
    <w:abstractNumId w:val="2"/>
  </w:num>
  <w:num w:numId="14" w16cid:durableId="971516773">
    <w:abstractNumId w:val="1"/>
  </w:num>
  <w:num w:numId="15" w16cid:durableId="20074353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1278738">
    <w:abstractNumId w:val="11"/>
  </w:num>
  <w:num w:numId="17" w16cid:durableId="1922566381">
    <w:abstractNumId w:val="6"/>
  </w:num>
  <w:num w:numId="18" w16cid:durableId="115687406">
    <w:abstractNumId w:val="9"/>
  </w:num>
  <w:num w:numId="19" w16cid:durableId="793258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988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06159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00877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2279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3533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71192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2227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5919512">
    <w:abstractNumId w:val="0"/>
  </w:num>
  <w:num w:numId="28" w16cid:durableId="1223370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8817556">
    <w:abstractNumId w:val="25"/>
  </w:num>
  <w:num w:numId="30" w16cid:durableId="11614487">
    <w:abstractNumId w:val="13"/>
  </w:num>
  <w:num w:numId="31" w16cid:durableId="721948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76705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84273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7096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196076">
    <w:abstractNumId w:val="21"/>
  </w:num>
  <w:num w:numId="36" w16cid:durableId="1921480448">
    <w:abstractNumId w:val="14"/>
  </w:num>
  <w:num w:numId="37" w16cid:durableId="393239466">
    <w:abstractNumId w:val="12"/>
  </w:num>
  <w:num w:numId="38" w16cid:durableId="19882378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7698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803866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63900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73584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2667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517062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74098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8548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13625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62316348">
    <w:abstractNumId w:val="15"/>
  </w:num>
  <w:num w:numId="49" w16cid:durableId="1797846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628" w:allStyles="0" w:customStyles="0" w:latentStyles="0" w:stylesInUse="1" w:headingStyles="1" w:numberingStyles="0" w:tableStyles="0" w:directFormattingOnRuns="0" w:directFormattingOnParagraphs="1" w:directFormattingOnNumbering="1" w:directFormattingOnTables="0" w:clearFormatting="1" w:top3HeadingStyles="1" w:visibleStyles="0" w:alternateStyleNames="0"/>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F72"/>
    <w:rsid w:val="00000610"/>
    <w:rsid w:val="00000CB7"/>
    <w:rsid w:val="00000E40"/>
    <w:rsid w:val="0000171B"/>
    <w:rsid w:val="0000184B"/>
    <w:rsid w:val="00001AA0"/>
    <w:rsid w:val="00002046"/>
    <w:rsid w:val="00002257"/>
    <w:rsid w:val="00002A11"/>
    <w:rsid w:val="00002B47"/>
    <w:rsid w:val="00002BA6"/>
    <w:rsid w:val="00002BB9"/>
    <w:rsid w:val="00002C80"/>
    <w:rsid w:val="00003AA2"/>
    <w:rsid w:val="00003D99"/>
    <w:rsid w:val="00003EAB"/>
    <w:rsid w:val="00004065"/>
    <w:rsid w:val="000040E2"/>
    <w:rsid w:val="00004492"/>
    <w:rsid w:val="00004506"/>
    <w:rsid w:val="00004BD9"/>
    <w:rsid w:val="00004E93"/>
    <w:rsid w:val="00005025"/>
    <w:rsid w:val="000052FB"/>
    <w:rsid w:val="00005BC1"/>
    <w:rsid w:val="00005F1B"/>
    <w:rsid w:val="00005F9E"/>
    <w:rsid w:val="000060C1"/>
    <w:rsid w:val="00006596"/>
    <w:rsid w:val="000067C7"/>
    <w:rsid w:val="00006B02"/>
    <w:rsid w:val="000078EA"/>
    <w:rsid w:val="0000799D"/>
    <w:rsid w:val="000101E7"/>
    <w:rsid w:val="000104E5"/>
    <w:rsid w:val="00010620"/>
    <w:rsid w:val="00010AE4"/>
    <w:rsid w:val="00011085"/>
    <w:rsid w:val="00011355"/>
    <w:rsid w:val="0001153B"/>
    <w:rsid w:val="00011AEA"/>
    <w:rsid w:val="00011B02"/>
    <w:rsid w:val="00012273"/>
    <w:rsid w:val="00012558"/>
    <w:rsid w:val="00012757"/>
    <w:rsid w:val="00013217"/>
    <w:rsid w:val="00013516"/>
    <w:rsid w:val="0001428B"/>
    <w:rsid w:val="00014626"/>
    <w:rsid w:val="00014BA9"/>
    <w:rsid w:val="000151DC"/>
    <w:rsid w:val="00015AAD"/>
    <w:rsid w:val="00015D77"/>
    <w:rsid w:val="00016106"/>
    <w:rsid w:val="000162C2"/>
    <w:rsid w:val="000163DA"/>
    <w:rsid w:val="00016522"/>
    <w:rsid w:val="00016614"/>
    <w:rsid w:val="000168F0"/>
    <w:rsid w:val="0002007D"/>
    <w:rsid w:val="000202FD"/>
    <w:rsid w:val="00020390"/>
    <w:rsid w:val="00020522"/>
    <w:rsid w:val="00020D66"/>
    <w:rsid w:val="00021F78"/>
    <w:rsid w:val="0002253D"/>
    <w:rsid w:val="000225DF"/>
    <w:rsid w:val="00022B6C"/>
    <w:rsid w:val="0002333F"/>
    <w:rsid w:val="00023632"/>
    <w:rsid w:val="00024081"/>
    <w:rsid w:val="00024313"/>
    <w:rsid w:val="00024862"/>
    <w:rsid w:val="00025109"/>
    <w:rsid w:val="00025139"/>
    <w:rsid w:val="00025A49"/>
    <w:rsid w:val="00025E87"/>
    <w:rsid w:val="00026181"/>
    <w:rsid w:val="00026652"/>
    <w:rsid w:val="00026CB6"/>
    <w:rsid w:val="00026EF1"/>
    <w:rsid w:val="00027718"/>
    <w:rsid w:val="00027F49"/>
    <w:rsid w:val="0003191D"/>
    <w:rsid w:val="000323F4"/>
    <w:rsid w:val="00032502"/>
    <w:rsid w:val="00032D73"/>
    <w:rsid w:val="0003339E"/>
    <w:rsid w:val="00033879"/>
    <w:rsid w:val="00033D6A"/>
    <w:rsid w:val="00034767"/>
    <w:rsid w:val="00034901"/>
    <w:rsid w:val="00034B32"/>
    <w:rsid w:val="00034F6C"/>
    <w:rsid w:val="00035591"/>
    <w:rsid w:val="00035D65"/>
    <w:rsid w:val="00035E98"/>
    <w:rsid w:val="0003622B"/>
    <w:rsid w:val="00036488"/>
    <w:rsid w:val="000369B2"/>
    <w:rsid w:val="0003712C"/>
    <w:rsid w:val="0003713A"/>
    <w:rsid w:val="00037215"/>
    <w:rsid w:val="00037D8A"/>
    <w:rsid w:val="0004034A"/>
    <w:rsid w:val="00040615"/>
    <w:rsid w:val="00040FDA"/>
    <w:rsid w:val="00041250"/>
    <w:rsid w:val="00041462"/>
    <w:rsid w:val="000414F4"/>
    <w:rsid w:val="00041845"/>
    <w:rsid w:val="00042DBA"/>
    <w:rsid w:val="00042F7A"/>
    <w:rsid w:val="00043257"/>
    <w:rsid w:val="000434FA"/>
    <w:rsid w:val="00043651"/>
    <w:rsid w:val="00043923"/>
    <w:rsid w:val="000442A7"/>
    <w:rsid w:val="0004439F"/>
    <w:rsid w:val="00044BE1"/>
    <w:rsid w:val="0004500A"/>
    <w:rsid w:val="0004539F"/>
    <w:rsid w:val="00045F75"/>
    <w:rsid w:val="00046B1C"/>
    <w:rsid w:val="00047B9B"/>
    <w:rsid w:val="00050116"/>
    <w:rsid w:val="00050450"/>
    <w:rsid w:val="00050AFE"/>
    <w:rsid w:val="00050D17"/>
    <w:rsid w:val="00050EBF"/>
    <w:rsid w:val="000511BD"/>
    <w:rsid w:val="00051750"/>
    <w:rsid w:val="00051B24"/>
    <w:rsid w:val="000520BE"/>
    <w:rsid w:val="00052381"/>
    <w:rsid w:val="00053444"/>
    <w:rsid w:val="00053B36"/>
    <w:rsid w:val="00053DBD"/>
    <w:rsid w:val="00053FCC"/>
    <w:rsid w:val="0005431D"/>
    <w:rsid w:val="00054536"/>
    <w:rsid w:val="00054544"/>
    <w:rsid w:val="00054AF5"/>
    <w:rsid w:val="00054BDA"/>
    <w:rsid w:val="000550D9"/>
    <w:rsid w:val="000551BD"/>
    <w:rsid w:val="00055400"/>
    <w:rsid w:val="00055876"/>
    <w:rsid w:val="00056935"/>
    <w:rsid w:val="00056C8B"/>
    <w:rsid w:val="00057576"/>
    <w:rsid w:val="000600C9"/>
    <w:rsid w:val="00060231"/>
    <w:rsid w:val="00060387"/>
    <w:rsid w:val="000607EE"/>
    <w:rsid w:val="00060A35"/>
    <w:rsid w:val="00060DAE"/>
    <w:rsid w:val="0006113B"/>
    <w:rsid w:val="000612C3"/>
    <w:rsid w:val="0006135B"/>
    <w:rsid w:val="00061F32"/>
    <w:rsid w:val="00061FC0"/>
    <w:rsid w:val="00062451"/>
    <w:rsid w:val="0006246A"/>
    <w:rsid w:val="00062F1A"/>
    <w:rsid w:val="000632E3"/>
    <w:rsid w:val="000633E6"/>
    <w:rsid w:val="00063A99"/>
    <w:rsid w:val="00063CA4"/>
    <w:rsid w:val="00063FF7"/>
    <w:rsid w:val="00064128"/>
    <w:rsid w:val="00064277"/>
    <w:rsid w:val="00064306"/>
    <w:rsid w:val="000645F3"/>
    <w:rsid w:val="000646F3"/>
    <w:rsid w:val="00064A0C"/>
    <w:rsid w:val="00064DC8"/>
    <w:rsid w:val="00065A86"/>
    <w:rsid w:val="00066143"/>
    <w:rsid w:val="00066177"/>
    <w:rsid w:val="00066AEF"/>
    <w:rsid w:val="00067D0E"/>
    <w:rsid w:val="00070B92"/>
    <w:rsid w:val="00070DB6"/>
    <w:rsid w:val="000712EE"/>
    <w:rsid w:val="000715CB"/>
    <w:rsid w:val="0007179A"/>
    <w:rsid w:val="0007182D"/>
    <w:rsid w:val="0007182F"/>
    <w:rsid w:val="00071936"/>
    <w:rsid w:val="00071C51"/>
    <w:rsid w:val="00071E8E"/>
    <w:rsid w:val="00072101"/>
    <w:rsid w:val="00072279"/>
    <w:rsid w:val="000723DC"/>
    <w:rsid w:val="00072A07"/>
    <w:rsid w:val="00072C52"/>
    <w:rsid w:val="000733BB"/>
    <w:rsid w:val="000735C5"/>
    <w:rsid w:val="00073CE2"/>
    <w:rsid w:val="00073F7B"/>
    <w:rsid w:val="000748FE"/>
    <w:rsid w:val="000751A0"/>
    <w:rsid w:val="000755FE"/>
    <w:rsid w:val="0007622C"/>
    <w:rsid w:val="000774E3"/>
    <w:rsid w:val="00077E63"/>
    <w:rsid w:val="00077F59"/>
    <w:rsid w:val="0008038D"/>
    <w:rsid w:val="00080575"/>
    <w:rsid w:val="00081807"/>
    <w:rsid w:val="00081A5F"/>
    <w:rsid w:val="00081DBA"/>
    <w:rsid w:val="0008214D"/>
    <w:rsid w:val="00082620"/>
    <w:rsid w:val="00082705"/>
    <w:rsid w:val="0008274F"/>
    <w:rsid w:val="00082869"/>
    <w:rsid w:val="00082C99"/>
    <w:rsid w:val="0008328E"/>
    <w:rsid w:val="00083727"/>
    <w:rsid w:val="00083A82"/>
    <w:rsid w:val="00083AEC"/>
    <w:rsid w:val="00084232"/>
    <w:rsid w:val="00084662"/>
    <w:rsid w:val="000848FA"/>
    <w:rsid w:val="00084E0B"/>
    <w:rsid w:val="000851ED"/>
    <w:rsid w:val="00085928"/>
    <w:rsid w:val="00085F08"/>
    <w:rsid w:val="00086301"/>
    <w:rsid w:val="00086376"/>
    <w:rsid w:val="00086F6A"/>
    <w:rsid w:val="000870AB"/>
    <w:rsid w:val="000873D8"/>
    <w:rsid w:val="00087465"/>
    <w:rsid w:val="00087555"/>
    <w:rsid w:val="000878D7"/>
    <w:rsid w:val="00087C9F"/>
    <w:rsid w:val="00090334"/>
    <w:rsid w:val="00090419"/>
    <w:rsid w:val="00090BDC"/>
    <w:rsid w:val="000912B3"/>
    <w:rsid w:val="00092777"/>
    <w:rsid w:val="00092A8B"/>
    <w:rsid w:val="00093A82"/>
    <w:rsid w:val="00093F73"/>
    <w:rsid w:val="00094258"/>
    <w:rsid w:val="00094549"/>
    <w:rsid w:val="000950B8"/>
    <w:rsid w:val="00095283"/>
    <w:rsid w:val="00095642"/>
    <w:rsid w:val="000958A2"/>
    <w:rsid w:val="000958B4"/>
    <w:rsid w:val="00095E86"/>
    <w:rsid w:val="0009662C"/>
    <w:rsid w:val="00096986"/>
    <w:rsid w:val="000969AA"/>
    <w:rsid w:val="00096FC6"/>
    <w:rsid w:val="00097270"/>
    <w:rsid w:val="00097C80"/>
    <w:rsid w:val="000A0478"/>
    <w:rsid w:val="000A0ABB"/>
    <w:rsid w:val="000A0D58"/>
    <w:rsid w:val="000A0F28"/>
    <w:rsid w:val="000A10D4"/>
    <w:rsid w:val="000A15B9"/>
    <w:rsid w:val="000A1754"/>
    <w:rsid w:val="000A251E"/>
    <w:rsid w:val="000A2BD7"/>
    <w:rsid w:val="000A31F0"/>
    <w:rsid w:val="000A34DA"/>
    <w:rsid w:val="000A40DF"/>
    <w:rsid w:val="000A4BE1"/>
    <w:rsid w:val="000A4C66"/>
    <w:rsid w:val="000A4EBB"/>
    <w:rsid w:val="000A52C6"/>
    <w:rsid w:val="000A5A22"/>
    <w:rsid w:val="000A5B10"/>
    <w:rsid w:val="000A6340"/>
    <w:rsid w:val="000A65EC"/>
    <w:rsid w:val="000A73B3"/>
    <w:rsid w:val="000A73FB"/>
    <w:rsid w:val="000A74AF"/>
    <w:rsid w:val="000A77DD"/>
    <w:rsid w:val="000B100D"/>
    <w:rsid w:val="000B18D8"/>
    <w:rsid w:val="000B1AD5"/>
    <w:rsid w:val="000B2AA6"/>
    <w:rsid w:val="000B2B60"/>
    <w:rsid w:val="000B2CB5"/>
    <w:rsid w:val="000B41D8"/>
    <w:rsid w:val="000B4414"/>
    <w:rsid w:val="000B452E"/>
    <w:rsid w:val="000B4654"/>
    <w:rsid w:val="000B4F2E"/>
    <w:rsid w:val="000B5A33"/>
    <w:rsid w:val="000B5C06"/>
    <w:rsid w:val="000B5F18"/>
    <w:rsid w:val="000B6BE7"/>
    <w:rsid w:val="000B6FE4"/>
    <w:rsid w:val="000B74F8"/>
    <w:rsid w:val="000B7942"/>
    <w:rsid w:val="000B7B50"/>
    <w:rsid w:val="000B7DCD"/>
    <w:rsid w:val="000C0417"/>
    <w:rsid w:val="000C168A"/>
    <w:rsid w:val="000C18DF"/>
    <w:rsid w:val="000C1A92"/>
    <w:rsid w:val="000C2486"/>
    <w:rsid w:val="000C271E"/>
    <w:rsid w:val="000C5128"/>
    <w:rsid w:val="000C566B"/>
    <w:rsid w:val="000C597A"/>
    <w:rsid w:val="000C5B01"/>
    <w:rsid w:val="000C5EA7"/>
    <w:rsid w:val="000C6E27"/>
    <w:rsid w:val="000C71F7"/>
    <w:rsid w:val="000C73E9"/>
    <w:rsid w:val="000C7660"/>
    <w:rsid w:val="000C768F"/>
    <w:rsid w:val="000C78AA"/>
    <w:rsid w:val="000C7A02"/>
    <w:rsid w:val="000C7A5D"/>
    <w:rsid w:val="000D0A45"/>
    <w:rsid w:val="000D0B7B"/>
    <w:rsid w:val="000D0B89"/>
    <w:rsid w:val="000D0D29"/>
    <w:rsid w:val="000D119C"/>
    <w:rsid w:val="000D11A9"/>
    <w:rsid w:val="000D1682"/>
    <w:rsid w:val="000D30B5"/>
    <w:rsid w:val="000D3953"/>
    <w:rsid w:val="000D5189"/>
    <w:rsid w:val="000D5485"/>
    <w:rsid w:val="000D5A5F"/>
    <w:rsid w:val="000D5C08"/>
    <w:rsid w:val="000D5EF2"/>
    <w:rsid w:val="000D6C01"/>
    <w:rsid w:val="000D6D31"/>
    <w:rsid w:val="000D6E9A"/>
    <w:rsid w:val="000D7599"/>
    <w:rsid w:val="000D759C"/>
    <w:rsid w:val="000D7A80"/>
    <w:rsid w:val="000D7C6C"/>
    <w:rsid w:val="000E0162"/>
    <w:rsid w:val="000E0434"/>
    <w:rsid w:val="000E0456"/>
    <w:rsid w:val="000E1161"/>
    <w:rsid w:val="000E1195"/>
    <w:rsid w:val="000E19C5"/>
    <w:rsid w:val="000E29FA"/>
    <w:rsid w:val="000E31BE"/>
    <w:rsid w:val="000E34B5"/>
    <w:rsid w:val="000E4612"/>
    <w:rsid w:val="000E4CA1"/>
    <w:rsid w:val="000E50F7"/>
    <w:rsid w:val="000E54D6"/>
    <w:rsid w:val="000E5884"/>
    <w:rsid w:val="000E5AE9"/>
    <w:rsid w:val="000E5BEC"/>
    <w:rsid w:val="000E6A6C"/>
    <w:rsid w:val="000E76E7"/>
    <w:rsid w:val="000E77A8"/>
    <w:rsid w:val="000E7935"/>
    <w:rsid w:val="000E7CBA"/>
    <w:rsid w:val="000F0126"/>
    <w:rsid w:val="000F026D"/>
    <w:rsid w:val="000F0F12"/>
    <w:rsid w:val="000F1E7D"/>
    <w:rsid w:val="000F2273"/>
    <w:rsid w:val="000F27AB"/>
    <w:rsid w:val="000F2800"/>
    <w:rsid w:val="000F289A"/>
    <w:rsid w:val="000F2BDE"/>
    <w:rsid w:val="000F3255"/>
    <w:rsid w:val="000F334F"/>
    <w:rsid w:val="000F33C1"/>
    <w:rsid w:val="000F3564"/>
    <w:rsid w:val="000F3BD1"/>
    <w:rsid w:val="000F53DE"/>
    <w:rsid w:val="000F628A"/>
    <w:rsid w:val="000F6420"/>
    <w:rsid w:val="000F6E2E"/>
    <w:rsid w:val="000F706E"/>
    <w:rsid w:val="000F70DE"/>
    <w:rsid w:val="000F7258"/>
    <w:rsid w:val="000F7695"/>
    <w:rsid w:val="000F76F6"/>
    <w:rsid w:val="001000BC"/>
    <w:rsid w:val="0010083B"/>
    <w:rsid w:val="0010099C"/>
    <w:rsid w:val="00100B1F"/>
    <w:rsid w:val="00100B54"/>
    <w:rsid w:val="0010137A"/>
    <w:rsid w:val="001024EB"/>
    <w:rsid w:val="00102724"/>
    <w:rsid w:val="00102F58"/>
    <w:rsid w:val="0010302C"/>
    <w:rsid w:val="001031E1"/>
    <w:rsid w:val="001036BD"/>
    <w:rsid w:val="001037F5"/>
    <w:rsid w:val="00103BEB"/>
    <w:rsid w:val="00103E6A"/>
    <w:rsid w:val="00103F24"/>
    <w:rsid w:val="0010404A"/>
    <w:rsid w:val="0010453F"/>
    <w:rsid w:val="001052E1"/>
    <w:rsid w:val="00107351"/>
    <w:rsid w:val="001073D1"/>
    <w:rsid w:val="001076DE"/>
    <w:rsid w:val="00107884"/>
    <w:rsid w:val="00107E6A"/>
    <w:rsid w:val="00107EBD"/>
    <w:rsid w:val="00107FF3"/>
    <w:rsid w:val="001102BD"/>
    <w:rsid w:val="001106A1"/>
    <w:rsid w:val="0011194F"/>
    <w:rsid w:val="00112354"/>
    <w:rsid w:val="00112748"/>
    <w:rsid w:val="001127FF"/>
    <w:rsid w:val="001129CF"/>
    <w:rsid w:val="00112DD5"/>
    <w:rsid w:val="00113690"/>
    <w:rsid w:val="001141B8"/>
    <w:rsid w:val="001141EB"/>
    <w:rsid w:val="00114441"/>
    <w:rsid w:val="001145E2"/>
    <w:rsid w:val="00114730"/>
    <w:rsid w:val="00114922"/>
    <w:rsid w:val="00114B2F"/>
    <w:rsid w:val="001151ED"/>
    <w:rsid w:val="001154A0"/>
    <w:rsid w:val="00116178"/>
    <w:rsid w:val="001161F1"/>
    <w:rsid w:val="001162A2"/>
    <w:rsid w:val="001165DD"/>
    <w:rsid w:val="0011667E"/>
    <w:rsid w:val="00116ADE"/>
    <w:rsid w:val="00117373"/>
    <w:rsid w:val="001178BC"/>
    <w:rsid w:val="001179D2"/>
    <w:rsid w:val="00117C20"/>
    <w:rsid w:val="0012072A"/>
    <w:rsid w:val="00120ED7"/>
    <w:rsid w:val="00120FF2"/>
    <w:rsid w:val="00121145"/>
    <w:rsid w:val="001216C2"/>
    <w:rsid w:val="00121CD8"/>
    <w:rsid w:val="0012257E"/>
    <w:rsid w:val="001226D0"/>
    <w:rsid w:val="00122CA3"/>
    <w:rsid w:val="00123803"/>
    <w:rsid w:val="00123903"/>
    <w:rsid w:val="00123BB8"/>
    <w:rsid w:val="00123D21"/>
    <w:rsid w:val="00123E8F"/>
    <w:rsid w:val="00124AE7"/>
    <w:rsid w:val="00124BA7"/>
    <w:rsid w:val="00125257"/>
    <w:rsid w:val="00125806"/>
    <w:rsid w:val="0012690E"/>
    <w:rsid w:val="00126D5A"/>
    <w:rsid w:val="00126E28"/>
    <w:rsid w:val="00126F49"/>
    <w:rsid w:val="0012706B"/>
    <w:rsid w:val="00127217"/>
    <w:rsid w:val="0012739C"/>
    <w:rsid w:val="00127FCA"/>
    <w:rsid w:val="00130F68"/>
    <w:rsid w:val="0013168F"/>
    <w:rsid w:val="00131BC8"/>
    <w:rsid w:val="00132264"/>
    <w:rsid w:val="00132622"/>
    <w:rsid w:val="00132C60"/>
    <w:rsid w:val="00132FC9"/>
    <w:rsid w:val="00133133"/>
    <w:rsid w:val="00133609"/>
    <w:rsid w:val="001340A9"/>
    <w:rsid w:val="0013430E"/>
    <w:rsid w:val="00134356"/>
    <w:rsid w:val="001349D7"/>
    <w:rsid w:val="001352A8"/>
    <w:rsid w:val="001352C5"/>
    <w:rsid w:val="001356D4"/>
    <w:rsid w:val="00135DFF"/>
    <w:rsid w:val="00135E34"/>
    <w:rsid w:val="00135F83"/>
    <w:rsid w:val="00135FFB"/>
    <w:rsid w:val="00136459"/>
    <w:rsid w:val="00136DBD"/>
    <w:rsid w:val="00136EC8"/>
    <w:rsid w:val="00137057"/>
    <w:rsid w:val="001377B4"/>
    <w:rsid w:val="00137820"/>
    <w:rsid w:val="001378DA"/>
    <w:rsid w:val="0014053C"/>
    <w:rsid w:val="00141281"/>
    <w:rsid w:val="00141FF6"/>
    <w:rsid w:val="00141FFE"/>
    <w:rsid w:val="0014231B"/>
    <w:rsid w:val="00142726"/>
    <w:rsid w:val="00142CBE"/>
    <w:rsid w:val="00142CF8"/>
    <w:rsid w:val="001432B6"/>
    <w:rsid w:val="00143684"/>
    <w:rsid w:val="00143ADA"/>
    <w:rsid w:val="00143D16"/>
    <w:rsid w:val="00143EC7"/>
    <w:rsid w:val="00144411"/>
    <w:rsid w:val="00144772"/>
    <w:rsid w:val="00144775"/>
    <w:rsid w:val="00144BB2"/>
    <w:rsid w:val="00144CBE"/>
    <w:rsid w:val="00144DB5"/>
    <w:rsid w:val="00145177"/>
    <w:rsid w:val="0014549F"/>
    <w:rsid w:val="00145A9D"/>
    <w:rsid w:val="00145EAB"/>
    <w:rsid w:val="00145EC0"/>
    <w:rsid w:val="001465A2"/>
    <w:rsid w:val="001467BE"/>
    <w:rsid w:val="00146942"/>
    <w:rsid w:val="0014718A"/>
    <w:rsid w:val="00147433"/>
    <w:rsid w:val="00147B90"/>
    <w:rsid w:val="00147E4D"/>
    <w:rsid w:val="00147E8B"/>
    <w:rsid w:val="0015011A"/>
    <w:rsid w:val="00151143"/>
    <w:rsid w:val="00151B74"/>
    <w:rsid w:val="001528A1"/>
    <w:rsid w:val="00152A26"/>
    <w:rsid w:val="00152BD0"/>
    <w:rsid w:val="001551B8"/>
    <w:rsid w:val="00155245"/>
    <w:rsid w:val="001558FD"/>
    <w:rsid w:val="00155B2C"/>
    <w:rsid w:val="00155BC9"/>
    <w:rsid w:val="001562DC"/>
    <w:rsid w:val="00157207"/>
    <w:rsid w:val="001574A6"/>
    <w:rsid w:val="00157B63"/>
    <w:rsid w:val="00160C06"/>
    <w:rsid w:val="00161636"/>
    <w:rsid w:val="0016180C"/>
    <w:rsid w:val="00161B41"/>
    <w:rsid w:val="00161D84"/>
    <w:rsid w:val="00162709"/>
    <w:rsid w:val="001627DE"/>
    <w:rsid w:val="00163B83"/>
    <w:rsid w:val="00163D1C"/>
    <w:rsid w:val="00164217"/>
    <w:rsid w:val="00164A9C"/>
    <w:rsid w:val="00164DCF"/>
    <w:rsid w:val="00164EFF"/>
    <w:rsid w:val="0016546E"/>
    <w:rsid w:val="001658F1"/>
    <w:rsid w:val="00165A78"/>
    <w:rsid w:val="0016727F"/>
    <w:rsid w:val="00167319"/>
    <w:rsid w:val="001673FB"/>
    <w:rsid w:val="00167692"/>
    <w:rsid w:val="00167753"/>
    <w:rsid w:val="00167FDD"/>
    <w:rsid w:val="00170EFB"/>
    <w:rsid w:val="00171286"/>
    <w:rsid w:val="0017182F"/>
    <w:rsid w:val="001718EA"/>
    <w:rsid w:val="001719FD"/>
    <w:rsid w:val="00172428"/>
    <w:rsid w:val="001729DB"/>
    <w:rsid w:val="00174B10"/>
    <w:rsid w:val="00174C9E"/>
    <w:rsid w:val="0017555B"/>
    <w:rsid w:val="00175DAC"/>
    <w:rsid w:val="0017679E"/>
    <w:rsid w:val="00176A20"/>
    <w:rsid w:val="00176B1F"/>
    <w:rsid w:val="00177145"/>
    <w:rsid w:val="001771FB"/>
    <w:rsid w:val="001819B9"/>
    <w:rsid w:val="00181E43"/>
    <w:rsid w:val="001825E3"/>
    <w:rsid w:val="00182A70"/>
    <w:rsid w:val="00182D7C"/>
    <w:rsid w:val="00183020"/>
    <w:rsid w:val="001838CE"/>
    <w:rsid w:val="00183902"/>
    <w:rsid w:val="00183C3E"/>
    <w:rsid w:val="001848F8"/>
    <w:rsid w:val="00184F5F"/>
    <w:rsid w:val="0018532E"/>
    <w:rsid w:val="0018611A"/>
    <w:rsid w:val="00186304"/>
    <w:rsid w:val="00186347"/>
    <w:rsid w:val="00186628"/>
    <w:rsid w:val="0018670A"/>
    <w:rsid w:val="00187B66"/>
    <w:rsid w:val="00187CB2"/>
    <w:rsid w:val="00187EE5"/>
    <w:rsid w:val="00190185"/>
    <w:rsid w:val="001909B4"/>
    <w:rsid w:val="0019175D"/>
    <w:rsid w:val="00191B50"/>
    <w:rsid w:val="00191F29"/>
    <w:rsid w:val="00192783"/>
    <w:rsid w:val="00192B48"/>
    <w:rsid w:val="00193037"/>
    <w:rsid w:val="001930E6"/>
    <w:rsid w:val="0019416B"/>
    <w:rsid w:val="0019444D"/>
    <w:rsid w:val="001949F5"/>
    <w:rsid w:val="0019545E"/>
    <w:rsid w:val="00195796"/>
    <w:rsid w:val="00195924"/>
    <w:rsid w:val="00195CCF"/>
    <w:rsid w:val="00195FF0"/>
    <w:rsid w:val="001965E0"/>
    <w:rsid w:val="00196BEC"/>
    <w:rsid w:val="001970C5"/>
    <w:rsid w:val="0019779E"/>
    <w:rsid w:val="001977F9"/>
    <w:rsid w:val="00197E9F"/>
    <w:rsid w:val="00197F14"/>
    <w:rsid w:val="001A09CE"/>
    <w:rsid w:val="001A165F"/>
    <w:rsid w:val="001A16F9"/>
    <w:rsid w:val="001A18C8"/>
    <w:rsid w:val="001A2536"/>
    <w:rsid w:val="001A26A3"/>
    <w:rsid w:val="001A26C4"/>
    <w:rsid w:val="001A272D"/>
    <w:rsid w:val="001A41CB"/>
    <w:rsid w:val="001A468D"/>
    <w:rsid w:val="001A48B8"/>
    <w:rsid w:val="001A4B0D"/>
    <w:rsid w:val="001A4CD2"/>
    <w:rsid w:val="001A4E87"/>
    <w:rsid w:val="001A5372"/>
    <w:rsid w:val="001A6106"/>
    <w:rsid w:val="001A62CE"/>
    <w:rsid w:val="001A653F"/>
    <w:rsid w:val="001A6AB1"/>
    <w:rsid w:val="001A6F73"/>
    <w:rsid w:val="001A7413"/>
    <w:rsid w:val="001A79B4"/>
    <w:rsid w:val="001A7BDB"/>
    <w:rsid w:val="001A7D85"/>
    <w:rsid w:val="001B01DF"/>
    <w:rsid w:val="001B0B4C"/>
    <w:rsid w:val="001B0EC1"/>
    <w:rsid w:val="001B1087"/>
    <w:rsid w:val="001B133D"/>
    <w:rsid w:val="001B18A3"/>
    <w:rsid w:val="001B18E2"/>
    <w:rsid w:val="001B21BB"/>
    <w:rsid w:val="001B24CE"/>
    <w:rsid w:val="001B2BBF"/>
    <w:rsid w:val="001B3260"/>
    <w:rsid w:val="001B3D77"/>
    <w:rsid w:val="001B4594"/>
    <w:rsid w:val="001B46C1"/>
    <w:rsid w:val="001B4B12"/>
    <w:rsid w:val="001B4C2A"/>
    <w:rsid w:val="001B4C47"/>
    <w:rsid w:val="001B4E24"/>
    <w:rsid w:val="001B4E89"/>
    <w:rsid w:val="001B4FE4"/>
    <w:rsid w:val="001B5900"/>
    <w:rsid w:val="001B6146"/>
    <w:rsid w:val="001B63AF"/>
    <w:rsid w:val="001B63BF"/>
    <w:rsid w:val="001B640B"/>
    <w:rsid w:val="001B6508"/>
    <w:rsid w:val="001B6C0F"/>
    <w:rsid w:val="001B6E48"/>
    <w:rsid w:val="001B7B0F"/>
    <w:rsid w:val="001C0080"/>
    <w:rsid w:val="001C0132"/>
    <w:rsid w:val="001C0736"/>
    <w:rsid w:val="001C0BCF"/>
    <w:rsid w:val="001C16DF"/>
    <w:rsid w:val="001C1C55"/>
    <w:rsid w:val="001C25BB"/>
    <w:rsid w:val="001C3098"/>
    <w:rsid w:val="001C323B"/>
    <w:rsid w:val="001C38B7"/>
    <w:rsid w:val="001C3A39"/>
    <w:rsid w:val="001C444F"/>
    <w:rsid w:val="001C4A2D"/>
    <w:rsid w:val="001C4C87"/>
    <w:rsid w:val="001C5A78"/>
    <w:rsid w:val="001C66C1"/>
    <w:rsid w:val="001C6864"/>
    <w:rsid w:val="001C7402"/>
    <w:rsid w:val="001C7885"/>
    <w:rsid w:val="001C7B00"/>
    <w:rsid w:val="001D0867"/>
    <w:rsid w:val="001D0A53"/>
    <w:rsid w:val="001D1083"/>
    <w:rsid w:val="001D1A13"/>
    <w:rsid w:val="001D1F85"/>
    <w:rsid w:val="001D21FB"/>
    <w:rsid w:val="001D297A"/>
    <w:rsid w:val="001D2D90"/>
    <w:rsid w:val="001D39A0"/>
    <w:rsid w:val="001D4144"/>
    <w:rsid w:val="001D4337"/>
    <w:rsid w:val="001D4886"/>
    <w:rsid w:val="001D4C71"/>
    <w:rsid w:val="001D4C9A"/>
    <w:rsid w:val="001D5286"/>
    <w:rsid w:val="001D573A"/>
    <w:rsid w:val="001D5832"/>
    <w:rsid w:val="001D5C7E"/>
    <w:rsid w:val="001D5D3E"/>
    <w:rsid w:val="001D61DB"/>
    <w:rsid w:val="001D6FC9"/>
    <w:rsid w:val="001D7537"/>
    <w:rsid w:val="001D755C"/>
    <w:rsid w:val="001D7720"/>
    <w:rsid w:val="001D7977"/>
    <w:rsid w:val="001D7EA6"/>
    <w:rsid w:val="001E0E9D"/>
    <w:rsid w:val="001E0FAF"/>
    <w:rsid w:val="001E11AC"/>
    <w:rsid w:val="001E1327"/>
    <w:rsid w:val="001E204D"/>
    <w:rsid w:val="001E280C"/>
    <w:rsid w:val="001E286C"/>
    <w:rsid w:val="001E2916"/>
    <w:rsid w:val="001E3362"/>
    <w:rsid w:val="001E384B"/>
    <w:rsid w:val="001E430F"/>
    <w:rsid w:val="001E44B3"/>
    <w:rsid w:val="001E4D71"/>
    <w:rsid w:val="001E4DFA"/>
    <w:rsid w:val="001E5FF6"/>
    <w:rsid w:val="001E60E1"/>
    <w:rsid w:val="001E6729"/>
    <w:rsid w:val="001E6ADD"/>
    <w:rsid w:val="001E6B8F"/>
    <w:rsid w:val="001E6FD5"/>
    <w:rsid w:val="001E72E9"/>
    <w:rsid w:val="001E740D"/>
    <w:rsid w:val="001E7792"/>
    <w:rsid w:val="001E7A22"/>
    <w:rsid w:val="001E7C3E"/>
    <w:rsid w:val="001F065E"/>
    <w:rsid w:val="001F1BD1"/>
    <w:rsid w:val="001F1CDA"/>
    <w:rsid w:val="001F1EC6"/>
    <w:rsid w:val="001F23C8"/>
    <w:rsid w:val="001F2547"/>
    <w:rsid w:val="001F28E6"/>
    <w:rsid w:val="001F2E5E"/>
    <w:rsid w:val="001F3EBF"/>
    <w:rsid w:val="001F4104"/>
    <w:rsid w:val="001F424E"/>
    <w:rsid w:val="001F4D03"/>
    <w:rsid w:val="001F4F7C"/>
    <w:rsid w:val="001F6B98"/>
    <w:rsid w:val="001F6E90"/>
    <w:rsid w:val="001F74CC"/>
    <w:rsid w:val="001F7C3C"/>
    <w:rsid w:val="001F7F2C"/>
    <w:rsid w:val="001F7FFA"/>
    <w:rsid w:val="00200321"/>
    <w:rsid w:val="002007DA"/>
    <w:rsid w:val="00200C7F"/>
    <w:rsid w:val="002010AA"/>
    <w:rsid w:val="00201150"/>
    <w:rsid w:val="00201604"/>
    <w:rsid w:val="00201694"/>
    <w:rsid w:val="0020183A"/>
    <w:rsid w:val="00202007"/>
    <w:rsid w:val="002028CA"/>
    <w:rsid w:val="00202E20"/>
    <w:rsid w:val="002031D4"/>
    <w:rsid w:val="00203875"/>
    <w:rsid w:val="00204151"/>
    <w:rsid w:val="002048EE"/>
    <w:rsid w:val="00204948"/>
    <w:rsid w:val="00204B15"/>
    <w:rsid w:val="00204BE5"/>
    <w:rsid w:val="00205677"/>
    <w:rsid w:val="00206388"/>
    <w:rsid w:val="0020686F"/>
    <w:rsid w:val="00206BA1"/>
    <w:rsid w:val="00206BAC"/>
    <w:rsid w:val="00206C18"/>
    <w:rsid w:val="00207D5C"/>
    <w:rsid w:val="00207DF8"/>
    <w:rsid w:val="00207FF4"/>
    <w:rsid w:val="002101E0"/>
    <w:rsid w:val="00211089"/>
    <w:rsid w:val="002110AE"/>
    <w:rsid w:val="00211473"/>
    <w:rsid w:val="0021168D"/>
    <w:rsid w:val="00211E69"/>
    <w:rsid w:val="0021259D"/>
    <w:rsid w:val="00212699"/>
    <w:rsid w:val="00213244"/>
    <w:rsid w:val="0021346D"/>
    <w:rsid w:val="002146D4"/>
    <w:rsid w:val="00214FF9"/>
    <w:rsid w:val="0021504A"/>
    <w:rsid w:val="00215274"/>
    <w:rsid w:val="00215FFB"/>
    <w:rsid w:val="00216418"/>
    <w:rsid w:val="002165B2"/>
    <w:rsid w:val="002168A6"/>
    <w:rsid w:val="00216B4A"/>
    <w:rsid w:val="00217588"/>
    <w:rsid w:val="002176DC"/>
    <w:rsid w:val="00217737"/>
    <w:rsid w:val="00217DD3"/>
    <w:rsid w:val="00220D3D"/>
    <w:rsid w:val="0022122E"/>
    <w:rsid w:val="0022129D"/>
    <w:rsid w:val="002218CD"/>
    <w:rsid w:val="002220AF"/>
    <w:rsid w:val="00222298"/>
    <w:rsid w:val="00222EB9"/>
    <w:rsid w:val="00222FE9"/>
    <w:rsid w:val="002233A8"/>
    <w:rsid w:val="002233F3"/>
    <w:rsid w:val="00224AE3"/>
    <w:rsid w:val="00225851"/>
    <w:rsid w:val="002262F1"/>
    <w:rsid w:val="00226B50"/>
    <w:rsid w:val="00226BFB"/>
    <w:rsid w:val="00226C5B"/>
    <w:rsid w:val="00227429"/>
    <w:rsid w:val="0022776E"/>
    <w:rsid w:val="00227DAB"/>
    <w:rsid w:val="00230D72"/>
    <w:rsid w:val="0023102E"/>
    <w:rsid w:val="002325EE"/>
    <w:rsid w:val="00232626"/>
    <w:rsid w:val="00233838"/>
    <w:rsid w:val="00233955"/>
    <w:rsid w:val="00233977"/>
    <w:rsid w:val="00233BC5"/>
    <w:rsid w:val="002344C2"/>
    <w:rsid w:val="00234592"/>
    <w:rsid w:val="00234959"/>
    <w:rsid w:val="00234EDE"/>
    <w:rsid w:val="002359F1"/>
    <w:rsid w:val="00235CA5"/>
    <w:rsid w:val="002361A4"/>
    <w:rsid w:val="0023622B"/>
    <w:rsid w:val="00236264"/>
    <w:rsid w:val="00236AD0"/>
    <w:rsid w:val="002370A9"/>
    <w:rsid w:val="00237714"/>
    <w:rsid w:val="002379E9"/>
    <w:rsid w:val="00237C14"/>
    <w:rsid w:val="00240067"/>
    <w:rsid w:val="002400DF"/>
    <w:rsid w:val="00240164"/>
    <w:rsid w:val="00240367"/>
    <w:rsid w:val="00240370"/>
    <w:rsid w:val="00240418"/>
    <w:rsid w:val="00240442"/>
    <w:rsid w:val="00240787"/>
    <w:rsid w:val="002407A7"/>
    <w:rsid w:val="00241E76"/>
    <w:rsid w:val="00241FCF"/>
    <w:rsid w:val="002437DB"/>
    <w:rsid w:val="00243BE2"/>
    <w:rsid w:val="00243D8F"/>
    <w:rsid w:val="002447E9"/>
    <w:rsid w:val="002448FD"/>
    <w:rsid w:val="002455C7"/>
    <w:rsid w:val="00245EE1"/>
    <w:rsid w:val="002462F9"/>
    <w:rsid w:val="0024675D"/>
    <w:rsid w:val="002467CB"/>
    <w:rsid w:val="00247150"/>
    <w:rsid w:val="00247CFA"/>
    <w:rsid w:val="0025045C"/>
    <w:rsid w:val="0025091F"/>
    <w:rsid w:val="0025117D"/>
    <w:rsid w:val="00251463"/>
    <w:rsid w:val="00251A61"/>
    <w:rsid w:val="002526DD"/>
    <w:rsid w:val="00252BBB"/>
    <w:rsid w:val="00252E26"/>
    <w:rsid w:val="00252EE4"/>
    <w:rsid w:val="0025333C"/>
    <w:rsid w:val="00253595"/>
    <w:rsid w:val="00253E2E"/>
    <w:rsid w:val="0025434E"/>
    <w:rsid w:val="002545EC"/>
    <w:rsid w:val="0025476F"/>
    <w:rsid w:val="002548DE"/>
    <w:rsid w:val="00255088"/>
    <w:rsid w:val="0025532D"/>
    <w:rsid w:val="00255334"/>
    <w:rsid w:val="002557E4"/>
    <w:rsid w:val="00256536"/>
    <w:rsid w:val="002568E2"/>
    <w:rsid w:val="00257D4C"/>
    <w:rsid w:val="002603FF"/>
    <w:rsid w:val="002604EF"/>
    <w:rsid w:val="00260635"/>
    <w:rsid w:val="002608DB"/>
    <w:rsid w:val="00260E0F"/>
    <w:rsid w:val="002616D3"/>
    <w:rsid w:val="00261B9B"/>
    <w:rsid w:val="0026211E"/>
    <w:rsid w:val="002622B5"/>
    <w:rsid w:val="002625FB"/>
    <w:rsid w:val="00262C65"/>
    <w:rsid w:val="00262D6A"/>
    <w:rsid w:val="002643EF"/>
    <w:rsid w:val="0026476D"/>
    <w:rsid w:val="0026495E"/>
    <w:rsid w:val="00264ADB"/>
    <w:rsid w:val="00264BE7"/>
    <w:rsid w:val="002651C5"/>
    <w:rsid w:val="002651C6"/>
    <w:rsid w:val="00265562"/>
    <w:rsid w:val="0026770E"/>
    <w:rsid w:val="002677F6"/>
    <w:rsid w:val="00267B22"/>
    <w:rsid w:val="00270489"/>
    <w:rsid w:val="0027060F"/>
    <w:rsid w:val="0027061E"/>
    <w:rsid w:val="002707F4"/>
    <w:rsid w:val="00270867"/>
    <w:rsid w:val="002719CD"/>
    <w:rsid w:val="00271D14"/>
    <w:rsid w:val="0027246C"/>
    <w:rsid w:val="00272CD5"/>
    <w:rsid w:val="00273261"/>
    <w:rsid w:val="00273460"/>
    <w:rsid w:val="00273568"/>
    <w:rsid w:val="00273D6A"/>
    <w:rsid w:val="00274019"/>
    <w:rsid w:val="002749EB"/>
    <w:rsid w:val="00274CD5"/>
    <w:rsid w:val="00274ED8"/>
    <w:rsid w:val="00275A27"/>
    <w:rsid w:val="00275B3F"/>
    <w:rsid w:val="00275C19"/>
    <w:rsid w:val="00275CD3"/>
    <w:rsid w:val="00275D0A"/>
    <w:rsid w:val="002764EC"/>
    <w:rsid w:val="002766DE"/>
    <w:rsid w:val="0027676E"/>
    <w:rsid w:val="00276814"/>
    <w:rsid w:val="00276844"/>
    <w:rsid w:val="002770B5"/>
    <w:rsid w:val="00280B47"/>
    <w:rsid w:val="002816AD"/>
    <w:rsid w:val="00281F83"/>
    <w:rsid w:val="00282701"/>
    <w:rsid w:val="002830F1"/>
    <w:rsid w:val="00283329"/>
    <w:rsid w:val="00283915"/>
    <w:rsid w:val="00284168"/>
    <w:rsid w:val="002843E5"/>
    <w:rsid w:val="00284414"/>
    <w:rsid w:val="00284939"/>
    <w:rsid w:val="0028507C"/>
    <w:rsid w:val="00285654"/>
    <w:rsid w:val="00285900"/>
    <w:rsid w:val="0028592F"/>
    <w:rsid w:val="00285BA3"/>
    <w:rsid w:val="00285CF6"/>
    <w:rsid w:val="00285FBB"/>
    <w:rsid w:val="002863FE"/>
    <w:rsid w:val="0028658E"/>
    <w:rsid w:val="00286F0F"/>
    <w:rsid w:val="00286FE0"/>
    <w:rsid w:val="002879DA"/>
    <w:rsid w:val="00287F16"/>
    <w:rsid w:val="0029013A"/>
    <w:rsid w:val="00290B02"/>
    <w:rsid w:val="00290B71"/>
    <w:rsid w:val="00290B9C"/>
    <w:rsid w:val="002910C7"/>
    <w:rsid w:val="0029148B"/>
    <w:rsid w:val="00291686"/>
    <w:rsid w:val="0029275F"/>
    <w:rsid w:val="0029379B"/>
    <w:rsid w:val="002940C6"/>
    <w:rsid w:val="002944B3"/>
    <w:rsid w:val="00294699"/>
    <w:rsid w:val="0029488F"/>
    <w:rsid w:val="00294F3A"/>
    <w:rsid w:val="00294F55"/>
    <w:rsid w:val="00295E58"/>
    <w:rsid w:val="002963E6"/>
    <w:rsid w:val="002976D9"/>
    <w:rsid w:val="00297BA3"/>
    <w:rsid w:val="002A017E"/>
    <w:rsid w:val="002A0A07"/>
    <w:rsid w:val="002A0BCB"/>
    <w:rsid w:val="002A0D85"/>
    <w:rsid w:val="002A1634"/>
    <w:rsid w:val="002A1953"/>
    <w:rsid w:val="002A19E0"/>
    <w:rsid w:val="002A19F2"/>
    <w:rsid w:val="002A1FEC"/>
    <w:rsid w:val="002A3074"/>
    <w:rsid w:val="002A3D96"/>
    <w:rsid w:val="002A4791"/>
    <w:rsid w:val="002A4E85"/>
    <w:rsid w:val="002A5310"/>
    <w:rsid w:val="002A5563"/>
    <w:rsid w:val="002A576E"/>
    <w:rsid w:val="002A58D7"/>
    <w:rsid w:val="002A66DC"/>
    <w:rsid w:val="002A6C8F"/>
    <w:rsid w:val="002A7183"/>
    <w:rsid w:val="002A7998"/>
    <w:rsid w:val="002A7D9D"/>
    <w:rsid w:val="002B0639"/>
    <w:rsid w:val="002B06D3"/>
    <w:rsid w:val="002B0BE9"/>
    <w:rsid w:val="002B1129"/>
    <w:rsid w:val="002B11C6"/>
    <w:rsid w:val="002B1515"/>
    <w:rsid w:val="002B20B4"/>
    <w:rsid w:val="002B2128"/>
    <w:rsid w:val="002B25B7"/>
    <w:rsid w:val="002B295B"/>
    <w:rsid w:val="002B3140"/>
    <w:rsid w:val="002B3658"/>
    <w:rsid w:val="002B3716"/>
    <w:rsid w:val="002B49CA"/>
    <w:rsid w:val="002B49DB"/>
    <w:rsid w:val="002B4C30"/>
    <w:rsid w:val="002B4FDA"/>
    <w:rsid w:val="002B503E"/>
    <w:rsid w:val="002B5765"/>
    <w:rsid w:val="002B6AD7"/>
    <w:rsid w:val="002B718C"/>
    <w:rsid w:val="002C0458"/>
    <w:rsid w:val="002C0463"/>
    <w:rsid w:val="002C0553"/>
    <w:rsid w:val="002C0E03"/>
    <w:rsid w:val="002C0FB5"/>
    <w:rsid w:val="002C274E"/>
    <w:rsid w:val="002C2914"/>
    <w:rsid w:val="002C2DA8"/>
    <w:rsid w:val="002C2F3A"/>
    <w:rsid w:val="002C2F3D"/>
    <w:rsid w:val="002C359D"/>
    <w:rsid w:val="002C3C42"/>
    <w:rsid w:val="002C3EC9"/>
    <w:rsid w:val="002C43B1"/>
    <w:rsid w:val="002C4DEB"/>
    <w:rsid w:val="002C502C"/>
    <w:rsid w:val="002C52F2"/>
    <w:rsid w:val="002C5745"/>
    <w:rsid w:val="002C693D"/>
    <w:rsid w:val="002C69EF"/>
    <w:rsid w:val="002C7D43"/>
    <w:rsid w:val="002C7E14"/>
    <w:rsid w:val="002C7E9D"/>
    <w:rsid w:val="002C7FFB"/>
    <w:rsid w:val="002D049C"/>
    <w:rsid w:val="002D0682"/>
    <w:rsid w:val="002D0BC8"/>
    <w:rsid w:val="002D1670"/>
    <w:rsid w:val="002D1B05"/>
    <w:rsid w:val="002D1B4E"/>
    <w:rsid w:val="002D1E42"/>
    <w:rsid w:val="002D236B"/>
    <w:rsid w:val="002D27C9"/>
    <w:rsid w:val="002D330A"/>
    <w:rsid w:val="002D3719"/>
    <w:rsid w:val="002D3E2B"/>
    <w:rsid w:val="002D4082"/>
    <w:rsid w:val="002D4B05"/>
    <w:rsid w:val="002D4F8C"/>
    <w:rsid w:val="002D51DC"/>
    <w:rsid w:val="002D52C7"/>
    <w:rsid w:val="002D5FFD"/>
    <w:rsid w:val="002D64B5"/>
    <w:rsid w:val="002D692A"/>
    <w:rsid w:val="002E0BD6"/>
    <w:rsid w:val="002E1491"/>
    <w:rsid w:val="002E1517"/>
    <w:rsid w:val="002E1C7D"/>
    <w:rsid w:val="002E2750"/>
    <w:rsid w:val="002E299E"/>
    <w:rsid w:val="002E2BFE"/>
    <w:rsid w:val="002E2C87"/>
    <w:rsid w:val="002E2E04"/>
    <w:rsid w:val="002E341D"/>
    <w:rsid w:val="002E3B6B"/>
    <w:rsid w:val="002E3F4D"/>
    <w:rsid w:val="002E4020"/>
    <w:rsid w:val="002E40E0"/>
    <w:rsid w:val="002E444A"/>
    <w:rsid w:val="002E548A"/>
    <w:rsid w:val="002E55CA"/>
    <w:rsid w:val="002E5738"/>
    <w:rsid w:val="002E5781"/>
    <w:rsid w:val="002E5D65"/>
    <w:rsid w:val="002E60D1"/>
    <w:rsid w:val="002E6786"/>
    <w:rsid w:val="002E6BFE"/>
    <w:rsid w:val="002E6F7C"/>
    <w:rsid w:val="002E7E7A"/>
    <w:rsid w:val="002F0002"/>
    <w:rsid w:val="002F0051"/>
    <w:rsid w:val="002F157A"/>
    <w:rsid w:val="002F31EB"/>
    <w:rsid w:val="002F3B70"/>
    <w:rsid w:val="002F4292"/>
    <w:rsid w:val="002F43BB"/>
    <w:rsid w:val="002F452F"/>
    <w:rsid w:val="002F46DA"/>
    <w:rsid w:val="002F50FA"/>
    <w:rsid w:val="002F519C"/>
    <w:rsid w:val="002F51F6"/>
    <w:rsid w:val="002F52DD"/>
    <w:rsid w:val="002F543F"/>
    <w:rsid w:val="002F5868"/>
    <w:rsid w:val="002F5902"/>
    <w:rsid w:val="002F5C62"/>
    <w:rsid w:val="002F5D96"/>
    <w:rsid w:val="002F609B"/>
    <w:rsid w:val="002F6661"/>
    <w:rsid w:val="002F67EA"/>
    <w:rsid w:val="002F6A3D"/>
    <w:rsid w:val="002F6B3F"/>
    <w:rsid w:val="002F6EBB"/>
    <w:rsid w:val="00300BA9"/>
    <w:rsid w:val="00300EB0"/>
    <w:rsid w:val="0030111E"/>
    <w:rsid w:val="00301CD8"/>
    <w:rsid w:val="003022F0"/>
    <w:rsid w:val="0030277E"/>
    <w:rsid w:val="00303211"/>
    <w:rsid w:val="003034A4"/>
    <w:rsid w:val="00303DC0"/>
    <w:rsid w:val="00303FCB"/>
    <w:rsid w:val="003042CC"/>
    <w:rsid w:val="00304DC0"/>
    <w:rsid w:val="00305448"/>
    <w:rsid w:val="00305C20"/>
    <w:rsid w:val="00305D4A"/>
    <w:rsid w:val="00305EB5"/>
    <w:rsid w:val="003064C4"/>
    <w:rsid w:val="00306945"/>
    <w:rsid w:val="00306F38"/>
    <w:rsid w:val="003077E5"/>
    <w:rsid w:val="00307E36"/>
    <w:rsid w:val="00307E4B"/>
    <w:rsid w:val="00307F24"/>
    <w:rsid w:val="003100BC"/>
    <w:rsid w:val="00310135"/>
    <w:rsid w:val="003106B0"/>
    <w:rsid w:val="003107A6"/>
    <w:rsid w:val="0031215A"/>
    <w:rsid w:val="00313754"/>
    <w:rsid w:val="00313808"/>
    <w:rsid w:val="003138D0"/>
    <w:rsid w:val="00313EA3"/>
    <w:rsid w:val="00313FA7"/>
    <w:rsid w:val="00313FC4"/>
    <w:rsid w:val="00314114"/>
    <w:rsid w:val="003143B2"/>
    <w:rsid w:val="00314433"/>
    <w:rsid w:val="00314773"/>
    <w:rsid w:val="00314945"/>
    <w:rsid w:val="00314A96"/>
    <w:rsid w:val="00314CA8"/>
    <w:rsid w:val="00314D40"/>
    <w:rsid w:val="003150F6"/>
    <w:rsid w:val="003151AE"/>
    <w:rsid w:val="00315DB4"/>
    <w:rsid w:val="003160C5"/>
    <w:rsid w:val="00316723"/>
    <w:rsid w:val="003168D8"/>
    <w:rsid w:val="00316E25"/>
    <w:rsid w:val="0031739B"/>
    <w:rsid w:val="00317C7F"/>
    <w:rsid w:val="0032022D"/>
    <w:rsid w:val="003202EE"/>
    <w:rsid w:val="00320C45"/>
    <w:rsid w:val="0032102C"/>
    <w:rsid w:val="00321341"/>
    <w:rsid w:val="003216AE"/>
    <w:rsid w:val="003216E9"/>
    <w:rsid w:val="00321CA4"/>
    <w:rsid w:val="00321EAA"/>
    <w:rsid w:val="0032229C"/>
    <w:rsid w:val="003227EC"/>
    <w:rsid w:val="003231B7"/>
    <w:rsid w:val="003233F9"/>
    <w:rsid w:val="003234F7"/>
    <w:rsid w:val="00323948"/>
    <w:rsid w:val="00324078"/>
    <w:rsid w:val="003240BE"/>
    <w:rsid w:val="00324144"/>
    <w:rsid w:val="00324F5E"/>
    <w:rsid w:val="003253BD"/>
    <w:rsid w:val="00325AD8"/>
    <w:rsid w:val="003260F8"/>
    <w:rsid w:val="00326222"/>
    <w:rsid w:val="0032699B"/>
    <w:rsid w:val="00326FB3"/>
    <w:rsid w:val="00327101"/>
    <w:rsid w:val="0032714D"/>
    <w:rsid w:val="00327B97"/>
    <w:rsid w:val="00330BA1"/>
    <w:rsid w:val="00330CF0"/>
    <w:rsid w:val="00331080"/>
    <w:rsid w:val="0033109C"/>
    <w:rsid w:val="003312E8"/>
    <w:rsid w:val="0033135D"/>
    <w:rsid w:val="00331AC7"/>
    <w:rsid w:val="00331DBD"/>
    <w:rsid w:val="0033229C"/>
    <w:rsid w:val="003323C2"/>
    <w:rsid w:val="0033244F"/>
    <w:rsid w:val="00332585"/>
    <w:rsid w:val="00333413"/>
    <w:rsid w:val="003338CC"/>
    <w:rsid w:val="003339CB"/>
    <w:rsid w:val="0033443D"/>
    <w:rsid w:val="00334C1E"/>
    <w:rsid w:val="00334DB7"/>
    <w:rsid w:val="00334DDC"/>
    <w:rsid w:val="00334E93"/>
    <w:rsid w:val="003357FB"/>
    <w:rsid w:val="00335A32"/>
    <w:rsid w:val="00335AA5"/>
    <w:rsid w:val="00335D90"/>
    <w:rsid w:val="00336113"/>
    <w:rsid w:val="003361E0"/>
    <w:rsid w:val="00336782"/>
    <w:rsid w:val="003367C1"/>
    <w:rsid w:val="003401C1"/>
    <w:rsid w:val="00340292"/>
    <w:rsid w:val="00340E14"/>
    <w:rsid w:val="00341ABF"/>
    <w:rsid w:val="00342363"/>
    <w:rsid w:val="0034284B"/>
    <w:rsid w:val="003429EF"/>
    <w:rsid w:val="00342C65"/>
    <w:rsid w:val="003433AB"/>
    <w:rsid w:val="00344288"/>
    <w:rsid w:val="00344987"/>
    <w:rsid w:val="00345500"/>
    <w:rsid w:val="00345C1F"/>
    <w:rsid w:val="00345D8A"/>
    <w:rsid w:val="00346198"/>
    <w:rsid w:val="003465E7"/>
    <w:rsid w:val="003466F0"/>
    <w:rsid w:val="00346742"/>
    <w:rsid w:val="00346841"/>
    <w:rsid w:val="00347F5F"/>
    <w:rsid w:val="00350525"/>
    <w:rsid w:val="00350616"/>
    <w:rsid w:val="003506C7"/>
    <w:rsid w:val="0035145A"/>
    <w:rsid w:val="003519D9"/>
    <w:rsid w:val="003522D1"/>
    <w:rsid w:val="003536B9"/>
    <w:rsid w:val="00353763"/>
    <w:rsid w:val="00353BAC"/>
    <w:rsid w:val="003544CA"/>
    <w:rsid w:val="0035468A"/>
    <w:rsid w:val="00354A9D"/>
    <w:rsid w:val="00354C6F"/>
    <w:rsid w:val="00354CB8"/>
    <w:rsid w:val="003553F5"/>
    <w:rsid w:val="00355DA5"/>
    <w:rsid w:val="00356468"/>
    <w:rsid w:val="003566FC"/>
    <w:rsid w:val="00356AAD"/>
    <w:rsid w:val="00356B36"/>
    <w:rsid w:val="00356BF4"/>
    <w:rsid w:val="00357BD4"/>
    <w:rsid w:val="00360529"/>
    <w:rsid w:val="003607C7"/>
    <w:rsid w:val="003609EA"/>
    <w:rsid w:val="00360FC4"/>
    <w:rsid w:val="00361378"/>
    <w:rsid w:val="00364598"/>
    <w:rsid w:val="003654D1"/>
    <w:rsid w:val="0036599B"/>
    <w:rsid w:val="00366118"/>
    <w:rsid w:val="003663A9"/>
    <w:rsid w:val="0036647B"/>
    <w:rsid w:val="0036688B"/>
    <w:rsid w:val="00366BAF"/>
    <w:rsid w:val="0037006D"/>
    <w:rsid w:val="003700F2"/>
    <w:rsid w:val="003700FA"/>
    <w:rsid w:val="0037073A"/>
    <w:rsid w:val="00370CC7"/>
    <w:rsid w:val="00370E85"/>
    <w:rsid w:val="003710D8"/>
    <w:rsid w:val="003712C1"/>
    <w:rsid w:val="00372CE8"/>
    <w:rsid w:val="00372E76"/>
    <w:rsid w:val="00373037"/>
    <w:rsid w:val="00375062"/>
    <w:rsid w:val="0037521A"/>
    <w:rsid w:val="003754D7"/>
    <w:rsid w:val="00375701"/>
    <w:rsid w:val="00375A2E"/>
    <w:rsid w:val="00375E72"/>
    <w:rsid w:val="0037649E"/>
    <w:rsid w:val="003770C1"/>
    <w:rsid w:val="0037748D"/>
    <w:rsid w:val="00377B2E"/>
    <w:rsid w:val="00377B44"/>
    <w:rsid w:val="00377F05"/>
    <w:rsid w:val="00380643"/>
    <w:rsid w:val="00380CA6"/>
    <w:rsid w:val="003810DB"/>
    <w:rsid w:val="00381B6C"/>
    <w:rsid w:val="00382F2A"/>
    <w:rsid w:val="00382FC8"/>
    <w:rsid w:val="0038344A"/>
    <w:rsid w:val="00383472"/>
    <w:rsid w:val="00383710"/>
    <w:rsid w:val="00383E1B"/>
    <w:rsid w:val="00384863"/>
    <w:rsid w:val="00385180"/>
    <w:rsid w:val="00385CE5"/>
    <w:rsid w:val="0038677A"/>
    <w:rsid w:val="00386891"/>
    <w:rsid w:val="003869A8"/>
    <w:rsid w:val="00386CA0"/>
    <w:rsid w:val="003870D8"/>
    <w:rsid w:val="0038719A"/>
    <w:rsid w:val="00387248"/>
    <w:rsid w:val="003872CB"/>
    <w:rsid w:val="00387A5A"/>
    <w:rsid w:val="003901C3"/>
    <w:rsid w:val="003903BC"/>
    <w:rsid w:val="00390537"/>
    <w:rsid w:val="00390819"/>
    <w:rsid w:val="003909B7"/>
    <w:rsid w:val="00391FBD"/>
    <w:rsid w:val="00392502"/>
    <w:rsid w:val="00392DDE"/>
    <w:rsid w:val="00393597"/>
    <w:rsid w:val="00393CC4"/>
    <w:rsid w:val="0039437D"/>
    <w:rsid w:val="003944C0"/>
    <w:rsid w:val="0039460B"/>
    <w:rsid w:val="00394686"/>
    <w:rsid w:val="00394D5C"/>
    <w:rsid w:val="003951D2"/>
    <w:rsid w:val="0039549B"/>
    <w:rsid w:val="00395BE4"/>
    <w:rsid w:val="003964A7"/>
    <w:rsid w:val="00396E1E"/>
    <w:rsid w:val="00396E41"/>
    <w:rsid w:val="0039735E"/>
    <w:rsid w:val="00397841"/>
    <w:rsid w:val="00397D4A"/>
    <w:rsid w:val="003A0281"/>
    <w:rsid w:val="003A03F6"/>
    <w:rsid w:val="003A06AE"/>
    <w:rsid w:val="003A09C2"/>
    <w:rsid w:val="003A0A61"/>
    <w:rsid w:val="003A0D27"/>
    <w:rsid w:val="003A0F78"/>
    <w:rsid w:val="003A0FCA"/>
    <w:rsid w:val="003A190F"/>
    <w:rsid w:val="003A267A"/>
    <w:rsid w:val="003A32D8"/>
    <w:rsid w:val="003A3B76"/>
    <w:rsid w:val="003A3CF9"/>
    <w:rsid w:val="003A421D"/>
    <w:rsid w:val="003A42D2"/>
    <w:rsid w:val="003A42EF"/>
    <w:rsid w:val="003A43F5"/>
    <w:rsid w:val="003A5532"/>
    <w:rsid w:val="003A5C8B"/>
    <w:rsid w:val="003A61C2"/>
    <w:rsid w:val="003A6261"/>
    <w:rsid w:val="003A6319"/>
    <w:rsid w:val="003A77D3"/>
    <w:rsid w:val="003A791D"/>
    <w:rsid w:val="003A7BF0"/>
    <w:rsid w:val="003A7FE8"/>
    <w:rsid w:val="003B0564"/>
    <w:rsid w:val="003B0C59"/>
    <w:rsid w:val="003B0D0D"/>
    <w:rsid w:val="003B0D13"/>
    <w:rsid w:val="003B0E3E"/>
    <w:rsid w:val="003B1088"/>
    <w:rsid w:val="003B1405"/>
    <w:rsid w:val="003B146B"/>
    <w:rsid w:val="003B1A55"/>
    <w:rsid w:val="003B1F3C"/>
    <w:rsid w:val="003B2095"/>
    <w:rsid w:val="003B24B0"/>
    <w:rsid w:val="003B24EB"/>
    <w:rsid w:val="003B3E0B"/>
    <w:rsid w:val="003B4126"/>
    <w:rsid w:val="003B4274"/>
    <w:rsid w:val="003B43B0"/>
    <w:rsid w:val="003B48BD"/>
    <w:rsid w:val="003B4B9F"/>
    <w:rsid w:val="003B4CCC"/>
    <w:rsid w:val="003B4FB4"/>
    <w:rsid w:val="003B515F"/>
    <w:rsid w:val="003B531E"/>
    <w:rsid w:val="003B5486"/>
    <w:rsid w:val="003B626F"/>
    <w:rsid w:val="003B68EB"/>
    <w:rsid w:val="003B6A4F"/>
    <w:rsid w:val="003B6A7E"/>
    <w:rsid w:val="003B741B"/>
    <w:rsid w:val="003B744A"/>
    <w:rsid w:val="003B786B"/>
    <w:rsid w:val="003B794C"/>
    <w:rsid w:val="003B79C1"/>
    <w:rsid w:val="003C0297"/>
    <w:rsid w:val="003C06E4"/>
    <w:rsid w:val="003C139A"/>
    <w:rsid w:val="003C21E1"/>
    <w:rsid w:val="003C2319"/>
    <w:rsid w:val="003C2635"/>
    <w:rsid w:val="003C2684"/>
    <w:rsid w:val="003C2888"/>
    <w:rsid w:val="003C2D9E"/>
    <w:rsid w:val="003C3141"/>
    <w:rsid w:val="003C4174"/>
    <w:rsid w:val="003C41B7"/>
    <w:rsid w:val="003C47C8"/>
    <w:rsid w:val="003C488F"/>
    <w:rsid w:val="003C50F4"/>
    <w:rsid w:val="003C5127"/>
    <w:rsid w:val="003C5559"/>
    <w:rsid w:val="003C6E8E"/>
    <w:rsid w:val="003C7681"/>
    <w:rsid w:val="003C798C"/>
    <w:rsid w:val="003C7CDC"/>
    <w:rsid w:val="003D07A6"/>
    <w:rsid w:val="003D07C7"/>
    <w:rsid w:val="003D0A59"/>
    <w:rsid w:val="003D0C3C"/>
    <w:rsid w:val="003D0EE9"/>
    <w:rsid w:val="003D0F8A"/>
    <w:rsid w:val="003D126B"/>
    <w:rsid w:val="003D1FFF"/>
    <w:rsid w:val="003D26F2"/>
    <w:rsid w:val="003D2D4B"/>
    <w:rsid w:val="003D3390"/>
    <w:rsid w:val="003D3A44"/>
    <w:rsid w:val="003D459B"/>
    <w:rsid w:val="003D4621"/>
    <w:rsid w:val="003D474C"/>
    <w:rsid w:val="003D47B1"/>
    <w:rsid w:val="003D484F"/>
    <w:rsid w:val="003D4A66"/>
    <w:rsid w:val="003D4C26"/>
    <w:rsid w:val="003D50AA"/>
    <w:rsid w:val="003D5220"/>
    <w:rsid w:val="003D56AB"/>
    <w:rsid w:val="003D588C"/>
    <w:rsid w:val="003D58DC"/>
    <w:rsid w:val="003D6A08"/>
    <w:rsid w:val="003D6AE3"/>
    <w:rsid w:val="003D6B63"/>
    <w:rsid w:val="003D6F5F"/>
    <w:rsid w:val="003D7002"/>
    <w:rsid w:val="003D719F"/>
    <w:rsid w:val="003D7B4E"/>
    <w:rsid w:val="003D7BEA"/>
    <w:rsid w:val="003E0149"/>
    <w:rsid w:val="003E0AA0"/>
    <w:rsid w:val="003E1164"/>
    <w:rsid w:val="003E1329"/>
    <w:rsid w:val="003E1813"/>
    <w:rsid w:val="003E21D8"/>
    <w:rsid w:val="003E2A33"/>
    <w:rsid w:val="003E2B09"/>
    <w:rsid w:val="003E3C2C"/>
    <w:rsid w:val="003E45AC"/>
    <w:rsid w:val="003E47A3"/>
    <w:rsid w:val="003E4D88"/>
    <w:rsid w:val="003E4F22"/>
    <w:rsid w:val="003E59F1"/>
    <w:rsid w:val="003E5F52"/>
    <w:rsid w:val="003E6BEA"/>
    <w:rsid w:val="003E77E5"/>
    <w:rsid w:val="003F00E0"/>
    <w:rsid w:val="003F05DF"/>
    <w:rsid w:val="003F07E4"/>
    <w:rsid w:val="003F0BA5"/>
    <w:rsid w:val="003F14F8"/>
    <w:rsid w:val="003F1834"/>
    <w:rsid w:val="003F1A6A"/>
    <w:rsid w:val="003F1B4A"/>
    <w:rsid w:val="003F1E73"/>
    <w:rsid w:val="003F2BB9"/>
    <w:rsid w:val="003F397B"/>
    <w:rsid w:val="003F42A6"/>
    <w:rsid w:val="003F4984"/>
    <w:rsid w:val="003F49D9"/>
    <w:rsid w:val="003F4A3D"/>
    <w:rsid w:val="003F4B2E"/>
    <w:rsid w:val="003F4CEC"/>
    <w:rsid w:val="003F521D"/>
    <w:rsid w:val="003F5507"/>
    <w:rsid w:val="003F5654"/>
    <w:rsid w:val="003F5861"/>
    <w:rsid w:val="003F5B1F"/>
    <w:rsid w:val="003F5F7B"/>
    <w:rsid w:val="003F5F8D"/>
    <w:rsid w:val="003F6060"/>
    <w:rsid w:val="003F609F"/>
    <w:rsid w:val="003F62B8"/>
    <w:rsid w:val="003F63E4"/>
    <w:rsid w:val="003F6E9E"/>
    <w:rsid w:val="003F71BE"/>
    <w:rsid w:val="003F7ACC"/>
    <w:rsid w:val="003F7C22"/>
    <w:rsid w:val="003F7C68"/>
    <w:rsid w:val="0040039D"/>
    <w:rsid w:val="00400633"/>
    <w:rsid w:val="004007BA"/>
    <w:rsid w:val="00400A23"/>
    <w:rsid w:val="00400AA7"/>
    <w:rsid w:val="0040141D"/>
    <w:rsid w:val="004016D6"/>
    <w:rsid w:val="00401705"/>
    <w:rsid w:val="004021B2"/>
    <w:rsid w:val="004028EA"/>
    <w:rsid w:val="00403A98"/>
    <w:rsid w:val="00403B8C"/>
    <w:rsid w:val="00403C31"/>
    <w:rsid w:val="004043EA"/>
    <w:rsid w:val="00404E35"/>
    <w:rsid w:val="00405537"/>
    <w:rsid w:val="004058BC"/>
    <w:rsid w:val="00405A8E"/>
    <w:rsid w:val="00406020"/>
    <w:rsid w:val="004066F9"/>
    <w:rsid w:val="00406750"/>
    <w:rsid w:val="0040793C"/>
    <w:rsid w:val="00407B62"/>
    <w:rsid w:val="00407D4C"/>
    <w:rsid w:val="004104F3"/>
    <w:rsid w:val="00410A04"/>
    <w:rsid w:val="00410C27"/>
    <w:rsid w:val="00410F22"/>
    <w:rsid w:val="00411712"/>
    <w:rsid w:val="0041173D"/>
    <w:rsid w:val="00411D73"/>
    <w:rsid w:val="004126D8"/>
    <w:rsid w:val="004130A2"/>
    <w:rsid w:val="00413732"/>
    <w:rsid w:val="00413828"/>
    <w:rsid w:val="004142CD"/>
    <w:rsid w:val="0041491A"/>
    <w:rsid w:val="004149A2"/>
    <w:rsid w:val="00414E04"/>
    <w:rsid w:val="00415380"/>
    <w:rsid w:val="00415B23"/>
    <w:rsid w:val="00415BF1"/>
    <w:rsid w:val="00415F68"/>
    <w:rsid w:val="004166AD"/>
    <w:rsid w:val="00416D91"/>
    <w:rsid w:val="0041738F"/>
    <w:rsid w:val="00417A21"/>
    <w:rsid w:val="004200AB"/>
    <w:rsid w:val="00420863"/>
    <w:rsid w:val="00421349"/>
    <w:rsid w:val="0042166A"/>
    <w:rsid w:val="00421E29"/>
    <w:rsid w:val="004229DD"/>
    <w:rsid w:val="00422A3D"/>
    <w:rsid w:val="00424CF8"/>
    <w:rsid w:val="00425109"/>
    <w:rsid w:val="00425BBE"/>
    <w:rsid w:val="00425DA9"/>
    <w:rsid w:val="00425E3E"/>
    <w:rsid w:val="004268F7"/>
    <w:rsid w:val="00426A04"/>
    <w:rsid w:val="004271E0"/>
    <w:rsid w:val="00427757"/>
    <w:rsid w:val="004278CF"/>
    <w:rsid w:val="00427A59"/>
    <w:rsid w:val="00427B60"/>
    <w:rsid w:val="00430333"/>
    <w:rsid w:val="00430774"/>
    <w:rsid w:val="00430A90"/>
    <w:rsid w:val="004312D6"/>
    <w:rsid w:val="0043134F"/>
    <w:rsid w:val="004315E9"/>
    <w:rsid w:val="0043194E"/>
    <w:rsid w:val="004319F6"/>
    <w:rsid w:val="00431B07"/>
    <w:rsid w:val="00431C65"/>
    <w:rsid w:val="00431C8A"/>
    <w:rsid w:val="004326D3"/>
    <w:rsid w:val="0043270A"/>
    <w:rsid w:val="00432B80"/>
    <w:rsid w:val="004341B1"/>
    <w:rsid w:val="00434280"/>
    <w:rsid w:val="00434DAF"/>
    <w:rsid w:val="00434EC8"/>
    <w:rsid w:val="004357FA"/>
    <w:rsid w:val="00436137"/>
    <w:rsid w:val="00436392"/>
    <w:rsid w:val="00436C2F"/>
    <w:rsid w:val="004375AB"/>
    <w:rsid w:val="00437685"/>
    <w:rsid w:val="004378D9"/>
    <w:rsid w:val="004400B4"/>
    <w:rsid w:val="004404FF"/>
    <w:rsid w:val="004405D5"/>
    <w:rsid w:val="004407F7"/>
    <w:rsid w:val="00440DF4"/>
    <w:rsid w:val="004411AA"/>
    <w:rsid w:val="00441373"/>
    <w:rsid w:val="004415EE"/>
    <w:rsid w:val="00441689"/>
    <w:rsid w:val="0044179D"/>
    <w:rsid w:val="00441A93"/>
    <w:rsid w:val="004420BD"/>
    <w:rsid w:val="0044292D"/>
    <w:rsid w:val="00443405"/>
    <w:rsid w:val="00443874"/>
    <w:rsid w:val="00444847"/>
    <w:rsid w:val="004449CC"/>
    <w:rsid w:val="00444B7F"/>
    <w:rsid w:val="00444FAE"/>
    <w:rsid w:val="00445022"/>
    <w:rsid w:val="00445A15"/>
    <w:rsid w:val="00445F55"/>
    <w:rsid w:val="00445F9D"/>
    <w:rsid w:val="00446273"/>
    <w:rsid w:val="0044755F"/>
    <w:rsid w:val="00447C56"/>
    <w:rsid w:val="00450723"/>
    <w:rsid w:val="00450810"/>
    <w:rsid w:val="00450885"/>
    <w:rsid w:val="00450981"/>
    <w:rsid w:val="00451807"/>
    <w:rsid w:val="0045187A"/>
    <w:rsid w:val="00451F5B"/>
    <w:rsid w:val="00452884"/>
    <w:rsid w:val="00452B44"/>
    <w:rsid w:val="00452B5B"/>
    <w:rsid w:val="00452C03"/>
    <w:rsid w:val="004534D0"/>
    <w:rsid w:val="00453801"/>
    <w:rsid w:val="00453A6D"/>
    <w:rsid w:val="0045413F"/>
    <w:rsid w:val="004544FA"/>
    <w:rsid w:val="00454690"/>
    <w:rsid w:val="00454CF5"/>
    <w:rsid w:val="00454E91"/>
    <w:rsid w:val="004550B7"/>
    <w:rsid w:val="0045546E"/>
    <w:rsid w:val="004556EC"/>
    <w:rsid w:val="004565B8"/>
    <w:rsid w:val="004569D9"/>
    <w:rsid w:val="00456F2D"/>
    <w:rsid w:val="0045751F"/>
    <w:rsid w:val="00460D11"/>
    <w:rsid w:val="00461071"/>
    <w:rsid w:val="00461180"/>
    <w:rsid w:val="0046150D"/>
    <w:rsid w:val="004617EE"/>
    <w:rsid w:val="004625BF"/>
    <w:rsid w:val="00463173"/>
    <w:rsid w:val="00463737"/>
    <w:rsid w:val="00463B0E"/>
    <w:rsid w:val="004642FA"/>
    <w:rsid w:val="0046475E"/>
    <w:rsid w:val="004650F2"/>
    <w:rsid w:val="004662FD"/>
    <w:rsid w:val="004669E6"/>
    <w:rsid w:val="00466E7A"/>
    <w:rsid w:val="00467BD9"/>
    <w:rsid w:val="004701CC"/>
    <w:rsid w:val="00470276"/>
    <w:rsid w:val="004715D9"/>
    <w:rsid w:val="00471713"/>
    <w:rsid w:val="00471752"/>
    <w:rsid w:val="00471B34"/>
    <w:rsid w:val="00471DE8"/>
    <w:rsid w:val="004726B3"/>
    <w:rsid w:val="00472957"/>
    <w:rsid w:val="00472D49"/>
    <w:rsid w:val="0047329F"/>
    <w:rsid w:val="00473AB8"/>
    <w:rsid w:val="00473F23"/>
    <w:rsid w:val="00474187"/>
    <w:rsid w:val="00475103"/>
    <w:rsid w:val="00475566"/>
    <w:rsid w:val="004757FD"/>
    <w:rsid w:val="004769C3"/>
    <w:rsid w:val="00480307"/>
    <w:rsid w:val="00480DE7"/>
    <w:rsid w:val="00481DD8"/>
    <w:rsid w:val="0048304F"/>
    <w:rsid w:val="004830D3"/>
    <w:rsid w:val="00483166"/>
    <w:rsid w:val="00483430"/>
    <w:rsid w:val="0048363D"/>
    <w:rsid w:val="004838E0"/>
    <w:rsid w:val="004842B7"/>
    <w:rsid w:val="00484DED"/>
    <w:rsid w:val="00485003"/>
    <w:rsid w:val="004857CD"/>
    <w:rsid w:val="00485B64"/>
    <w:rsid w:val="00485EE8"/>
    <w:rsid w:val="0048604A"/>
    <w:rsid w:val="0048685D"/>
    <w:rsid w:val="00486CA4"/>
    <w:rsid w:val="00487041"/>
    <w:rsid w:val="0048728C"/>
    <w:rsid w:val="00487310"/>
    <w:rsid w:val="004878FC"/>
    <w:rsid w:val="004879D4"/>
    <w:rsid w:val="00487E8D"/>
    <w:rsid w:val="00490AF0"/>
    <w:rsid w:val="00490BC9"/>
    <w:rsid w:val="00490F73"/>
    <w:rsid w:val="00491CF2"/>
    <w:rsid w:val="004922D1"/>
    <w:rsid w:val="004929C3"/>
    <w:rsid w:val="00492BC8"/>
    <w:rsid w:val="00492DC2"/>
    <w:rsid w:val="00493CA2"/>
    <w:rsid w:val="00493E0D"/>
    <w:rsid w:val="004941AC"/>
    <w:rsid w:val="004942F4"/>
    <w:rsid w:val="004948FB"/>
    <w:rsid w:val="00494E0E"/>
    <w:rsid w:val="004950F5"/>
    <w:rsid w:val="00495680"/>
    <w:rsid w:val="00495C0B"/>
    <w:rsid w:val="00495E9B"/>
    <w:rsid w:val="00496049"/>
    <w:rsid w:val="0049612B"/>
    <w:rsid w:val="004964FC"/>
    <w:rsid w:val="00496957"/>
    <w:rsid w:val="00496A73"/>
    <w:rsid w:val="00496D30"/>
    <w:rsid w:val="00497029"/>
    <w:rsid w:val="004973E0"/>
    <w:rsid w:val="0049783E"/>
    <w:rsid w:val="00497D30"/>
    <w:rsid w:val="00497F00"/>
    <w:rsid w:val="004A0445"/>
    <w:rsid w:val="004A0E92"/>
    <w:rsid w:val="004A1198"/>
    <w:rsid w:val="004A1CF5"/>
    <w:rsid w:val="004A2A97"/>
    <w:rsid w:val="004A2D42"/>
    <w:rsid w:val="004A3B02"/>
    <w:rsid w:val="004A3C7D"/>
    <w:rsid w:val="004A3F4B"/>
    <w:rsid w:val="004A3F9E"/>
    <w:rsid w:val="004A4EC2"/>
    <w:rsid w:val="004A5BA1"/>
    <w:rsid w:val="004A5C40"/>
    <w:rsid w:val="004A5C51"/>
    <w:rsid w:val="004A62D1"/>
    <w:rsid w:val="004A638E"/>
    <w:rsid w:val="004A673E"/>
    <w:rsid w:val="004A6A9E"/>
    <w:rsid w:val="004A6CEA"/>
    <w:rsid w:val="004A7852"/>
    <w:rsid w:val="004A7C61"/>
    <w:rsid w:val="004A7D8F"/>
    <w:rsid w:val="004B08E7"/>
    <w:rsid w:val="004B08F2"/>
    <w:rsid w:val="004B0D48"/>
    <w:rsid w:val="004B124F"/>
    <w:rsid w:val="004B1901"/>
    <w:rsid w:val="004B1A31"/>
    <w:rsid w:val="004B1A9C"/>
    <w:rsid w:val="004B1AC5"/>
    <w:rsid w:val="004B20AF"/>
    <w:rsid w:val="004B2716"/>
    <w:rsid w:val="004B2F34"/>
    <w:rsid w:val="004B32F6"/>
    <w:rsid w:val="004B36AA"/>
    <w:rsid w:val="004B3A02"/>
    <w:rsid w:val="004B44A0"/>
    <w:rsid w:val="004B4DCF"/>
    <w:rsid w:val="004B4DF1"/>
    <w:rsid w:val="004B4F87"/>
    <w:rsid w:val="004B6647"/>
    <w:rsid w:val="004B6863"/>
    <w:rsid w:val="004B6ABA"/>
    <w:rsid w:val="004B7406"/>
    <w:rsid w:val="004B74F2"/>
    <w:rsid w:val="004B78AE"/>
    <w:rsid w:val="004B79E9"/>
    <w:rsid w:val="004B7E31"/>
    <w:rsid w:val="004C05B6"/>
    <w:rsid w:val="004C0656"/>
    <w:rsid w:val="004C0A60"/>
    <w:rsid w:val="004C0DAF"/>
    <w:rsid w:val="004C0DB7"/>
    <w:rsid w:val="004C0EC1"/>
    <w:rsid w:val="004C12A4"/>
    <w:rsid w:val="004C1B87"/>
    <w:rsid w:val="004C211E"/>
    <w:rsid w:val="004C2552"/>
    <w:rsid w:val="004C2B3D"/>
    <w:rsid w:val="004C311C"/>
    <w:rsid w:val="004C35E2"/>
    <w:rsid w:val="004C460D"/>
    <w:rsid w:val="004C492B"/>
    <w:rsid w:val="004C6033"/>
    <w:rsid w:val="004C6C00"/>
    <w:rsid w:val="004C7137"/>
    <w:rsid w:val="004C7CC2"/>
    <w:rsid w:val="004C7CE6"/>
    <w:rsid w:val="004D00F3"/>
    <w:rsid w:val="004D02D6"/>
    <w:rsid w:val="004D0A21"/>
    <w:rsid w:val="004D0E23"/>
    <w:rsid w:val="004D11CD"/>
    <w:rsid w:val="004D1A1B"/>
    <w:rsid w:val="004D2340"/>
    <w:rsid w:val="004D2548"/>
    <w:rsid w:val="004D29B6"/>
    <w:rsid w:val="004D2E99"/>
    <w:rsid w:val="004D2F92"/>
    <w:rsid w:val="004D4743"/>
    <w:rsid w:val="004D4A8C"/>
    <w:rsid w:val="004D4C4B"/>
    <w:rsid w:val="004D53BB"/>
    <w:rsid w:val="004D5455"/>
    <w:rsid w:val="004D5924"/>
    <w:rsid w:val="004D5C12"/>
    <w:rsid w:val="004D6312"/>
    <w:rsid w:val="004D6482"/>
    <w:rsid w:val="004D67E8"/>
    <w:rsid w:val="004D6CBC"/>
    <w:rsid w:val="004D7126"/>
    <w:rsid w:val="004D7862"/>
    <w:rsid w:val="004D7A1A"/>
    <w:rsid w:val="004D7AD6"/>
    <w:rsid w:val="004D7F78"/>
    <w:rsid w:val="004D7FDB"/>
    <w:rsid w:val="004E034D"/>
    <w:rsid w:val="004E0981"/>
    <w:rsid w:val="004E170D"/>
    <w:rsid w:val="004E1A47"/>
    <w:rsid w:val="004E1B63"/>
    <w:rsid w:val="004E225B"/>
    <w:rsid w:val="004E2886"/>
    <w:rsid w:val="004E30E1"/>
    <w:rsid w:val="004E34F7"/>
    <w:rsid w:val="004E428B"/>
    <w:rsid w:val="004E442A"/>
    <w:rsid w:val="004E4599"/>
    <w:rsid w:val="004E5352"/>
    <w:rsid w:val="004E5A25"/>
    <w:rsid w:val="004E5DD5"/>
    <w:rsid w:val="004E6169"/>
    <w:rsid w:val="004E631F"/>
    <w:rsid w:val="004E65E2"/>
    <w:rsid w:val="004E665F"/>
    <w:rsid w:val="004E6CE6"/>
    <w:rsid w:val="004E7AA9"/>
    <w:rsid w:val="004E7FDF"/>
    <w:rsid w:val="004F0868"/>
    <w:rsid w:val="004F090B"/>
    <w:rsid w:val="004F0A74"/>
    <w:rsid w:val="004F0A8A"/>
    <w:rsid w:val="004F0E45"/>
    <w:rsid w:val="004F18C8"/>
    <w:rsid w:val="004F1C62"/>
    <w:rsid w:val="004F2BC2"/>
    <w:rsid w:val="004F3166"/>
    <w:rsid w:val="004F366D"/>
    <w:rsid w:val="004F4E33"/>
    <w:rsid w:val="004F4E58"/>
    <w:rsid w:val="004F4EE4"/>
    <w:rsid w:val="004F51AF"/>
    <w:rsid w:val="004F5578"/>
    <w:rsid w:val="004F56F2"/>
    <w:rsid w:val="004F5C6E"/>
    <w:rsid w:val="004F6007"/>
    <w:rsid w:val="004F719B"/>
    <w:rsid w:val="004F72F9"/>
    <w:rsid w:val="004F7684"/>
    <w:rsid w:val="004F7A1E"/>
    <w:rsid w:val="004F7ED3"/>
    <w:rsid w:val="005000FE"/>
    <w:rsid w:val="00500312"/>
    <w:rsid w:val="0050065F"/>
    <w:rsid w:val="00500FD0"/>
    <w:rsid w:val="00501224"/>
    <w:rsid w:val="005014DD"/>
    <w:rsid w:val="00501715"/>
    <w:rsid w:val="00501CD9"/>
    <w:rsid w:val="005020D3"/>
    <w:rsid w:val="005021D6"/>
    <w:rsid w:val="0050247F"/>
    <w:rsid w:val="005030B4"/>
    <w:rsid w:val="0050316E"/>
    <w:rsid w:val="005033CE"/>
    <w:rsid w:val="00503456"/>
    <w:rsid w:val="00503552"/>
    <w:rsid w:val="00503955"/>
    <w:rsid w:val="0050519D"/>
    <w:rsid w:val="005051E4"/>
    <w:rsid w:val="0050565A"/>
    <w:rsid w:val="005060FC"/>
    <w:rsid w:val="0050660E"/>
    <w:rsid w:val="00507C94"/>
    <w:rsid w:val="00507E1E"/>
    <w:rsid w:val="00507EAF"/>
    <w:rsid w:val="005101FF"/>
    <w:rsid w:val="00511003"/>
    <w:rsid w:val="005117C2"/>
    <w:rsid w:val="0051222E"/>
    <w:rsid w:val="0051292F"/>
    <w:rsid w:val="005133B9"/>
    <w:rsid w:val="00513530"/>
    <w:rsid w:val="00513605"/>
    <w:rsid w:val="0051382D"/>
    <w:rsid w:val="00513899"/>
    <w:rsid w:val="005138E1"/>
    <w:rsid w:val="00514537"/>
    <w:rsid w:val="0051464B"/>
    <w:rsid w:val="005149FA"/>
    <w:rsid w:val="00514A07"/>
    <w:rsid w:val="00514B93"/>
    <w:rsid w:val="00515258"/>
    <w:rsid w:val="00515688"/>
    <w:rsid w:val="00515A9C"/>
    <w:rsid w:val="005168A6"/>
    <w:rsid w:val="0051716C"/>
    <w:rsid w:val="00517356"/>
    <w:rsid w:val="005174D1"/>
    <w:rsid w:val="00517651"/>
    <w:rsid w:val="00520284"/>
    <w:rsid w:val="00520291"/>
    <w:rsid w:val="00520707"/>
    <w:rsid w:val="00520A3A"/>
    <w:rsid w:val="00520B46"/>
    <w:rsid w:val="00520B71"/>
    <w:rsid w:val="00520BD9"/>
    <w:rsid w:val="0052130C"/>
    <w:rsid w:val="00521526"/>
    <w:rsid w:val="005217D9"/>
    <w:rsid w:val="005218D7"/>
    <w:rsid w:val="0052192F"/>
    <w:rsid w:val="00522226"/>
    <w:rsid w:val="00522BB8"/>
    <w:rsid w:val="00522BF6"/>
    <w:rsid w:val="00522E0D"/>
    <w:rsid w:val="00522FED"/>
    <w:rsid w:val="00523AD1"/>
    <w:rsid w:val="00523D29"/>
    <w:rsid w:val="00523DCA"/>
    <w:rsid w:val="00524C17"/>
    <w:rsid w:val="00524CE5"/>
    <w:rsid w:val="00525548"/>
    <w:rsid w:val="0052601D"/>
    <w:rsid w:val="00526178"/>
    <w:rsid w:val="005265FE"/>
    <w:rsid w:val="00527026"/>
    <w:rsid w:val="00527936"/>
    <w:rsid w:val="00527C97"/>
    <w:rsid w:val="00527E52"/>
    <w:rsid w:val="00527ECD"/>
    <w:rsid w:val="0053020A"/>
    <w:rsid w:val="0053025B"/>
    <w:rsid w:val="005304C7"/>
    <w:rsid w:val="00530847"/>
    <w:rsid w:val="00530886"/>
    <w:rsid w:val="005310C0"/>
    <w:rsid w:val="005314C8"/>
    <w:rsid w:val="00531B80"/>
    <w:rsid w:val="00531D59"/>
    <w:rsid w:val="005325D2"/>
    <w:rsid w:val="005326AD"/>
    <w:rsid w:val="00532915"/>
    <w:rsid w:val="00532CF5"/>
    <w:rsid w:val="00532E00"/>
    <w:rsid w:val="00532E0E"/>
    <w:rsid w:val="005334C9"/>
    <w:rsid w:val="0053369A"/>
    <w:rsid w:val="00533830"/>
    <w:rsid w:val="00533C38"/>
    <w:rsid w:val="005340B2"/>
    <w:rsid w:val="0053417D"/>
    <w:rsid w:val="00534A55"/>
    <w:rsid w:val="00535361"/>
    <w:rsid w:val="00535B1D"/>
    <w:rsid w:val="00536CE2"/>
    <w:rsid w:val="00537074"/>
    <w:rsid w:val="00540629"/>
    <w:rsid w:val="00540FB5"/>
    <w:rsid w:val="005411B1"/>
    <w:rsid w:val="005416AA"/>
    <w:rsid w:val="0054187C"/>
    <w:rsid w:val="005418F5"/>
    <w:rsid w:val="00541C30"/>
    <w:rsid w:val="00541F89"/>
    <w:rsid w:val="0054233E"/>
    <w:rsid w:val="00542870"/>
    <w:rsid w:val="0054366A"/>
    <w:rsid w:val="005436D0"/>
    <w:rsid w:val="005437C9"/>
    <w:rsid w:val="00543B46"/>
    <w:rsid w:val="005440E7"/>
    <w:rsid w:val="0054418A"/>
    <w:rsid w:val="005445EE"/>
    <w:rsid w:val="00544E00"/>
    <w:rsid w:val="00545B0B"/>
    <w:rsid w:val="00545B77"/>
    <w:rsid w:val="00546345"/>
    <w:rsid w:val="00546474"/>
    <w:rsid w:val="005467E7"/>
    <w:rsid w:val="00546F09"/>
    <w:rsid w:val="005470BC"/>
    <w:rsid w:val="00547442"/>
    <w:rsid w:val="0054791E"/>
    <w:rsid w:val="0054795A"/>
    <w:rsid w:val="005501B2"/>
    <w:rsid w:val="005501FE"/>
    <w:rsid w:val="00550ABF"/>
    <w:rsid w:val="00550C5B"/>
    <w:rsid w:val="00551354"/>
    <w:rsid w:val="00551C1B"/>
    <w:rsid w:val="005526DD"/>
    <w:rsid w:val="00552737"/>
    <w:rsid w:val="005528D7"/>
    <w:rsid w:val="00552DE7"/>
    <w:rsid w:val="00553020"/>
    <w:rsid w:val="00553088"/>
    <w:rsid w:val="0055340C"/>
    <w:rsid w:val="0055381D"/>
    <w:rsid w:val="00553FB3"/>
    <w:rsid w:val="00554612"/>
    <w:rsid w:val="005548B7"/>
    <w:rsid w:val="00554C86"/>
    <w:rsid w:val="00554F53"/>
    <w:rsid w:val="00555746"/>
    <w:rsid w:val="005557FF"/>
    <w:rsid w:val="005562AA"/>
    <w:rsid w:val="00556302"/>
    <w:rsid w:val="005563C6"/>
    <w:rsid w:val="00556753"/>
    <w:rsid w:val="00557CAF"/>
    <w:rsid w:val="00557D11"/>
    <w:rsid w:val="005605B2"/>
    <w:rsid w:val="00560CC0"/>
    <w:rsid w:val="00560F5B"/>
    <w:rsid w:val="005610A7"/>
    <w:rsid w:val="00561178"/>
    <w:rsid w:val="00561313"/>
    <w:rsid w:val="0056144A"/>
    <w:rsid w:val="005614C1"/>
    <w:rsid w:val="00561684"/>
    <w:rsid w:val="00561B3E"/>
    <w:rsid w:val="00562113"/>
    <w:rsid w:val="005624EB"/>
    <w:rsid w:val="00562B4E"/>
    <w:rsid w:val="0056322E"/>
    <w:rsid w:val="0056327F"/>
    <w:rsid w:val="00563815"/>
    <w:rsid w:val="00564A9B"/>
    <w:rsid w:val="00564C80"/>
    <w:rsid w:val="0056504A"/>
    <w:rsid w:val="005654B5"/>
    <w:rsid w:val="00565810"/>
    <w:rsid w:val="005659C4"/>
    <w:rsid w:val="00565A4F"/>
    <w:rsid w:val="00565D7D"/>
    <w:rsid w:val="00566222"/>
    <w:rsid w:val="00566573"/>
    <w:rsid w:val="00566D78"/>
    <w:rsid w:val="005703AC"/>
    <w:rsid w:val="00570BCF"/>
    <w:rsid w:val="00570F1B"/>
    <w:rsid w:val="00571085"/>
    <w:rsid w:val="00571255"/>
    <w:rsid w:val="00571834"/>
    <w:rsid w:val="00571E1A"/>
    <w:rsid w:val="005722ED"/>
    <w:rsid w:val="0057250A"/>
    <w:rsid w:val="005725A7"/>
    <w:rsid w:val="005727CE"/>
    <w:rsid w:val="00572C3C"/>
    <w:rsid w:val="00572E8B"/>
    <w:rsid w:val="00572E9F"/>
    <w:rsid w:val="00572F6B"/>
    <w:rsid w:val="00573083"/>
    <w:rsid w:val="0057321B"/>
    <w:rsid w:val="00573DC6"/>
    <w:rsid w:val="00573E8C"/>
    <w:rsid w:val="00574A02"/>
    <w:rsid w:val="00574D0E"/>
    <w:rsid w:val="005752C7"/>
    <w:rsid w:val="005762DC"/>
    <w:rsid w:val="00576797"/>
    <w:rsid w:val="00576E0B"/>
    <w:rsid w:val="005774C0"/>
    <w:rsid w:val="00577617"/>
    <w:rsid w:val="00580338"/>
    <w:rsid w:val="0058033B"/>
    <w:rsid w:val="00580AE5"/>
    <w:rsid w:val="00580D78"/>
    <w:rsid w:val="00580D9C"/>
    <w:rsid w:val="0058199F"/>
    <w:rsid w:val="00582298"/>
    <w:rsid w:val="005827C3"/>
    <w:rsid w:val="00582B13"/>
    <w:rsid w:val="00582E3E"/>
    <w:rsid w:val="00582E9B"/>
    <w:rsid w:val="005831D6"/>
    <w:rsid w:val="0058324D"/>
    <w:rsid w:val="0058351E"/>
    <w:rsid w:val="0058353F"/>
    <w:rsid w:val="0058371B"/>
    <w:rsid w:val="00583CF2"/>
    <w:rsid w:val="00584044"/>
    <w:rsid w:val="00584E5F"/>
    <w:rsid w:val="005851DB"/>
    <w:rsid w:val="00585474"/>
    <w:rsid w:val="00585993"/>
    <w:rsid w:val="00585ACD"/>
    <w:rsid w:val="005866AA"/>
    <w:rsid w:val="00586890"/>
    <w:rsid w:val="005869C3"/>
    <w:rsid w:val="00587625"/>
    <w:rsid w:val="00587E85"/>
    <w:rsid w:val="005900ED"/>
    <w:rsid w:val="005907AA"/>
    <w:rsid w:val="005908A4"/>
    <w:rsid w:val="00590F2E"/>
    <w:rsid w:val="00590F84"/>
    <w:rsid w:val="0059137D"/>
    <w:rsid w:val="005923D7"/>
    <w:rsid w:val="005925C9"/>
    <w:rsid w:val="0059276D"/>
    <w:rsid w:val="00593136"/>
    <w:rsid w:val="00593656"/>
    <w:rsid w:val="00593EF0"/>
    <w:rsid w:val="00593FA2"/>
    <w:rsid w:val="00595191"/>
    <w:rsid w:val="005951C0"/>
    <w:rsid w:val="005952C5"/>
    <w:rsid w:val="00595D20"/>
    <w:rsid w:val="00596BA2"/>
    <w:rsid w:val="00596C34"/>
    <w:rsid w:val="00596C73"/>
    <w:rsid w:val="00596D31"/>
    <w:rsid w:val="00596E44"/>
    <w:rsid w:val="00597320"/>
    <w:rsid w:val="005975B1"/>
    <w:rsid w:val="00597B73"/>
    <w:rsid w:val="005A00E7"/>
    <w:rsid w:val="005A0A80"/>
    <w:rsid w:val="005A13FE"/>
    <w:rsid w:val="005A240E"/>
    <w:rsid w:val="005A2A6E"/>
    <w:rsid w:val="005A2EF9"/>
    <w:rsid w:val="005A3B40"/>
    <w:rsid w:val="005A3F74"/>
    <w:rsid w:val="005A4279"/>
    <w:rsid w:val="005A431F"/>
    <w:rsid w:val="005A4E10"/>
    <w:rsid w:val="005A4F1E"/>
    <w:rsid w:val="005A4F7B"/>
    <w:rsid w:val="005A52D2"/>
    <w:rsid w:val="005A5310"/>
    <w:rsid w:val="005A55FB"/>
    <w:rsid w:val="005A5722"/>
    <w:rsid w:val="005A5807"/>
    <w:rsid w:val="005A5D06"/>
    <w:rsid w:val="005A5E73"/>
    <w:rsid w:val="005A5F1E"/>
    <w:rsid w:val="005A6359"/>
    <w:rsid w:val="005A6C73"/>
    <w:rsid w:val="005A6DAD"/>
    <w:rsid w:val="005A73F5"/>
    <w:rsid w:val="005A75EA"/>
    <w:rsid w:val="005B01C2"/>
    <w:rsid w:val="005B01FF"/>
    <w:rsid w:val="005B0579"/>
    <w:rsid w:val="005B0B7C"/>
    <w:rsid w:val="005B1172"/>
    <w:rsid w:val="005B1865"/>
    <w:rsid w:val="005B2687"/>
    <w:rsid w:val="005B3172"/>
    <w:rsid w:val="005B327F"/>
    <w:rsid w:val="005B37B4"/>
    <w:rsid w:val="005B3888"/>
    <w:rsid w:val="005B3B31"/>
    <w:rsid w:val="005B46F7"/>
    <w:rsid w:val="005B5736"/>
    <w:rsid w:val="005B5FBB"/>
    <w:rsid w:val="005B60C0"/>
    <w:rsid w:val="005B62CD"/>
    <w:rsid w:val="005B6A5F"/>
    <w:rsid w:val="005B6F49"/>
    <w:rsid w:val="005B7C76"/>
    <w:rsid w:val="005B7C83"/>
    <w:rsid w:val="005C0A26"/>
    <w:rsid w:val="005C0CC3"/>
    <w:rsid w:val="005C12F3"/>
    <w:rsid w:val="005C161E"/>
    <w:rsid w:val="005C17AC"/>
    <w:rsid w:val="005C17FA"/>
    <w:rsid w:val="005C2537"/>
    <w:rsid w:val="005C31D5"/>
    <w:rsid w:val="005C441F"/>
    <w:rsid w:val="005C4ADE"/>
    <w:rsid w:val="005C5836"/>
    <w:rsid w:val="005C583B"/>
    <w:rsid w:val="005C6DEC"/>
    <w:rsid w:val="005C7B33"/>
    <w:rsid w:val="005D029D"/>
    <w:rsid w:val="005D0974"/>
    <w:rsid w:val="005D0C9F"/>
    <w:rsid w:val="005D1218"/>
    <w:rsid w:val="005D14CD"/>
    <w:rsid w:val="005D174D"/>
    <w:rsid w:val="005D1B4F"/>
    <w:rsid w:val="005D26BE"/>
    <w:rsid w:val="005D27AA"/>
    <w:rsid w:val="005D2B14"/>
    <w:rsid w:val="005D2ED5"/>
    <w:rsid w:val="005D37F6"/>
    <w:rsid w:val="005D380E"/>
    <w:rsid w:val="005D3D26"/>
    <w:rsid w:val="005D48DD"/>
    <w:rsid w:val="005D49AB"/>
    <w:rsid w:val="005D5184"/>
    <w:rsid w:val="005D5597"/>
    <w:rsid w:val="005D6800"/>
    <w:rsid w:val="005D6A18"/>
    <w:rsid w:val="005D6A45"/>
    <w:rsid w:val="005D6EEB"/>
    <w:rsid w:val="005E14DA"/>
    <w:rsid w:val="005E1844"/>
    <w:rsid w:val="005E1E55"/>
    <w:rsid w:val="005E2094"/>
    <w:rsid w:val="005E25C6"/>
    <w:rsid w:val="005E2E2A"/>
    <w:rsid w:val="005E3180"/>
    <w:rsid w:val="005E44D3"/>
    <w:rsid w:val="005E4F7C"/>
    <w:rsid w:val="005E51D2"/>
    <w:rsid w:val="005E52DD"/>
    <w:rsid w:val="005E5531"/>
    <w:rsid w:val="005E6FD8"/>
    <w:rsid w:val="005E75B1"/>
    <w:rsid w:val="005E7716"/>
    <w:rsid w:val="005E7C27"/>
    <w:rsid w:val="005E7D4C"/>
    <w:rsid w:val="005E7FC9"/>
    <w:rsid w:val="005F052B"/>
    <w:rsid w:val="005F0933"/>
    <w:rsid w:val="005F0C4A"/>
    <w:rsid w:val="005F0EAE"/>
    <w:rsid w:val="005F1448"/>
    <w:rsid w:val="005F1482"/>
    <w:rsid w:val="005F1DBD"/>
    <w:rsid w:val="005F23FC"/>
    <w:rsid w:val="005F278A"/>
    <w:rsid w:val="005F2E91"/>
    <w:rsid w:val="005F3BC8"/>
    <w:rsid w:val="005F42E4"/>
    <w:rsid w:val="005F482C"/>
    <w:rsid w:val="005F561C"/>
    <w:rsid w:val="005F5AB9"/>
    <w:rsid w:val="005F6564"/>
    <w:rsid w:val="005F66E7"/>
    <w:rsid w:val="005F684B"/>
    <w:rsid w:val="005F742B"/>
    <w:rsid w:val="005F7731"/>
    <w:rsid w:val="005F7B44"/>
    <w:rsid w:val="005F7CC3"/>
    <w:rsid w:val="006000B2"/>
    <w:rsid w:val="006001A3"/>
    <w:rsid w:val="00600AB9"/>
    <w:rsid w:val="00600D25"/>
    <w:rsid w:val="00600F47"/>
    <w:rsid w:val="0060132D"/>
    <w:rsid w:val="006017E5"/>
    <w:rsid w:val="00601CFF"/>
    <w:rsid w:val="00601FEE"/>
    <w:rsid w:val="00602265"/>
    <w:rsid w:val="006023D5"/>
    <w:rsid w:val="006025F9"/>
    <w:rsid w:val="006035DA"/>
    <w:rsid w:val="0060453A"/>
    <w:rsid w:val="00604598"/>
    <w:rsid w:val="00605268"/>
    <w:rsid w:val="006053C2"/>
    <w:rsid w:val="006058A4"/>
    <w:rsid w:val="00605B36"/>
    <w:rsid w:val="00605C30"/>
    <w:rsid w:val="00605DFC"/>
    <w:rsid w:val="006077B7"/>
    <w:rsid w:val="00610942"/>
    <w:rsid w:val="00610A9C"/>
    <w:rsid w:val="00610C09"/>
    <w:rsid w:val="00610D3C"/>
    <w:rsid w:val="00611B91"/>
    <w:rsid w:val="00611F15"/>
    <w:rsid w:val="00612726"/>
    <w:rsid w:val="00612787"/>
    <w:rsid w:val="00612C92"/>
    <w:rsid w:val="00612DC2"/>
    <w:rsid w:val="00612E48"/>
    <w:rsid w:val="0061440D"/>
    <w:rsid w:val="00614C1D"/>
    <w:rsid w:val="0061500E"/>
    <w:rsid w:val="00615588"/>
    <w:rsid w:val="00616690"/>
    <w:rsid w:val="006168D5"/>
    <w:rsid w:val="0061690F"/>
    <w:rsid w:val="006176A7"/>
    <w:rsid w:val="0061789D"/>
    <w:rsid w:val="0062026A"/>
    <w:rsid w:val="006204A7"/>
    <w:rsid w:val="00620923"/>
    <w:rsid w:val="0062166E"/>
    <w:rsid w:val="006216C3"/>
    <w:rsid w:val="00621E99"/>
    <w:rsid w:val="00621EA6"/>
    <w:rsid w:val="00622D56"/>
    <w:rsid w:val="0062320F"/>
    <w:rsid w:val="006233E7"/>
    <w:rsid w:val="00623852"/>
    <w:rsid w:val="00624171"/>
    <w:rsid w:val="006241D3"/>
    <w:rsid w:val="006241EC"/>
    <w:rsid w:val="0062423A"/>
    <w:rsid w:val="006243D1"/>
    <w:rsid w:val="0062502B"/>
    <w:rsid w:val="00625186"/>
    <w:rsid w:val="00625BE8"/>
    <w:rsid w:val="00625FED"/>
    <w:rsid w:val="00626292"/>
    <w:rsid w:val="006268D7"/>
    <w:rsid w:val="0062696B"/>
    <w:rsid w:val="006272D3"/>
    <w:rsid w:val="00627629"/>
    <w:rsid w:val="00627E1B"/>
    <w:rsid w:val="006302A6"/>
    <w:rsid w:val="00630436"/>
    <w:rsid w:val="006307C8"/>
    <w:rsid w:val="00630947"/>
    <w:rsid w:val="0063095B"/>
    <w:rsid w:val="006310C3"/>
    <w:rsid w:val="006319E7"/>
    <w:rsid w:val="00631CAB"/>
    <w:rsid w:val="00631EB6"/>
    <w:rsid w:val="00632CA3"/>
    <w:rsid w:val="0063300F"/>
    <w:rsid w:val="00634176"/>
    <w:rsid w:val="00634216"/>
    <w:rsid w:val="006345DD"/>
    <w:rsid w:val="0063479A"/>
    <w:rsid w:val="00634825"/>
    <w:rsid w:val="00634ADD"/>
    <w:rsid w:val="00634FAA"/>
    <w:rsid w:val="00635240"/>
    <w:rsid w:val="0063546E"/>
    <w:rsid w:val="006354EE"/>
    <w:rsid w:val="006360A7"/>
    <w:rsid w:val="006363CD"/>
    <w:rsid w:val="00636593"/>
    <w:rsid w:val="00636E12"/>
    <w:rsid w:val="006373DC"/>
    <w:rsid w:val="006375F8"/>
    <w:rsid w:val="006377F7"/>
    <w:rsid w:val="00640D4D"/>
    <w:rsid w:val="00640EE5"/>
    <w:rsid w:val="00641081"/>
    <w:rsid w:val="00641C64"/>
    <w:rsid w:val="006422AA"/>
    <w:rsid w:val="006425B0"/>
    <w:rsid w:val="0064266E"/>
    <w:rsid w:val="00642876"/>
    <w:rsid w:val="00642E25"/>
    <w:rsid w:val="006432CD"/>
    <w:rsid w:val="00643644"/>
    <w:rsid w:val="00643728"/>
    <w:rsid w:val="00643E32"/>
    <w:rsid w:val="006443CD"/>
    <w:rsid w:val="00644418"/>
    <w:rsid w:val="00644AE9"/>
    <w:rsid w:val="00644E82"/>
    <w:rsid w:val="0064562F"/>
    <w:rsid w:val="00645B4B"/>
    <w:rsid w:val="00645C01"/>
    <w:rsid w:val="006460A6"/>
    <w:rsid w:val="00646435"/>
    <w:rsid w:val="00646590"/>
    <w:rsid w:val="006466D9"/>
    <w:rsid w:val="0064675E"/>
    <w:rsid w:val="00646B51"/>
    <w:rsid w:val="00646FA0"/>
    <w:rsid w:val="006478E5"/>
    <w:rsid w:val="006479F5"/>
    <w:rsid w:val="00647D65"/>
    <w:rsid w:val="006513BD"/>
    <w:rsid w:val="00651721"/>
    <w:rsid w:val="006518C8"/>
    <w:rsid w:val="00652343"/>
    <w:rsid w:val="006526BA"/>
    <w:rsid w:val="00652C8B"/>
    <w:rsid w:val="00652D2E"/>
    <w:rsid w:val="006538B2"/>
    <w:rsid w:val="00654302"/>
    <w:rsid w:val="006545BF"/>
    <w:rsid w:val="00654808"/>
    <w:rsid w:val="006548F4"/>
    <w:rsid w:val="00654A4C"/>
    <w:rsid w:val="0065516B"/>
    <w:rsid w:val="006559B6"/>
    <w:rsid w:val="00655E02"/>
    <w:rsid w:val="00656A61"/>
    <w:rsid w:val="006573B9"/>
    <w:rsid w:val="00657759"/>
    <w:rsid w:val="00657A5B"/>
    <w:rsid w:val="00657E29"/>
    <w:rsid w:val="00660832"/>
    <w:rsid w:val="00660ED4"/>
    <w:rsid w:val="00661027"/>
    <w:rsid w:val="0066120D"/>
    <w:rsid w:val="00661434"/>
    <w:rsid w:val="00661536"/>
    <w:rsid w:val="006616D3"/>
    <w:rsid w:val="00661716"/>
    <w:rsid w:val="00662416"/>
    <w:rsid w:val="00662DBC"/>
    <w:rsid w:val="00662E91"/>
    <w:rsid w:val="00663C9D"/>
    <w:rsid w:val="006643A8"/>
    <w:rsid w:val="00664ACC"/>
    <w:rsid w:val="00664B80"/>
    <w:rsid w:val="00664B84"/>
    <w:rsid w:val="00664D78"/>
    <w:rsid w:val="00665389"/>
    <w:rsid w:val="00665555"/>
    <w:rsid w:val="0066661C"/>
    <w:rsid w:val="00666E62"/>
    <w:rsid w:val="0066735D"/>
    <w:rsid w:val="00667460"/>
    <w:rsid w:val="00667963"/>
    <w:rsid w:val="00667A7E"/>
    <w:rsid w:val="006707CC"/>
    <w:rsid w:val="00670B0F"/>
    <w:rsid w:val="006715E3"/>
    <w:rsid w:val="00671936"/>
    <w:rsid w:val="00671A47"/>
    <w:rsid w:val="00671BAC"/>
    <w:rsid w:val="00671D3E"/>
    <w:rsid w:val="00672FE9"/>
    <w:rsid w:val="00673189"/>
    <w:rsid w:val="006732C5"/>
    <w:rsid w:val="006732D9"/>
    <w:rsid w:val="00673F50"/>
    <w:rsid w:val="0067415A"/>
    <w:rsid w:val="00674870"/>
    <w:rsid w:val="00674CFA"/>
    <w:rsid w:val="00675719"/>
    <w:rsid w:val="00675BE7"/>
    <w:rsid w:val="00676275"/>
    <w:rsid w:val="006765ED"/>
    <w:rsid w:val="006767F3"/>
    <w:rsid w:val="00676F32"/>
    <w:rsid w:val="0067711E"/>
    <w:rsid w:val="006774A5"/>
    <w:rsid w:val="0067767D"/>
    <w:rsid w:val="006778D9"/>
    <w:rsid w:val="00680A04"/>
    <w:rsid w:val="00680B77"/>
    <w:rsid w:val="00680CBF"/>
    <w:rsid w:val="00680FA1"/>
    <w:rsid w:val="00681233"/>
    <w:rsid w:val="0068151F"/>
    <w:rsid w:val="00681D4C"/>
    <w:rsid w:val="00681D72"/>
    <w:rsid w:val="0068245B"/>
    <w:rsid w:val="00682786"/>
    <w:rsid w:val="00683472"/>
    <w:rsid w:val="00683634"/>
    <w:rsid w:val="00683B29"/>
    <w:rsid w:val="00683D6B"/>
    <w:rsid w:val="00684244"/>
    <w:rsid w:val="0068458A"/>
    <w:rsid w:val="00684F3A"/>
    <w:rsid w:val="00684F8D"/>
    <w:rsid w:val="006851B8"/>
    <w:rsid w:val="0068563E"/>
    <w:rsid w:val="00685642"/>
    <w:rsid w:val="00685DB8"/>
    <w:rsid w:val="0068612D"/>
    <w:rsid w:val="00686AC2"/>
    <w:rsid w:val="0068734B"/>
    <w:rsid w:val="006877A2"/>
    <w:rsid w:val="0069055E"/>
    <w:rsid w:val="0069097B"/>
    <w:rsid w:val="00690F82"/>
    <w:rsid w:val="0069108B"/>
    <w:rsid w:val="006918C5"/>
    <w:rsid w:val="0069199E"/>
    <w:rsid w:val="00692981"/>
    <w:rsid w:val="00692F56"/>
    <w:rsid w:val="0069320C"/>
    <w:rsid w:val="00693C05"/>
    <w:rsid w:val="00693CA5"/>
    <w:rsid w:val="00693CE1"/>
    <w:rsid w:val="00693FC0"/>
    <w:rsid w:val="0069475E"/>
    <w:rsid w:val="006947B3"/>
    <w:rsid w:val="00694911"/>
    <w:rsid w:val="00694FB6"/>
    <w:rsid w:val="00694FF3"/>
    <w:rsid w:val="00695993"/>
    <w:rsid w:val="00695D6F"/>
    <w:rsid w:val="00695DAB"/>
    <w:rsid w:val="00695ED7"/>
    <w:rsid w:val="00695FF2"/>
    <w:rsid w:val="006963A0"/>
    <w:rsid w:val="006965E6"/>
    <w:rsid w:val="006967A2"/>
    <w:rsid w:val="00696937"/>
    <w:rsid w:val="00697454"/>
    <w:rsid w:val="006A0231"/>
    <w:rsid w:val="006A03D4"/>
    <w:rsid w:val="006A0B81"/>
    <w:rsid w:val="006A1206"/>
    <w:rsid w:val="006A12E6"/>
    <w:rsid w:val="006A13CD"/>
    <w:rsid w:val="006A1705"/>
    <w:rsid w:val="006A1B29"/>
    <w:rsid w:val="006A2F04"/>
    <w:rsid w:val="006A393A"/>
    <w:rsid w:val="006A3E78"/>
    <w:rsid w:val="006A3EEE"/>
    <w:rsid w:val="006A45ED"/>
    <w:rsid w:val="006A48B7"/>
    <w:rsid w:val="006A4917"/>
    <w:rsid w:val="006A4DEA"/>
    <w:rsid w:val="006A54A7"/>
    <w:rsid w:val="006A5AC9"/>
    <w:rsid w:val="006A5DB5"/>
    <w:rsid w:val="006A5F0B"/>
    <w:rsid w:val="006A6428"/>
    <w:rsid w:val="006A7288"/>
    <w:rsid w:val="006A781A"/>
    <w:rsid w:val="006A7D60"/>
    <w:rsid w:val="006B0B59"/>
    <w:rsid w:val="006B124E"/>
    <w:rsid w:val="006B164E"/>
    <w:rsid w:val="006B20B8"/>
    <w:rsid w:val="006B271A"/>
    <w:rsid w:val="006B2D84"/>
    <w:rsid w:val="006B2FD6"/>
    <w:rsid w:val="006B322D"/>
    <w:rsid w:val="006B34A2"/>
    <w:rsid w:val="006B3B8A"/>
    <w:rsid w:val="006B3F2A"/>
    <w:rsid w:val="006B4F7F"/>
    <w:rsid w:val="006B52F9"/>
    <w:rsid w:val="006B5345"/>
    <w:rsid w:val="006B5365"/>
    <w:rsid w:val="006B55C0"/>
    <w:rsid w:val="006B72A4"/>
    <w:rsid w:val="006B7774"/>
    <w:rsid w:val="006B7A0A"/>
    <w:rsid w:val="006B7A9D"/>
    <w:rsid w:val="006C004D"/>
    <w:rsid w:val="006C05DF"/>
    <w:rsid w:val="006C0CE5"/>
    <w:rsid w:val="006C0D7F"/>
    <w:rsid w:val="006C0F1F"/>
    <w:rsid w:val="006C141C"/>
    <w:rsid w:val="006C15D7"/>
    <w:rsid w:val="006C16DA"/>
    <w:rsid w:val="006C26BD"/>
    <w:rsid w:val="006C2941"/>
    <w:rsid w:val="006C3962"/>
    <w:rsid w:val="006C43FA"/>
    <w:rsid w:val="006C4A7B"/>
    <w:rsid w:val="006C5B5B"/>
    <w:rsid w:val="006C6FE4"/>
    <w:rsid w:val="006C7047"/>
    <w:rsid w:val="006C79FE"/>
    <w:rsid w:val="006C7C13"/>
    <w:rsid w:val="006D0473"/>
    <w:rsid w:val="006D05DB"/>
    <w:rsid w:val="006D0886"/>
    <w:rsid w:val="006D0F13"/>
    <w:rsid w:val="006D170C"/>
    <w:rsid w:val="006D1974"/>
    <w:rsid w:val="006D1B98"/>
    <w:rsid w:val="006D25DC"/>
    <w:rsid w:val="006D27B8"/>
    <w:rsid w:val="006D3899"/>
    <w:rsid w:val="006D3E6D"/>
    <w:rsid w:val="006D4068"/>
    <w:rsid w:val="006D4438"/>
    <w:rsid w:val="006D5572"/>
    <w:rsid w:val="006D5901"/>
    <w:rsid w:val="006D5A2C"/>
    <w:rsid w:val="006D640C"/>
    <w:rsid w:val="006D6AE1"/>
    <w:rsid w:val="006D6E9B"/>
    <w:rsid w:val="006D6FCB"/>
    <w:rsid w:val="006D726A"/>
    <w:rsid w:val="006D74A7"/>
    <w:rsid w:val="006D7975"/>
    <w:rsid w:val="006D7ECD"/>
    <w:rsid w:val="006E02B9"/>
    <w:rsid w:val="006E0554"/>
    <w:rsid w:val="006E06C0"/>
    <w:rsid w:val="006E13BF"/>
    <w:rsid w:val="006E15B6"/>
    <w:rsid w:val="006E1883"/>
    <w:rsid w:val="006E25A6"/>
    <w:rsid w:val="006E2981"/>
    <w:rsid w:val="006E2AC0"/>
    <w:rsid w:val="006E30E3"/>
    <w:rsid w:val="006E33C2"/>
    <w:rsid w:val="006E419F"/>
    <w:rsid w:val="006E44AB"/>
    <w:rsid w:val="006E5323"/>
    <w:rsid w:val="006E5344"/>
    <w:rsid w:val="006E5EE5"/>
    <w:rsid w:val="006E68C3"/>
    <w:rsid w:val="006E6DC3"/>
    <w:rsid w:val="006E6E3B"/>
    <w:rsid w:val="006E73E5"/>
    <w:rsid w:val="006E75B0"/>
    <w:rsid w:val="006E7B94"/>
    <w:rsid w:val="006F0803"/>
    <w:rsid w:val="006F0892"/>
    <w:rsid w:val="006F136A"/>
    <w:rsid w:val="006F19CE"/>
    <w:rsid w:val="006F1A06"/>
    <w:rsid w:val="006F1B7C"/>
    <w:rsid w:val="006F2316"/>
    <w:rsid w:val="006F241E"/>
    <w:rsid w:val="006F24AE"/>
    <w:rsid w:val="006F25C5"/>
    <w:rsid w:val="006F3013"/>
    <w:rsid w:val="006F3B8E"/>
    <w:rsid w:val="006F3D89"/>
    <w:rsid w:val="006F3F58"/>
    <w:rsid w:val="006F41AB"/>
    <w:rsid w:val="006F4595"/>
    <w:rsid w:val="006F540A"/>
    <w:rsid w:val="006F5834"/>
    <w:rsid w:val="006F5FB9"/>
    <w:rsid w:val="006F68E4"/>
    <w:rsid w:val="006F6905"/>
    <w:rsid w:val="006F7D9D"/>
    <w:rsid w:val="007003CE"/>
    <w:rsid w:val="00700619"/>
    <w:rsid w:val="00700863"/>
    <w:rsid w:val="007008FE"/>
    <w:rsid w:val="0070172A"/>
    <w:rsid w:val="00701784"/>
    <w:rsid w:val="00701EB1"/>
    <w:rsid w:val="00702068"/>
    <w:rsid w:val="00702682"/>
    <w:rsid w:val="0070309C"/>
    <w:rsid w:val="00703256"/>
    <w:rsid w:val="00703D76"/>
    <w:rsid w:val="007041DD"/>
    <w:rsid w:val="007047C5"/>
    <w:rsid w:val="00704AEC"/>
    <w:rsid w:val="00704CE6"/>
    <w:rsid w:val="00704E70"/>
    <w:rsid w:val="0070615C"/>
    <w:rsid w:val="0070642D"/>
    <w:rsid w:val="007065FF"/>
    <w:rsid w:val="00710D70"/>
    <w:rsid w:val="00710E42"/>
    <w:rsid w:val="00711748"/>
    <w:rsid w:val="00711B7C"/>
    <w:rsid w:val="00712B30"/>
    <w:rsid w:val="00712EFB"/>
    <w:rsid w:val="007130E7"/>
    <w:rsid w:val="007138ED"/>
    <w:rsid w:val="00713DC4"/>
    <w:rsid w:val="007146AF"/>
    <w:rsid w:val="00714792"/>
    <w:rsid w:val="00714A0F"/>
    <w:rsid w:val="00714C03"/>
    <w:rsid w:val="00715710"/>
    <w:rsid w:val="00715B32"/>
    <w:rsid w:val="007162DF"/>
    <w:rsid w:val="0071644E"/>
    <w:rsid w:val="0071663E"/>
    <w:rsid w:val="00716C89"/>
    <w:rsid w:val="00716F3B"/>
    <w:rsid w:val="007174E6"/>
    <w:rsid w:val="00717685"/>
    <w:rsid w:val="00717767"/>
    <w:rsid w:val="00717EDF"/>
    <w:rsid w:val="00720577"/>
    <w:rsid w:val="00720A9E"/>
    <w:rsid w:val="00721A14"/>
    <w:rsid w:val="00721F49"/>
    <w:rsid w:val="00723610"/>
    <w:rsid w:val="00723FFC"/>
    <w:rsid w:val="00724BA8"/>
    <w:rsid w:val="0072559D"/>
    <w:rsid w:val="007257C6"/>
    <w:rsid w:val="00725BB9"/>
    <w:rsid w:val="00725C6D"/>
    <w:rsid w:val="00725CEE"/>
    <w:rsid w:val="007269AA"/>
    <w:rsid w:val="00727521"/>
    <w:rsid w:val="007275FF"/>
    <w:rsid w:val="00727760"/>
    <w:rsid w:val="00727E10"/>
    <w:rsid w:val="00730183"/>
    <w:rsid w:val="00730621"/>
    <w:rsid w:val="007308C0"/>
    <w:rsid w:val="0073107D"/>
    <w:rsid w:val="00731306"/>
    <w:rsid w:val="00731511"/>
    <w:rsid w:val="007318F0"/>
    <w:rsid w:val="00731DDA"/>
    <w:rsid w:val="00731EF1"/>
    <w:rsid w:val="00731F6C"/>
    <w:rsid w:val="007321AE"/>
    <w:rsid w:val="00732923"/>
    <w:rsid w:val="00732F2E"/>
    <w:rsid w:val="007330F0"/>
    <w:rsid w:val="007334F1"/>
    <w:rsid w:val="00733628"/>
    <w:rsid w:val="007339B8"/>
    <w:rsid w:val="0073456F"/>
    <w:rsid w:val="007346E2"/>
    <w:rsid w:val="00734739"/>
    <w:rsid w:val="00735C58"/>
    <w:rsid w:val="0073653D"/>
    <w:rsid w:val="00736B48"/>
    <w:rsid w:val="00736F3F"/>
    <w:rsid w:val="0073740E"/>
    <w:rsid w:val="007376E3"/>
    <w:rsid w:val="00737C3E"/>
    <w:rsid w:val="00737D8C"/>
    <w:rsid w:val="00737E60"/>
    <w:rsid w:val="00737F93"/>
    <w:rsid w:val="00740216"/>
    <w:rsid w:val="0074061A"/>
    <w:rsid w:val="00740EA5"/>
    <w:rsid w:val="00741A6A"/>
    <w:rsid w:val="00741F23"/>
    <w:rsid w:val="007426DF"/>
    <w:rsid w:val="00742813"/>
    <w:rsid w:val="0074302C"/>
    <w:rsid w:val="00743063"/>
    <w:rsid w:val="00743125"/>
    <w:rsid w:val="007435F5"/>
    <w:rsid w:val="00743966"/>
    <w:rsid w:val="00743A69"/>
    <w:rsid w:val="0074412F"/>
    <w:rsid w:val="0074421D"/>
    <w:rsid w:val="007453E5"/>
    <w:rsid w:val="007457C0"/>
    <w:rsid w:val="00745C58"/>
    <w:rsid w:val="0074690F"/>
    <w:rsid w:val="00747210"/>
    <w:rsid w:val="007472D7"/>
    <w:rsid w:val="0074733E"/>
    <w:rsid w:val="00750214"/>
    <w:rsid w:val="00750264"/>
    <w:rsid w:val="007513A9"/>
    <w:rsid w:val="0075162C"/>
    <w:rsid w:val="007516CD"/>
    <w:rsid w:val="0075211F"/>
    <w:rsid w:val="00752789"/>
    <w:rsid w:val="007536A0"/>
    <w:rsid w:val="00753F66"/>
    <w:rsid w:val="00754313"/>
    <w:rsid w:val="00754445"/>
    <w:rsid w:val="00754F93"/>
    <w:rsid w:val="00754FCF"/>
    <w:rsid w:val="00755EEE"/>
    <w:rsid w:val="00756049"/>
    <w:rsid w:val="00756322"/>
    <w:rsid w:val="00757148"/>
    <w:rsid w:val="007572A8"/>
    <w:rsid w:val="007577A1"/>
    <w:rsid w:val="00757D43"/>
    <w:rsid w:val="00757FF1"/>
    <w:rsid w:val="00760EA0"/>
    <w:rsid w:val="0076107E"/>
    <w:rsid w:val="00761E21"/>
    <w:rsid w:val="007623B4"/>
    <w:rsid w:val="00762615"/>
    <w:rsid w:val="00762B98"/>
    <w:rsid w:val="00763A4F"/>
    <w:rsid w:val="007640EA"/>
    <w:rsid w:val="00764612"/>
    <w:rsid w:val="00764834"/>
    <w:rsid w:val="00764EEE"/>
    <w:rsid w:val="0076578A"/>
    <w:rsid w:val="00765A96"/>
    <w:rsid w:val="00765B46"/>
    <w:rsid w:val="00765C3A"/>
    <w:rsid w:val="00765C93"/>
    <w:rsid w:val="00765D14"/>
    <w:rsid w:val="00765F85"/>
    <w:rsid w:val="007664A4"/>
    <w:rsid w:val="0076674C"/>
    <w:rsid w:val="00767809"/>
    <w:rsid w:val="00767CB4"/>
    <w:rsid w:val="00767E5A"/>
    <w:rsid w:val="00770590"/>
    <w:rsid w:val="00770BED"/>
    <w:rsid w:val="00770C36"/>
    <w:rsid w:val="007710E2"/>
    <w:rsid w:val="007716D5"/>
    <w:rsid w:val="00771C18"/>
    <w:rsid w:val="00771CB3"/>
    <w:rsid w:val="00771F33"/>
    <w:rsid w:val="00772E6C"/>
    <w:rsid w:val="0077316A"/>
    <w:rsid w:val="0077359A"/>
    <w:rsid w:val="00773EAF"/>
    <w:rsid w:val="00774332"/>
    <w:rsid w:val="00774830"/>
    <w:rsid w:val="00774DCB"/>
    <w:rsid w:val="00774ED7"/>
    <w:rsid w:val="00775052"/>
    <w:rsid w:val="007754A9"/>
    <w:rsid w:val="00775B7B"/>
    <w:rsid w:val="00775E87"/>
    <w:rsid w:val="00775EF4"/>
    <w:rsid w:val="007763AB"/>
    <w:rsid w:val="00776910"/>
    <w:rsid w:val="00776C38"/>
    <w:rsid w:val="00776D3B"/>
    <w:rsid w:val="00776FBD"/>
    <w:rsid w:val="0077778B"/>
    <w:rsid w:val="00777843"/>
    <w:rsid w:val="00777C96"/>
    <w:rsid w:val="00777DCC"/>
    <w:rsid w:val="00780878"/>
    <w:rsid w:val="00780F95"/>
    <w:rsid w:val="007810FA"/>
    <w:rsid w:val="007815C5"/>
    <w:rsid w:val="0078164E"/>
    <w:rsid w:val="007823F1"/>
    <w:rsid w:val="007824F1"/>
    <w:rsid w:val="00782E86"/>
    <w:rsid w:val="00782FAA"/>
    <w:rsid w:val="0078301B"/>
    <w:rsid w:val="00783E8D"/>
    <w:rsid w:val="00784447"/>
    <w:rsid w:val="0078509E"/>
    <w:rsid w:val="007852BF"/>
    <w:rsid w:val="00785CE1"/>
    <w:rsid w:val="00785EA7"/>
    <w:rsid w:val="007864E8"/>
    <w:rsid w:val="00786775"/>
    <w:rsid w:val="00786DBE"/>
    <w:rsid w:val="00787666"/>
    <w:rsid w:val="00787AB2"/>
    <w:rsid w:val="00787F70"/>
    <w:rsid w:val="00790047"/>
    <w:rsid w:val="00790883"/>
    <w:rsid w:val="00790C10"/>
    <w:rsid w:val="00790C32"/>
    <w:rsid w:val="00790D30"/>
    <w:rsid w:val="007911CC"/>
    <w:rsid w:val="0079176D"/>
    <w:rsid w:val="00791D02"/>
    <w:rsid w:val="00792541"/>
    <w:rsid w:val="007925A4"/>
    <w:rsid w:val="007933CE"/>
    <w:rsid w:val="00793410"/>
    <w:rsid w:val="00794569"/>
    <w:rsid w:val="00794706"/>
    <w:rsid w:val="00794804"/>
    <w:rsid w:val="00794D25"/>
    <w:rsid w:val="00794DF0"/>
    <w:rsid w:val="00795E3F"/>
    <w:rsid w:val="007965F6"/>
    <w:rsid w:val="00796C06"/>
    <w:rsid w:val="00796E03"/>
    <w:rsid w:val="00796E10"/>
    <w:rsid w:val="00797893"/>
    <w:rsid w:val="007A0027"/>
    <w:rsid w:val="007A0556"/>
    <w:rsid w:val="007A05A9"/>
    <w:rsid w:val="007A089A"/>
    <w:rsid w:val="007A0A7D"/>
    <w:rsid w:val="007A0D22"/>
    <w:rsid w:val="007A1019"/>
    <w:rsid w:val="007A10B2"/>
    <w:rsid w:val="007A1203"/>
    <w:rsid w:val="007A143B"/>
    <w:rsid w:val="007A166A"/>
    <w:rsid w:val="007A16B7"/>
    <w:rsid w:val="007A18B7"/>
    <w:rsid w:val="007A1B02"/>
    <w:rsid w:val="007A246C"/>
    <w:rsid w:val="007A24CD"/>
    <w:rsid w:val="007A26C7"/>
    <w:rsid w:val="007A2A85"/>
    <w:rsid w:val="007A2C2B"/>
    <w:rsid w:val="007A2EED"/>
    <w:rsid w:val="007A30CD"/>
    <w:rsid w:val="007A33EA"/>
    <w:rsid w:val="007A41D3"/>
    <w:rsid w:val="007A42CF"/>
    <w:rsid w:val="007A441A"/>
    <w:rsid w:val="007A55E1"/>
    <w:rsid w:val="007A5D0E"/>
    <w:rsid w:val="007A5E12"/>
    <w:rsid w:val="007A7581"/>
    <w:rsid w:val="007A77D4"/>
    <w:rsid w:val="007A7F90"/>
    <w:rsid w:val="007B02CC"/>
    <w:rsid w:val="007B082D"/>
    <w:rsid w:val="007B094F"/>
    <w:rsid w:val="007B17AA"/>
    <w:rsid w:val="007B1C93"/>
    <w:rsid w:val="007B213C"/>
    <w:rsid w:val="007B2483"/>
    <w:rsid w:val="007B34BA"/>
    <w:rsid w:val="007B3A2F"/>
    <w:rsid w:val="007B3AA4"/>
    <w:rsid w:val="007B3CEB"/>
    <w:rsid w:val="007B3DD3"/>
    <w:rsid w:val="007B3EAD"/>
    <w:rsid w:val="007B48BA"/>
    <w:rsid w:val="007B4EC7"/>
    <w:rsid w:val="007B5050"/>
    <w:rsid w:val="007B584A"/>
    <w:rsid w:val="007B5FA5"/>
    <w:rsid w:val="007B65EA"/>
    <w:rsid w:val="007B68A8"/>
    <w:rsid w:val="007B7168"/>
    <w:rsid w:val="007B757D"/>
    <w:rsid w:val="007B7B20"/>
    <w:rsid w:val="007C00E2"/>
    <w:rsid w:val="007C066F"/>
    <w:rsid w:val="007C0B1F"/>
    <w:rsid w:val="007C1043"/>
    <w:rsid w:val="007C11AD"/>
    <w:rsid w:val="007C11E4"/>
    <w:rsid w:val="007C125B"/>
    <w:rsid w:val="007C158E"/>
    <w:rsid w:val="007C179B"/>
    <w:rsid w:val="007C1A8C"/>
    <w:rsid w:val="007C1F25"/>
    <w:rsid w:val="007C222C"/>
    <w:rsid w:val="007C2377"/>
    <w:rsid w:val="007C277D"/>
    <w:rsid w:val="007C2A60"/>
    <w:rsid w:val="007C2B80"/>
    <w:rsid w:val="007C3125"/>
    <w:rsid w:val="007C395D"/>
    <w:rsid w:val="007C3B68"/>
    <w:rsid w:val="007C3BFF"/>
    <w:rsid w:val="007C3C98"/>
    <w:rsid w:val="007C3DAF"/>
    <w:rsid w:val="007C40EA"/>
    <w:rsid w:val="007C412D"/>
    <w:rsid w:val="007C41B5"/>
    <w:rsid w:val="007C4252"/>
    <w:rsid w:val="007C46A4"/>
    <w:rsid w:val="007C48A8"/>
    <w:rsid w:val="007C4E52"/>
    <w:rsid w:val="007C50E8"/>
    <w:rsid w:val="007C5394"/>
    <w:rsid w:val="007C5D38"/>
    <w:rsid w:val="007C70B0"/>
    <w:rsid w:val="007C7453"/>
    <w:rsid w:val="007C75C7"/>
    <w:rsid w:val="007C7849"/>
    <w:rsid w:val="007C788E"/>
    <w:rsid w:val="007C7A29"/>
    <w:rsid w:val="007C7ACE"/>
    <w:rsid w:val="007C7D1F"/>
    <w:rsid w:val="007D0286"/>
    <w:rsid w:val="007D22D8"/>
    <w:rsid w:val="007D341A"/>
    <w:rsid w:val="007D3497"/>
    <w:rsid w:val="007D3613"/>
    <w:rsid w:val="007D367F"/>
    <w:rsid w:val="007D37ED"/>
    <w:rsid w:val="007D484C"/>
    <w:rsid w:val="007D4AA5"/>
    <w:rsid w:val="007D51A4"/>
    <w:rsid w:val="007D5761"/>
    <w:rsid w:val="007D6110"/>
    <w:rsid w:val="007D659D"/>
    <w:rsid w:val="007D6884"/>
    <w:rsid w:val="007D73FE"/>
    <w:rsid w:val="007D741E"/>
    <w:rsid w:val="007D773D"/>
    <w:rsid w:val="007D7800"/>
    <w:rsid w:val="007D7D05"/>
    <w:rsid w:val="007D7D84"/>
    <w:rsid w:val="007E0CAA"/>
    <w:rsid w:val="007E18F6"/>
    <w:rsid w:val="007E2563"/>
    <w:rsid w:val="007E2AF6"/>
    <w:rsid w:val="007E30E0"/>
    <w:rsid w:val="007E323F"/>
    <w:rsid w:val="007E3A47"/>
    <w:rsid w:val="007E3C4B"/>
    <w:rsid w:val="007E3DC2"/>
    <w:rsid w:val="007E47A5"/>
    <w:rsid w:val="007E4B88"/>
    <w:rsid w:val="007E4C84"/>
    <w:rsid w:val="007E4DD2"/>
    <w:rsid w:val="007E4E33"/>
    <w:rsid w:val="007E5420"/>
    <w:rsid w:val="007E59B0"/>
    <w:rsid w:val="007E5AA0"/>
    <w:rsid w:val="007E61EA"/>
    <w:rsid w:val="007E64B0"/>
    <w:rsid w:val="007E6CBF"/>
    <w:rsid w:val="007E6D78"/>
    <w:rsid w:val="007E7D00"/>
    <w:rsid w:val="007E7E93"/>
    <w:rsid w:val="007F08BE"/>
    <w:rsid w:val="007F0A94"/>
    <w:rsid w:val="007F0D63"/>
    <w:rsid w:val="007F107C"/>
    <w:rsid w:val="007F1090"/>
    <w:rsid w:val="007F1127"/>
    <w:rsid w:val="007F1B55"/>
    <w:rsid w:val="007F1E10"/>
    <w:rsid w:val="007F2664"/>
    <w:rsid w:val="007F2670"/>
    <w:rsid w:val="007F296F"/>
    <w:rsid w:val="007F4529"/>
    <w:rsid w:val="007F4DB6"/>
    <w:rsid w:val="007F5232"/>
    <w:rsid w:val="007F5416"/>
    <w:rsid w:val="007F5561"/>
    <w:rsid w:val="007F5A95"/>
    <w:rsid w:val="007F77FF"/>
    <w:rsid w:val="007F7847"/>
    <w:rsid w:val="007F79B3"/>
    <w:rsid w:val="007F7D0C"/>
    <w:rsid w:val="0080033A"/>
    <w:rsid w:val="00800AC3"/>
    <w:rsid w:val="008010F8"/>
    <w:rsid w:val="00801584"/>
    <w:rsid w:val="00801856"/>
    <w:rsid w:val="008021E9"/>
    <w:rsid w:val="008023BC"/>
    <w:rsid w:val="00802AB6"/>
    <w:rsid w:val="00802C82"/>
    <w:rsid w:val="00802EEE"/>
    <w:rsid w:val="00802F8F"/>
    <w:rsid w:val="008032E9"/>
    <w:rsid w:val="008032ED"/>
    <w:rsid w:val="00803447"/>
    <w:rsid w:val="00804A3D"/>
    <w:rsid w:val="00804B8E"/>
    <w:rsid w:val="00804DC4"/>
    <w:rsid w:val="00804E16"/>
    <w:rsid w:val="00805238"/>
    <w:rsid w:val="00805E32"/>
    <w:rsid w:val="00806C45"/>
    <w:rsid w:val="00806C7C"/>
    <w:rsid w:val="00807333"/>
    <w:rsid w:val="008073AA"/>
    <w:rsid w:val="008077EE"/>
    <w:rsid w:val="00807854"/>
    <w:rsid w:val="00810D62"/>
    <w:rsid w:val="00810E3D"/>
    <w:rsid w:val="00810F6C"/>
    <w:rsid w:val="008117BF"/>
    <w:rsid w:val="00811D03"/>
    <w:rsid w:val="008120EE"/>
    <w:rsid w:val="00812284"/>
    <w:rsid w:val="00812AB3"/>
    <w:rsid w:val="00812F2B"/>
    <w:rsid w:val="0081306F"/>
    <w:rsid w:val="0081329F"/>
    <w:rsid w:val="00813AFB"/>
    <w:rsid w:val="008140EB"/>
    <w:rsid w:val="008141C4"/>
    <w:rsid w:val="008146CB"/>
    <w:rsid w:val="00814799"/>
    <w:rsid w:val="00815273"/>
    <w:rsid w:val="00815747"/>
    <w:rsid w:val="00816CB4"/>
    <w:rsid w:val="00817473"/>
    <w:rsid w:val="0081760F"/>
    <w:rsid w:val="00817694"/>
    <w:rsid w:val="00817B82"/>
    <w:rsid w:val="008204EE"/>
    <w:rsid w:val="008207A1"/>
    <w:rsid w:val="008207C1"/>
    <w:rsid w:val="008209E1"/>
    <w:rsid w:val="00820F17"/>
    <w:rsid w:val="00821118"/>
    <w:rsid w:val="008216B5"/>
    <w:rsid w:val="00822198"/>
    <w:rsid w:val="00822385"/>
    <w:rsid w:val="00822969"/>
    <w:rsid w:val="00822CB2"/>
    <w:rsid w:val="00823181"/>
    <w:rsid w:val="00823CA9"/>
    <w:rsid w:val="00825F29"/>
    <w:rsid w:val="00825F34"/>
    <w:rsid w:val="00826DBB"/>
    <w:rsid w:val="008275E2"/>
    <w:rsid w:val="00827EB8"/>
    <w:rsid w:val="00827F40"/>
    <w:rsid w:val="00830B68"/>
    <w:rsid w:val="00831027"/>
    <w:rsid w:val="0083199C"/>
    <w:rsid w:val="00831B0E"/>
    <w:rsid w:val="00831EA6"/>
    <w:rsid w:val="00831F6D"/>
    <w:rsid w:val="008321A3"/>
    <w:rsid w:val="008322F1"/>
    <w:rsid w:val="00832814"/>
    <w:rsid w:val="00832818"/>
    <w:rsid w:val="00832D08"/>
    <w:rsid w:val="00832D95"/>
    <w:rsid w:val="008334A3"/>
    <w:rsid w:val="00833D5F"/>
    <w:rsid w:val="008348F8"/>
    <w:rsid w:val="00834D72"/>
    <w:rsid w:val="008356BE"/>
    <w:rsid w:val="00835981"/>
    <w:rsid w:val="00835D45"/>
    <w:rsid w:val="00836BC9"/>
    <w:rsid w:val="00836D87"/>
    <w:rsid w:val="00836F99"/>
    <w:rsid w:val="00836FA4"/>
    <w:rsid w:val="008375F2"/>
    <w:rsid w:val="00837C8E"/>
    <w:rsid w:val="00840935"/>
    <w:rsid w:val="0084095D"/>
    <w:rsid w:val="00840B47"/>
    <w:rsid w:val="008417A9"/>
    <w:rsid w:val="00841A3A"/>
    <w:rsid w:val="00841D36"/>
    <w:rsid w:val="00841F9B"/>
    <w:rsid w:val="00842118"/>
    <w:rsid w:val="008421B1"/>
    <w:rsid w:val="00842344"/>
    <w:rsid w:val="00842CD4"/>
    <w:rsid w:val="0084312D"/>
    <w:rsid w:val="0084324C"/>
    <w:rsid w:val="00843FD8"/>
    <w:rsid w:val="008440FC"/>
    <w:rsid w:val="008441C0"/>
    <w:rsid w:val="00844409"/>
    <w:rsid w:val="008445AB"/>
    <w:rsid w:val="00844FF2"/>
    <w:rsid w:val="008455D2"/>
    <w:rsid w:val="00846474"/>
    <w:rsid w:val="008466E1"/>
    <w:rsid w:val="008479EA"/>
    <w:rsid w:val="00847AEF"/>
    <w:rsid w:val="008507E4"/>
    <w:rsid w:val="00850DD8"/>
    <w:rsid w:val="00851683"/>
    <w:rsid w:val="00851710"/>
    <w:rsid w:val="00851BF5"/>
    <w:rsid w:val="008520CB"/>
    <w:rsid w:val="008521A8"/>
    <w:rsid w:val="0085233D"/>
    <w:rsid w:val="00852E81"/>
    <w:rsid w:val="008532C6"/>
    <w:rsid w:val="00853D50"/>
    <w:rsid w:val="00853F18"/>
    <w:rsid w:val="008546DB"/>
    <w:rsid w:val="00854B3D"/>
    <w:rsid w:val="00854FE2"/>
    <w:rsid w:val="00855CFA"/>
    <w:rsid w:val="0085682E"/>
    <w:rsid w:val="00856A13"/>
    <w:rsid w:val="00856AB7"/>
    <w:rsid w:val="00857E21"/>
    <w:rsid w:val="0086002D"/>
    <w:rsid w:val="008601A9"/>
    <w:rsid w:val="00860269"/>
    <w:rsid w:val="008604BC"/>
    <w:rsid w:val="00860677"/>
    <w:rsid w:val="00860EBF"/>
    <w:rsid w:val="008610D3"/>
    <w:rsid w:val="00861438"/>
    <w:rsid w:val="008619B9"/>
    <w:rsid w:val="00861A53"/>
    <w:rsid w:val="00861D0C"/>
    <w:rsid w:val="00862CDC"/>
    <w:rsid w:val="008635D6"/>
    <w:rsid w:val="00863A60"/>
    <w:rsid w:val="008642F7"/>
    <w:rsid w:val="008647FC"/>
    <w:rsid w:val="00864A75"/>
    <w:rsid w:val="00864CBA"/>
    <w:rsid w:val="00864EBE"/>
    <w:rsid w:val="008655C7"/>
    <w:rsid w:val="008656FA"/>
    <w:rsid w:val="008658ED"/>
    <w:rsid w:val="00865DA5"/>
    <w:rsid w:val="00865DC8"/>
    <w:rsid w:val="00866333"/>
    <w:rsid w:val="0086635E"/>
    <w:rsid w:val="00866461"/>
    <w:rsid w:val="008664B9"/>
    <w:rsid w:val="0086703D"/>
    <w:rsid w:val="008671C8"/>
    <w:rsid w:val="00867CD8"/>
    <w:rsid w:val="00867D00"/>
    <w:rsid w:val="00867E4C"/>
    <w:rsid w:val="008700CD"/>
    <w:rsid w:val="008701F2"/>
    <w:rsid w:val="00871157"/>
    <w:rsid w:val="00871FE4"/>
    <w:rsid w:val="00872815"/>
    <w:rsid w:val="00872AB9"/>
    <w:rsid w:val="00872BC6"/>
    <w:rsid w:val="00872CAC"/>
    <w:rsid w:val="008731B8"/>
    <w:rsid w:val="008734D9"/>
    <w:rsid w:val="00873583"/>
    <w:rsid w:val="0087428E"/>
    <w:rsid w:val="00874397"/>
    <w:rsid w:val="008743B9"/>
    <w:rsid w:val="008747D3"/>
    <w:rsid w:val="0087493E"/>
    <w:rsid w:val="00875043"/>
    <w:rsid w:val="00875D28"/>
    <w:rsid w:val="0087611F"/>
    <w:rsid w:val="00876C84"/>
    <w:rsid w:val="00877343"/>
    <w:rsid w:val="0088023C"/>
    <w:rsid w:val="008803D4"/>
    <w:rsid w:val="0088080E"/>
    <w:rsid w:val="00880868"/>
    <w:rsid w:val="00880884"/>
    <w:rsid w:val="00880BE0"/>
    <w:rsid w:val="00880D1D"/>
    <w:rsid w:val="008814FF"/>
    <w:rsid w:val="00882694"/>
    <w:rsid w:val="00882AA2"/>
    <w:rsid w:val="00883489"/>
    <w:rsid w:val="00884808"/>
    <w:rsid w:val="00884FBF"/>
    <w:rsid w:val="00885226"/>
    <w:rsid w:val="00885D91"/>
    <w:rsid w:val="00886002"/>
    <w:rsid w:val="00886EE2"/>
    <w:rsid w:val="0088707F"/>
    <w:rsid w:val="00887875"/>
    <w:rsid w:val="0089011D"/>
    <w:rsid w:val="0089023B"/>
    <w:rsid w:val="00890449"/>
    <w:rsid w:val="00890826"/>
    <w:rsid w:val="00890BE3"/>
    <w:rsid w:val="00890D5D"/>
    <w:rsid w:val="00890FDB"/>
    <w:rsid w:val="00891122"/>
    <w:rsid w:val="008911D2"/>
    <w:rsid w:val="008913E5"/>
    <w:rsid w:val="00891628"/>
    <w:rsid w:val="00891677"/>
    <w:rsid w:val="008919C1"/>
    <w:rsid w:val="00891B04"/>
    <w:rsid w:val="0089220A"/>
    <w:rsid w:val="00892752"/>
    <w:rsid w:val="008929C6"/>
    <w:rsid w:val="00892F08"/>
    <w:rsid w:val="008935A7"/>
    <w:rsid w:val="00893A10"/>
    <w:rsid w:val="00894104"/>
    <w:rsid w:val="00894561"/>
    <w:rsid w:val="00894812"/>
    <w:rsid w:val="00894A4A"/>
    <w:rsid w:val="00895A7F"/>
    <w:rsid w:val="00895D53"/>
    <w:rsid w:val="008960B9"/>
    <w:rsid w:val="008963EA"/>
    <w:rsid w:val="00897053"/>
    <w:rsid w:val="0089731B"/>
    <w:rsid w:val="00897A7F"/>
    <w:rsid w:val="008A0643"/>
    <w:rsid w:val="008A085D"/>
    <w:rsid w:val="008A0C9E"/>
    <w:rsid w:val="008A11B1"/>
    <w:rsid w:val="008A143E"/>
    <w:rsid w:val="008A1E27"/>
    <w:rsid w:val="008A27B7"/>
    <w:rsid w:val="008A2A0C"/>
    <w:rsid w:val="008A2D91"/>
    <w:rsid w:val="008A31CA"/>
    <w:rsid w:val="008A4262"/>
    <w:rsid w:val="008A44EC"/>
    <w:rsid w:val="008A460E"/>
    <w:rsid w:val="008A5522"/>
    <w:rsid w:val="008A5659"/>
    <w:rsid w:val="008A5849"/>
    <w:rsid w:val="008A5D56"/>
    <w:rsid w:val="008A683C"/>
    <w:rsid w:val="008A751C"/>
    <w:rsid w:val="008A7818"/>
    <w:rsid w:val="008A7F13"/>
    <w:rsid w:val="008B00F9"/>
    <w:rsid w:val="008B00FA"/>
    <w:rsid w:val="008B0FF9"/>
    <w:rsid w:val="008B22CC"/>
    <w:rsid w:val="008B2547"/>
    <w:rsid w:val="008B2604"/>
    <w:rsid w:val="008B2FBD"/>
    <w:rsid w:val="008B3391"/>
    <w:rsid w:val="008B3906"/>
    <w:rsid w:val="008B3BF4"/>
    <w:rsid w:val="008B46F6"/>
    <w:rsid w:val="008B4C0C"/>
    <w:rsid w:val="008B5EA0"/>
    <w:rsid w:val="008B6026"/>
    <w:rsid w:val="008B6098"/>
    <w:rsid w:val="008B64CC"/>
    <w:rsid w:val="008B6C8D"/>
    <w:rsid w:val="008B6FA8"/>
    <w:rsid w:val="008B70B3"/>
    <w:rsid w:val="008B7BC2"/>
    <w:rsid w:val="008B7F92"/>
    <w:rsid w:val="008C07F8"/>
    <w:rsid w:val="008C110C"/>
    <w:rsid w:val="008C2A4A"/>
    <w:rsid w:val="008C2B98"/>
    <w:rsid w:val="008C2C90"/>
    <w:rsid w:val="008C37D6"/>
    <w:rsid w:val="008C3C5D"/>
    <w:rsid w:val="008C3CA8"/>
    <w:rsid w:val="008C4A26"/>
    <w:rsid w:val="008C4C71"/>
    <w:rsid w:val="008C4CCF"/>
    <w:rsid w:val="008C511D"/>
    <w:rsid w:val="008C5729"/>
    <w:rsid w:val="008C6481"/>
    <w:rsid w:val="008C6583"/>
    <w:rsid w:val="008C67BD"/>
    <w:rsid w:val="008C6852"/>
    <w:rsid w:val="008C6B62"/>
    <w:rsid w:val="008C7319"/>
    <w:rsid w:val="008C7343"/>
    <w:rsid w:val="008C7561"/>
    <w:rsid w:val="008C756D"/>
    <w:rsid w:val="008C7866"/>
    <w:rsid w:val="008C7F04"/>
    <w:rsid w:val="008D0448"/>
    <w:rsid w:val="008D095A"/>
    <w:rsid w:val="008D098A"/>
    <w:rsid w:val="008D0D26"/>
    <w:rsid w:val="008D1347"/>
    <w:rsid w:val="008D1956"/>
    <w:rsid w:val="008D1DF0"/>
    <w:rsid w:val="008D1EF4"/>
    <w:rsid w:val="008D216E"/>
    <w:rsid w:val="008D260F"/>
    <w:rsid w:val="008D27BF"/>
    <w:rsid w:val="008D2A94"/>
    <w:rsid w:val="008D2B22"/>
    <w:rsid w:val="008D311E"/>
    <w:rsid w:val="008D3380"/>
    <w:rsid w:val="008D3648"/>
    <w:rsid w:val="008D39D5"/>
    <w:rsid w:val="008D3A3B"/>
    <w:rsid w:val="008D3E1B"/>
    <w:rsid w:val="008D4160"/>
    <w:rsid w:val="008D41B1"/>
    <w:rsid w:val="008D56EE"/>
    <w:rsid w:val="008D5E6E"/>
    <w:rsid w:val="008D69D8"/>
    <w:rsid w:val="008D6C18"/>
    <w:rsid w:val="008D6DFF"/>
    <w:rsid w:val="008D75C3"/>
    <w:rsid w:val="008D7698"/>
    <w:rsid w:val="008D7B0B"/>
    <w:rsid w:val="008E0054"/>
    <w:rsid w:val="008E039B"/>
    <w:rsid w:val="008E1EF8"/>
    <w:rsid w:val="008E20AE"/>
    <w:rsid w:val="008E21A5"/>
    <w:rsid w:val="008E21E1"/>
    <w:rsid w:val="008E261C"/>
    <w:rsid w:val="008E2AD8"/>
    <w:rsid w:val="008E2D59"/>
    <w:rsid w:val="008E33DF"/>
    <w:rsid w:val="008E37C8"/>
    <w:rsid w:val="008E3806"/>
    <w:rsid w:val="008E38E4"/>
    <w:rsid w:val="008E3C63"/>
    <w:rsid w:val="008E4C33"/>
    <w:rsid w:val="008E5996"/>
    <w:rsid w:val="008E5CB2"/>
    <w:rsid w:val="008E677E"/>
    <w:rsid w:val="008E7204"/>
    <w:rsid w:val="008F0AD0"/>
    <w:rsid w:val="008F2277"/>
    <w:rsid w:val="008F23CD"/>
    <w:rsid w:val="008F2E06"/>
    <w:rsid w:val="008F2F1C"/>
    <w:rsid w:val="008F31DC"/>
    <w:rsid w:val="008F3453"/>
    <w:rsid w:val="008F351D"/>
    <w:rsid w:val="008F404C"/>
    <w:rsid w:val="008F4ED6"/>
    <w:rsid w:val="008F56F6"/>
    <w:rsid w:val="008F6AB9"/>
    <w:rsid w:val="008F703B"/>
    <w:rsid w:val="008F75FD"/>
    <w:rsid w:val="008F76A0"/>
    <w:rsid w:val="008F7897"/>
    <w:rsid w:val="009007F4"/>
    <w:rsid w:val="00900A05"/>
    <w:rsid w:val="00900B80"/>
    <w:rsid w:val="0090157F"/>
    <w:rsid w:val="009020E0"/>
    <w:rsid w:val="00902985"/>
    <w:rsid w:val="00902A9D"/>
    <w:rsid w:val="00902D9F"/>
    <w:rsid w:val="009032E7"/>
    <w:rsid w:val="00904355"/>
    <w:rsid w:val="00904393"/>
    <w:rsid w:val="0090553D"/>
    <w:rsid w:val="00905F3F"/>
    <w:rsid w:val="009064D5"/>
    <w:rsid w:val="009064DA"/>
    <w:rsid w:val="00906B97"/>
    <w:rsid w:val="00906ECD"/>
    <w:rsid w:val="009076A4"/>
    <w:rsid w:val="00907732"/>
    <w:rsid w:val="00907C63"/>
    <w:rsid w:val="0091012F"/>
    <w:rsid w:val="009101FA"/>
    <w:rsid w:val="00911665"/>
    <w:rsid w:val="0091218F"/>
    <w:rsid w:val="00912375"/>
    <w:rsid w:val="00912A77"/>
    <w:rsid w:val="00912BC7"/>
    <w:rsid w:val="00912D2D"/>
    <w:rsid w:val="0091304D"/>
    <w:rsid w:val="00913061"/>
    <w:rsid w:val="009130F4"/>
    <w:rsid w:val="00913425"/>
    <w:rsid w:val="009137B5"/>
    <w:rsid w:val="00913C98"/>
    <w:rsid w:val="00914113"/>
    <w:rsid w:val="0091657E"/>
    <w:rsid w:val="00916A90"/>
    <w:rsid w:val="009208D8"/>
    <w:rsid w:val="00921728"/>
    <w:rsid w:val="00921C72"/>
    <w:rsid w:val="00922044"/>
    <w:rsid w:val="00922A06"/>
    <w:rsid w:val="00922EB3"/>
    <w:rsid w:val="00923430"/>
    <w:rsid w:val="0092378D"/>
    <w:rsid w:val="00923A95"/>
    <w:rsid w:val="00923C35"/>
    <w:rsid w:val="0092456E"/>
    <w:rsid w:val="0092512C"/>
    <w:rsid w:val="00925B59"/>
    <w:rsid w:val="00926100"/>
    <w:rsid w:val="0092658C"/>
    <w:rsid w:val="009265F1"/>
    <w:rsid w:val="0092686A"/>
    <w:rsid w:val="00926ACF"/>
    <w:rsid w:val="00926E29"/>
    <w:rsid w:val="00927225"/>
    <w:rsid w:val="00927333"/>
    <w:rsid w:val="009273F0"/>
    <w:rsid w:val="00927C0A"/>
    <w:rsid w:val="00927DF4"/>
    <w:rsid w:val="00930100"/>
    <w:rsid w:val="00930681"/>
    <w:rsid w:val="0093076B"/>
    <w:rsid w:val="00931671"/>
    <w:rsid w:val="00931AC1"/>
    <w:rsid w:val="00931E55"/>
    <w:rsid w:val="0093261D"/>
    <w:rsid w:val="00932F0F"/>
    <w:rsid w:val="00932F27"/>
    <w:rsid w:val="0093365D"/>
    <w:rsid w:val="00933BC2"/>
    <w:rsid w:val="00933E2F"/>
    <w:rsid w:val="00933E37"/>
    <w:rsid w:val="009341F4"/>
    <w:rsid w:val="00934555"/>
    <w:rsid w:val="00935C1B"/>
    <w:rsid w:val="00935E34"/>
    <w:rsid w:val="00935FDF"/>
    <w:rsid w:val="00936517"/>
    <w:rsid w:val="00936B65"/>
    <w:rsid w:val="00936E80"/>
    <w:rsid w:val="00937C92"/>
    <w:rsid w:val="00937FCE"/>
    <w:rsid w:val="009404CF"/>
    <w:rsid w:val="00940C02"/>
    <w:rsid w:val="00940C62"/>
    <w:rsid w:val="00940CE7"/>
    <w:rsid w:val="00940F0B"/>
    <w:rsid w:val="009411A3"/>
    <w:rsid w:val="009414C1"/>
    <w:rsid w:val="00941648"/>
    <w:rsid w:val="00941D86"/>
    <w:rsid w:val="00941FD8"/>
    <w:rsid w:val="0094271F"/>
    <w:rsid w:val="009429BD"/>
    <w:rsid w:val="00942C56"/>
    <w:rsid w:val="00942DF6"/>
    <w:rsid w:val="009430EC"/>
    <w:rsid w:val="00943188"/>
    <w:rsid w:val="009432F1"/>
    <w:rsid w:val="00943A38"/>
    <w:rsid w:val="00943CE4"/>
    <w:rsid w:val="00944379"/>
    <w:rsid w:val="00945A5F"/>
    <w:rsid w:val="0094667C"/>
    <w:rsid w:val="00946A5A"/>
    <w:rsid w:val="00946CAC"/>
    <w:rsid w:val="0094720A"/>
    <w:rsid w:val="009473B7"/>
    <w:rsid w:val="00947830"/>
    <w:rsid w:val="00947E36"/>
    <w:rsid w:val="00947EB7"/>
    <w:rsid w:val="009507DA"/>
    <w:rsid w:val="009519E3"/>
    <w:rsid w:val="00951C1F"/>
    <w:rsid w:val="00951E86"/>
    <w:rsid w:val="00952039"/>
    <w:rsid w:val="00952F03"/>
    <w:rsid w:val="00953296"/>
    <w:rsid w:val="00953363"/>
    <w:rsid w:val="0095355E"/>
    <w:rsid w:val="0095367E"/>
    <w:rsid w:val="00953C5A"/>
    <w:rsid w:val="00954B35"/>
    <w:rsid w:val="00955061"/>
    <w:rsid w:val="0095561D"/>
    <w:rsid w:val="00957187"/>
    <w:rsid w:val="009571B3"/>
    <w:rsid w:val="009579D3"/>
    <w:rsid w:val="00960513"/>
    <w:rsid w:val="00960ABD"/>
    <w:rsid w:val="00960C80"/>
    <w:rsid w:val="00960F59"/>
    <w:rsid w:val="009616D6"/>
    <w:rsid w:val="00961943"/>
    <w:rsid w:val="0096219D"/>
    <w:rsid w:val="00962BCD"/>
    <w:rsid w:val="009638C0"/>
    <w:rsid w:val="009638DB"/>
    <w:rsid w:val="00964109"/>
    <w:rsid w:val="0096471F"/>
    <w:rsid w:val="0096519F"/>
    <w:rsid w:val="009661A7"/>
    <w:rsid w:val="0096732D"/>
    <w:rsid w:val="00967523"/>
    <w:rsid w:val="00967DC2"/>
    <w:rsid w:val="009704D0"/>
    <w:rsid w:val="009715DF"/>
    <w:rsid w:val="009722CD"/>
    <w:rsid w:val="00972820"/>
    <w:rsid w:val="0097285F"/>
    <w:rsid w:val="00973393"/>
    <w:rsid w:val="009733EB"/>
    <w:rsid w:val="009734EF"/>
    <w:rsid w:val="00973CCB"/>
    <w:rsid w:val="00974EC6"/>
    <w:rsid w:val="00975798"/>
    <w:rsid w:val="009757B9"/>
    <w:rsid w:val="0097612E"/>
    <w:rsid w:val="00976569"/>
    <w:rsid w:val="00976AD1"/>
    <w:rsid w:val="0097704D"/>
    <w:rsid w:val="00977FCB"/>
    <w:rsid w:val="009803B8"/>
    <w:rsid w:val="00980472"/>
    <w:rsid w:val="009804F2"/>
    <w:rsid w:val="00980665"/>
    <w:rsid w:val="00980CD5"/>
    <w:rsid w:val="00981201"/>
    <w:rsid w:val="00981D59"/>
    <w:rsid w:val="00982195"/>
    <w:rsid w:val="00982F52"/>
    <w:rsid w:val="00983310"/>
    <w:rsid w:val="00983764"/>
    <w:rsid w:val="009843EE"/>
    <w:rsid w:val="009845D7"/>
    <w:rsid w:val="009850B8"/>
    <w:rsid w:val="00985282"/>
    <w:rsid w:val="009855CB"/>
    <w:rsid w:val="00985B76"/>
    <w:rsid w:val="00985EC3"/>
    <w:rsid w:val="00985F0B"/>
    <w:rsid w:val="00986392"/>
    <w:rsid w:val="009867BD"/>
    <w:rsid w:val="00986FB3"/>
    <w:rsid w:val="0098706A"/>
    <w:rsid w:val="0098710D"/>
    <w:rsid w:val="00987B69"/>
    <w:rsid w:val="0099036D"/>
    <w:rsid w:val="00990482"/>
    <w:rsid w:val="0099065F"/>
    <w:rsid w:val="009906CE"/>
    <w:rsid w:val="009909D1"/>
    <w:rsid w:val="00991083"/>
    <w:rsid w:val="00991D0E"/>
    <w:rsid w:val="00991E16"/>
    <w:rsid w:val="009924FE"/>
    <w:rsid w:val="009926D1"/>
    <w:rsid w:val="0099318B"/>
    <w:rsid w:val="00993346"/>
    <w:rsid w:val="0099336F"/>
    <w:rsid w:val="009935C4"/>
    <w:rsid w:val="009937F3"/>
    <w:rsid w:val="00993A10"/>
    <w:rsid w:val="00993C6B"/>
    <w:rsid w:val="0099400F"/>
    <w:rsid w:val="009945B1"/>
    <w:rsid w:val="00994DAD"/>
    <w:rsid w:val="00995AA6"/>
    <w:rsid w:val="00995D41"/>
    <w:rsid w:val="009966E1"/>
    <w:rsid w:val="00996D14"/>
    <w:rsid w:val="00996DDC"/>
    <w:rsid w:val="00997713"/>
    <w:rsid w:val="00997A64"/>
    <w:rsid w:val="00997D6D"/>
    <w:rsid w:val="009A03D7"/>
    <w:rsid w:val="009A05C2"/>
    <w:rsid w:val="009A0916"/>
    <w:rsid w:val="009A0F09"/>
    <w:rsid w:val="009A128B"/>
    <w:rsid w:val="009A1C2C"/>
    <w:rsid w:val="009A282F"/>
    <w:rsid w:val="009A335E"/>
    <w:rsid w:val="009A3E69"/>
    <w:rsid w:val="009A3F91"/>
    <w:rsid w:val="009A4999"/>
    <w:rsid w:val="009A4C56"/>
    <w:rsid w:val="009A58D4"/>
    <w:rsid w:val="009A5949"/>
    <w:rsid w:val="009A69C7"/>
    <w:rsid w:val="009A74F3"/>
    <w:rsid w:val="009A7932"/>
    <w:rsid w:val="009A798C"/>
    <w:rsid w:val="009B0424"/>
    <w:rsid w:val="009B0922"/>
    <w:rsid w:val="009B1F3B"/>
    <w:rsid w:val="009B1FB9"/>
    <w:rsid w:val="009B20EB"/>
    <w:rsid w:val="009B22E0"/>
    <w:rsid w:val="009B26DA"/>
    <w:rsid w:val="009B2F2C"/>
    <w:rsid w:val="009B3A16"/>
    <w:rsid w:val="009B3C71"/>
    <w:rsid w:val="009B4D7B"/>
    <w:rsid w:val="009B524D"/>
    <w:rsid w:val="009B54CF"/>
    <w:rsid w:val="009B5D06"/>
    <w:rsid w:val="009B5E98"/>
    <w:rsid w:val="009B615E"/>
    <w:rsid w:val="009B63F3"/>
    <w:rsid w:val="009B6AB8"/>
    <w:rsid w:val="009B6F4C"/>
    <w:rsid w:val="009B7360"/>
    <w:rsid w:val="009B7C7B"/>
    <w:rsid w:val="009B7E08"/>
    <w:rsid w:val="009C037D"/>
    <w:rsid w:val="009C03D5"/>
    <w:rsid w:val="009C03F2"/>
    <w:rsid w:val="009C0828"/>
    <w:rsid w:val="009C0E07"/>
    <w:rsid w:val="009C0EBF"/>
    <w:rsid w:val="009C1031"/>
    <w:rsid w:val="009C1175"/>
    <w:rsid w:val="009C1911"/>
    <w:rsid w:val="009C1E6B"/>
    <w:rsid w:val="009C1EC7"/>
    <w:rsid w:val="009C20B1"/>
    <w:rsid w:val="009C2129"/>
    <w:rsid w:val="009C248C"/>
    <w:rsid w:val="009C2821"/>
    <w:rsid w:val="009C2F8C"/>
    <w:rsid w:val="009C3CBB"/>
    <w:rsid w:val="009C3FB6"/>
    <w:rsid w:val="009C43E3"/>
    <w:rsid w:val="009C450B"/>
    <w:rsid w:val="009C452F"/>
    <w:rsid w:val="009C48D9"/>
    <w:rsid w:val="009C4916"/>
    <w:rsid w:val="009C492F"/>
    <w:rsid w:val="009C5180"/>
    <w:rsid w:val="009C58D9"/>
    <w:rsid w:val="009C6182"/>
    <w:rsid w:val="009C6CC1"/>
    <w:rsid w:val="009C6D4B"/>
    <w:rsid w:val="009C70CF"/>
    <w:rsid w:val="009C7FCD"/>
    <w:rsid w:val="009D0226"/>
    <w:rsid w:val="009D0788"/>
    <w:rsid w:val="009D0BF8"/>
    <w:rsid w:val="009D1280"/>
    <w:rsid w:val="009D1564"/>
    <w:rsid w:val="009D1A82"/>
    <w:rsid w:val="009D2BE5"/>
    <w:rsid w:val="009D3207"/>
    <w:rsid w:val="009D3258"/>
    <w:rsid w:val="009D32F5"/>
    <w:rsid w:val="009D3789"/>
    <w:rsid w:val="009D44E9"/>
    <w:rsid w:val="009D48F4"/>
    <w:rsid w:val="009D4B24"/>
    <w:rsid w:val="009D4CE5"/>
    <w:rsid w:val="009D5668"/>
    <w:rsid w:val="009D6588"/>
    <w:rsid w:val="009D6958"/>
    <w:rsid w:val="009D6C59"/>
    <w:rsid w:val="009D7071"/>
    <w:rsid w:val="009D7911"/>
    <w:rsid w:val="009D7A45"/>
    <w:rsid w:val="009E0948"/>
    <w:rsid w:val="009E1223"/>
    <w:rsid w:val="009E1834"/>
    <w:rsid w:val="009E2114"/>
    <w:rsid w:val="009E2293"/>
    <w:rsid w:val="009E2332"/>
    <w:rsid w:val="009E26F2"/>
    <w:rsid w:val="009E28F4"/>
    <w:rsid w:val="009E28F9"/>
    <w:rsid w:val="009E2E56"/>
    <w:rsid w:val="009E388F"/>
    <w:rsid w:val="009E39D6"/>
    <w:rsid w:val="009E4538"/>
    <w:rsid w:val="009E4B6A"/>
    <w:rsid w:val="009E54A4"/>
    <w:rsid w:val="009E552B"/>
    <w:rsid w:val="009E69E5"/>
    <w:rsid w:val="009E6D2B"/>
    <w:rsid w:val="009E6DC0"/>
    <w:rsid w:val="009E78C2"/>
    <w:rsid w:val="009E79AD"/>
    <w:rsid w:val="009E7C5B"/>
    <w:rsid w:val="009E7D59"/>
    <w:rsid w:val="009F04E9"/>
    <w:rsid w:val="009F0893"/>
    <w:rsid w:val="009F0BF3"/>
    <w:rsid w:val="009F14D4"/>
    <w:rsid w:val="009F17C0"/>
    <w:rsid w:val="009F2F93"/>
    <w:rsid w:val="009F3CBC"/>
    <w:rsid w:val="009F4382"/>
    <w:rsid w:val="009F4513"/>
    <w:rsid w:val="009F4C7B"/>
    <w:rsid w:val="009F4F65"/>
    <w:rsid w:val="009F5144"/>
    <w:rsid w:val="009F52F1"/>
    <w:rsid w:val="009F53AB"/>
    <w:rsid w:val="009F61B6"/>
    <w:rsid w:val="009F66B8"/>
    <w:rsid w:val="009F6C1D"/>
    <w:rsid w:val="009F7552"/>
    <w:rsid w:val="009F78E4"/>
    <w:rsid w:val="009F7CF1"/>
    <w:rsid w:val="009F7D76"/>
    <w:rsid w:val="00A006B6"/>
    <w:rsid w:val="00A0086B"/>
    <w:rsid w:val="00A009FA"/>
    <w:rsid w:val="00A00B6C"/>
    <w:rsid w:val="00A019C2"/>
    <w:rsid w:val="00A01B45"/>
    <w:rsid w:val="00A01EB5"/>
    <w:rsid w:val="00A02219"/>
    <w:rsid w:val="00A028BC"/>
    <w:rsid w:val="00A02BF0"/>
    <w:rsid w:val="00A02D6A"/>
    <w:rsid w:val="00A03643"/>
    <w:rsid w:val="00A039F5"/>
    <w:rsid w:val="00A03B98"/>
    <w:rsid w:val="00A03D9D"/>
    <w:rsid w:val="00A03DD4"/>
    <w:rsid w:val="00A03EB0"/>
    <w:rsid w:val="00A05098"/>
    <w:rsid w:val="00A05177"/>
    <w:rsid w:val="00A06332"/>
    <w:rsid w:val="00A0650C"/>
    <w:rsid w:val="00A0718F"/>
    <w:rsid w:val="00A07489"/>
    <w:rsid w:val="00A1025C"/>
    <w:rsid w:val="00A105BF"/>
    <w:rsid w:val="00A10E41"/>
    <w:rsid w:val="00A10E50"/>
    <w:rsid w:val="00A11290"/>
    <w:rsid w:val="00A11AE6"/>
    <w:rsid w:val="00A11AEE"/>
    <w:rsid w:val="00A11DF8"/>
    <w:rsid w:val="00A1290E"/>
    <w:rsid w:val="00A14273"/>
    <w:rsid w:val="00A14716"/>
    <w:rsid w:val="00A14821"/>
    <w:rsid w:val="00A14B4E"/>
    <w:rsid w:val="00A14E49"/>
    <w:rsid w:val="00A15AF9"/>
    <w:rsid w:val="00A15F4D"/>
    <w:rsid w:val="00A16309"/>
    <w:rsid w:val="00A163A1"/>
    <w:rsid w:val="00A16CBB"/>
    <w:rsid w:val="00A16EE1"/>
    <w:rsid w:val="00A1700B"/>
    <w:rsid w:val="00A17BCB"/>
    <w:rsid w:val="00A17BD7"/>
    <w:rsid w:val="00A17E2D"/>
    <w:rsid w:val="00A201C7"/>
    <w:rsid w:val="00A20200"/>
    <w:rsid w:val="00A20663"/>
    <w:rsid w:val="00A21238"/>
    <w:rsid w:val="00A213A8"/>
    <w:rsid w:val="00A214B8"/>
    <w:rsid w:val="00A21FCD"/>
    <w:rsid w:val="00A223D7"/>
    <w:rsid w:val="00A22D86"/>
    <w:rsid w:val="00A23574"/>
    <w:rsid w:val="00A2392D"/>
    <w:rsid w:val="00A23DB1"/>
    <w:rsid w:val="00A23E4D"/>
    <w:rsid w:val="00A24FEB"/>
    <w:rsid w:val="00A25443"/>
    <w:rsid w:val="00A254B6"/>
    <w:rsid w:val="00A255DC"/>
    <w:rsid w:val="00A25808"/>
    <w:rsid w:val="00A26569"/>
    <w:rsid w:val="00A26D99"/>
    <w:rsid w:val="00A26DCD"/>
    <w:rsid w:val="00A2745A"/>
    <w:rsid w:val="00A27669"/>
    <w:rsid w:val="00A276E4"/>
    <w:rsid w:val="00A2772E"/>
    <w:rsid w:val="00A27C26"/>
    <w:rsid w:val="00A27E57"/>
    <w:rsid w:val="00A27E97"/>
    <w:rsid w:val="00A306D1"/>
    <w:rsid w:val="00A3178F"/>
    <w:rsid w:val="00A31796"/>
    <w:rsid w:val="00A31C8C"/>
    <w:rsid w:val="00A31E10"/>
    <w:rsid w:val="00A31F4D"/>
    <w:rsid w:val="00A3227B"/>
    <w:rsid w:val="00A32540"/>
    <w:rsid w:val="00A3279A"/>
    <w:rsid w:val="00A32B4E"/>
    <w:rsid w:val="00A32CD3"/>
    <w:rsid w:val="00A331BE"/>
    <w:rsid w:val="00A3337B"/>
    <w:rsid w:val="00A33A8A"/>
    <w:rsid w:val="00A3467F"/>
    <w:rsid w:val="00A34C08"/>
    <w:rsid w:val="00A34DEE"/>
    <w:rsid w:val="00A34EED"/>
    <w:rsid w:val="00A35163"/>
    <w:rsid w:val="00A35282"/>
    <w:rsid w:val="00A35428"/>
    <w:rsid w:val="00A35D89"/>
    <w:rsid w:val="00A35E54"/>
    <w:rsid w:val="00A36ADE"/>
    <w:rsid w:val="00A36C2C"/>
    <w:rsid w:val="00A37C74"/>
    <w:rsid w:val="00A40402"/>
    <w:rsid w:val="00A406BD"/>
    <w:rsid w:val="00A40716"/>
    <w:rsid w:val="00A407D5"/>
    <w:rsid w:val="00A40D48"/>
    <w:rsid w:val="00A4100E"/>
    <w:rsid w:val="00A41E67"/>
    <w:rsid w:val="00A41E8A"/>
    <w:rsid w:val="00A42057"/>
    <w:rsid w:val="00A42711"/>
    <w:rsid w:val="00A42771"/>
    <w:rsid w:val="00A42CA9"/>
    <w:rsid w:val="00A42EFC"/>
    <w:rsid w:val="00A431B5"/>
    <w:rsid w:val="00A433B4"/>
    <w:rsid w:val="00A43822"/>
    <w:rsid w:val="00A44944"/>
    <w:rsid w:val="00A44AAE"/>
    <w:rsid w:val="00A44EAA"/>
    <w:rsid w:val="00A45035"/>
    <w:rsid w:val="00A45647"/>
    <w:rsid w:val="00A45994"/>
    <w:rsid w:val="00A459B9"/>
    <w:rsid w:val="00A459FE"/>
    <w:rsid w:val="00A4622B"/>
    <w:rsid w:val="00A463EA"/>
    <w:rsid w:val="00A46DC8"/>
    <w:rsid w:val="00A47610"/>
    <w:rsid w:val="00A47DED"/>
    <w:rsid w:val="00A5142C"/>
    <w:rsid w:val="00A51894"/>
    <w:rsid w:val="00A51B9F"/>
    <w:rsid w:val="00A521AE"/>
    <w:rsid w:val="00A521B8"/>
    <w:rsid w:val="00A521F4"/>
    <w:rsid w:val="00A52B65"/>
    <w:rsid w:val="00A53278"/>
    <w:rsid w:val="00A533F2"/>
    <w:rsid w:val="00A53ECB"/>
    <w:rsid w:val="00A547FD"/>
    <w:rsid w:val="00A54DED"/>
    <w:rsid w:val="00A55047"/>
    <w:rsid w:val="00A55234"/>
    <w:rsid w:val="00A557AD"/>
    <w:rsid w:val="00A56B3F"/>
    <w:rsid w:val="00A57393"/>
    <w:rsid w:val="00A573FF"/>
    <w:rsid w:val="00A579E8"/>
    <w:rsid w:val="00A57F58"/>
    <w:rsid w:val="00A6056F"/>
    <w:rsid w:val="00A60A1B"/>
    <w:rsid w:val="00A61198"/>
    <w:rsid w:val="00A615B4"/>
    <w:rsid w:val="00A617BE"/>
    <w:rsid w:val="00A61BAA"/>
    <w:rsid w:val="00A6235B"/>
    <w:rsid w:val="00A6245E"/>
    <w:rsid w:val="00A630C2"/>
    <w:rsid w:val="00A6388C"/>
    <w:rsid w:val="00A64459"/>
    <w:rsid w:val="00A64CD9"/>
    <w:rsid w:val="00A64E11"/>
    <w:rsid w:val="00A64FAE"/>
    <w:rsid w:val="00A6669B"/>
    <w:rsid w:val="00A669EE"/>
    <w:rsid w:val="00A67016"/>
    <w:rsid w:val="00A67028"/>
    <w:rsid w:val="00A67227"/>
    <w:rsid w:val="00A67E75"/>
    <w:rsid w:val="00A67FFB"/>
    <w:rsid w:val="00A70C4C"/>
    <w:rsid w:val="00A712C1"/>
    <w:rsid w:val="00A718EA"/>
    <w:rsid w:val="00A71B80"/>
    <w:rsid w:val="00A72749"/>
    <w:rsid w:val="00A72C6A"/>
    <w:rsid w:val="00A72CEB"/>
    <w:rsid w:val="00A73729"/>
    <w:rsid w:val="00A73D91"/>
    <w:rsid w:val="00A73EE9"/>
    <w:rsid w:val="00A740BF"/>
    <w:rsid w:val="00A74C7E"/>
    <w:rsid w:val="00A74DF3"/>
    <w:rsid w:val="00A74F1D"/>
    <w:rsid w:val="00A755EC"/>
    <w:rsid w:val="00A75E21"/>
    <w:rsid w:val="00A766E3"/>
    <w:rsid w:val="00A802FE"/>
    <w:rsid w:val="00A8052C"/>
    <w:rsid w:val="00A80833"/>
    <w:rsid w:val="00A8094C"/>
    <w:rsid w:val="00A818E5"/>
    <w:rsid w:val="00A820E5"/>
    <w:rsid w:val="00A82510"/>
    <w:rsid w:val="00A83399"/>
    <w:rsid w:val="00A837D0"/>
    <w:rsid w:val="00A84FEF"/>
    <w:rsid w:val="00A855E5"/>
    <w:rsid w:val="00A863E5"/>
    <w:rsid w:val="00A8657F"/>
    <w:rsid w:val="00A86594"/>
    <w:rsid w:val="00A8677F"/>
    <w:rsid w:val="00A86836"/>
    <w:rsid w:val="00A86A65"/>
    <w:rsid w:val="00A86C72"/>
    <w:rsid w:val="00A86EE6"/>
    <w:rsid w:val="00A87B86"/>
    <w:rsid w:val="00A87ED7"/>
    <w:rsid w:val="00A87FBB"/>
    <w:rsid w:val="00A90369"/>
    <w:rsid w:val="00A9082E"/>
    <w:rsid w:val="00A910F7"/>
    <w:rsid w:val="00A91A90"/>
    <w:rsid w:val="00A91E60"/>
    <w:rsid w:val="00A9261C"/>
    <w:rsid w:val="00A934F9"/>
    <w:rsid w:val="00A939C4"/>
    <w:rsid w:val="00A93B7C"/>
    <w:rsid w:val="00A94297"/>
    <w:rsid w:val="00A9459C"/>
    <w:rsid w:val="00A95339"/>
    <w:rsid w:val="00A955E5"/>
    <w:rsid w:val="00A95931"/>
    <w:rsid w:val="00A96331"/>
    <w:rsid w:val="00A96B0B"/>
    <w:rsid w:val="00A96D64"/>
    <w:rsid w:val="00A96E79"/>
    <w:rsid w:val="00A97352"/>
    <w:rsid w:val="00A973EC"/>
    <w:rsid w:val="00A97BC8"/>
    <w:rsid w:val="00AA0120"/>
    <w:rsid w:val="00AA0A4E"/>
    <w:rsid w:val="00AA0C60"/>
    <w:rsid w:val="00AA102D"/>
    <w:rsid w:val="00AA1ED5"/>
    <w:rsid w:val="00AA2141"/>
    <w:rsid w:val="00AA23CC"/>
    <w:rsid w:val="00AA2600"/>
    <w:rsid w:val="00AA2699"/>
    <w:rsid w:val="00AA296D"/>
    <w:rsid w:val="00AA2A78"/>
    <w:rsid w:val="00AA304D"/>
    <w:rsid w:val="00AA317D"/>
    <w:rsid w:val="00AA3337"/>
    <w:rsid w:val="00AA3964"/>
    <w:rsid w:val="00AA3B65"/>
    <w:rsid w:val="00AA3BBF"/>
    <w:rsid w:val="00AA403F"/>
    <w:rsid w:val="00AA40AE"/>
    <w:rsid w:val="00AA424F"/>
    <w:rsid w:val="00AA425A"/>
    <w:rsid w:val="00AA4987"/>
    <w:rsid w:val="00AA4CA9"/>
    <w:rsid w:val="00AA52FE"/>
    <w:rsid w:val="00AA53A1"/>
    <w:rsid w:val="00AA5AEB"/>
    <w:rsid w:val="00AA64BF"/>
    <w:rsid w:val="00AA6B19"/>
    <w:rsid w:val="00AA72A0"/>
    <w:rsid w:val="00AA7390"/>
    <w:rsid w:val="00AA7657"/>
    <w:rsid w:val="00AB001F"/>
    <w:rsid w:val="00AB139F"/>
    <w:rsid w:val="00AB160B"/>
    <w:rsid w:val="00AB227F"/>
    <w:rsid w:val="00AB280A"/>
    <w:rsid w:val="00AB293D"/>
    <w:rsid w:val="00AB3245"/>
    <w:rsid w:val="00AB32AB"/>
    <w:rsid w:val="00AB45D8"/>
    <w:rsid w:val="00AB4F2A"/>
    <w:rsid w:val="00AB513D"/>
    <w:rsid w:val="00AB566F"/>
    <w:rsid w:val="00AB5D30"/>
    <w:rsid w:val="00AB5FB3"/>
    <w:rsid w:val="00AB6022"/>
    <w:rsid w:val="00AB618E"/>
    <w:rsid w:val="00AB6A6D"/>
    <w:rsid w:val="00AB6BF2"/>
    <w:rsid w:val="00AB6D40"/>
    <w:rsid w:val="00AB70E0"/>
    <w:rsid w:val="00AB71CF"/>
    <w:rsid w:val="00AB724E"/>
    <w:rsid w:val="00AB7989"/>
    <w:rsid w:val="00AB7A60"/>
    <w:rsid w:val="00AC04D3"/>
    <w:rsid w:val="00AC0ECB"/>
    <w:rsid w:val="00AC1E50"/>
    <w:rsid w:val="00AC204E"/>
    <w:rsid w:val="00AC224C"/>
    <w:rsid w:val="00AC2893"/>
    <w:rsid w:val="00AC2C7F"/>
    <w:rsid w:val="00AC2CCA"/>
    <w:rsid w:val="00AC2F2D"/>
    <w:rsid w:val="00AC354A"/>
    <w:rsid w:val="00AC37C0"/>
    <w:rsid w:val="00AC410F"/>
    <w:rsid w:val="00AC44D2"/>
    <w:rsid w:val="00AC4EBA"/>
    <w:rsid w:val="00AC5635"/>
    <w:rsid w:val="00AC5844"/>
    <w:rsid w:val="00AC6283"/>
    <w:rsid w:val="00AC68B4"/>
    <w:rsid w:val="00AC77DA"/>
    <w:rsid w:val="00AC7D69"/>
    <w:rsid w:val="00AC7DB5"/>
    <w:rsid w:val="00AD03AF"/>
    <w:rsid w:val="00AD0EF7"/>
    <w:rsid w:val="00AD1559"/>
    <w:rsid w:val="00AD1F97"/>
    <w:rsid w:val="00AD269C"/>
    <w:rsid w:val="00AD2DE7"/>
    <w:rsid w:val="00AD3E38"/>
    <w:rsid w:val="00AD4BF0"/>
    <w:rsid w:val="00AD4E50"/>
    <w:rsid w:val="00AD4E70"/>
    <w:rsid w:val="00AD52D5"/>
    <w:rsid w:val="00AD54F4"/>
    <w:rsid w:val="00AD5680"/>
    <w:rsid w:val="00AD590F"/>
    <w:rsid w:val="00AD67FB"/>
    <w:rsid w:val="00AD6BF9"/>
    <w:rsid w:val="00AD7408"/>
    <w:rsid w:val="00AD75FB"/>
    <w:rsid w:val="00AE0428"/>
    <w:rsid w:val="00AE087A"/>
    <w:rsid w:val="00AE1687"/>
    <w:rsid w:val="00AE19B3"/>
    <w:rsid w:val="00AE21C1"/>
    <w:rsid w:val="00AE228D"/>
    <w:rsid w:val="00AE31D4"/>
    <w:rsid w:val="00AE3544"/>
    <w:rsid w:val="00AE3D18"/>
    <w:rsid w:val="00AE415D"/>
    <w:rsid w:val="00AE443E"/>
    <w:rsid w:val="00AE49EA"/>
    <w:rsid w:val="00AE5684"/>
    <w:rsid w:val="00AE658A"/>
    <w:rsid w:val="00AE68D2"/>
    <w:rsid w:val="00AE6C0F"/>
    <w:rsid w:val="00AE6D47"/>
    <w:rsid w:val="00AE703B"/>
    <w:rsid w:val="00AE70EB"/>
    <w:rsid w:val="00AE7350"/>
    <w:rsid w:val="00AF032E"/>
    <w:rsid w:val="00AF0563"/>
    <w:rsid w:val="00AF07B1"/>
    <w:rsid w:val="00AF0F05"/>
    <w:rsid w:val="00AF11C5"/>
    <w:rsid w:val="00AF127F"/>
    <w:rsid w:val="00AF12F6"/>
    <w:rsid w:val="00AF15B5"/>
    <w:rsid w:val="00AF15BE"/>
    <w:rsid w:val="00AF1904"/>
    <w:rsid w:val="00AF1E09"/>
    <w:rsid w:val="00AF21BC"/>
    <w:rsid w:val="00AF25E0"/>
    <w:rsid w:val="00AF2BA8"/>
    <w:rsid w:val="00AF2D0E"/>
    <w:rsid w:val="00AF39C0"/>
    <w:rsid w:val="00AF3AAD"/>
    <w:rsid w:val="00AF3C72"/>
    <w:rsid w:val="00AF4190"/>
    <w:rsid w:val="00AF4955"/>
    <w:rsid w:val="00AF4AB3"/>
    <w:rsid w:val="00AF4C8C"/>
    <w:rsid w:val="00AF529D"/>
    <w:rsid w:val="00AF5782"/>
    <w:rsid w:val="00AF5AED"/>
    <w:rsid w:val="00AF5B36"/>
    <w:rsid w:val="00AF5D83"/>
    <w:rsid w:val="00AF5DF2"/>
    <w:rsid w:val="00AF67C6"/>
    <w:rsid w:val="00AF7272"/>
    <w:rsid w:val="00AF7629"/>
    <w:rsid w:val="00B0030D"/>
    <w:rsid w:val="00B01375"/>
    <w:rsid w:val="00B017FB"/>
    <w:rsid w:val="00B025E9"/>
    <w:rsid w:val="00B02936"/>
    <w:rsid w:val="00B02E94"/>
    <w:rsid w:val="00B031A8"/>
    <w:rsid w:val="00B03F81"/>
    <w:rsid w:val="00B04063"/>
    <w:rsid w:val="00B04668"/>
    <w:rsid w:val="00B04939"/>
    <w:rsid w:val="00B049C6"/>
    <w:rsid w:val="00B049F2"/>
    <w:rsid w:val="00B04BA4"/>
    <w:rsid w:val="00B04C6A"/>
    <w:rsid w:val="00B05086"/>
    <w:rsid w:val="00B0538E"/>
    <w:rsid w:val="00B06806"/>
    <w:rsid w:val="00B06807"/>
    <w:rsid w:val="00B06AA5"/>
    <w:rsid w:val="00B06B7E"/>
    <w:rsid w:val="00B06BBD"/>
    <w:rsid w:val="00B072CC"/>
    <w:rsid w:val="00B07682"/>
    <w:rsid w:val="00B07B08"/>
    <w:rsid w:val="00B07EE9"/>
    <w:rsid w:val="00B10759"/>
    <w:rsid w:val="00B10B69"/>
    <w:rsid w:val="00B11179"/>
    <w:rsid w:val="00B1173A"/>
    <w:rsid w:val="00B11ECE"/>
    <w:rsid w:val="00B11F6F"/>
    <w:rsid w:val="00B12434"/>
    <w:rsid w:val="00B12E56"/>
    <w:rsid w:val="00B12FAC"/>
    <w:rsid w:val="00B1345C"/>
    <w:rsid w:val="00B1454D"/>
    <w:rsid w:val="00B14923"/>
    <w:rsid w:val="00B14FB9"/>
    <w:rsid w:val="00B150CA"/>
    <w:rsid w:val="00B1510D"/>
    <w:rsid w:val="00B16219"/>
    <w:rsid w:val="00B162BB"/>
    <w:rsid w:val="00B163E4"/>
    <w:rsid w:val="00B1667C"/>
    <w:rsid w:val="00B16958"/>
    <w:rsid w:val="00B16ADD"/>
    <w:rsid w:val="00B17335"/>
    <w:rsid w:val="00B2019A"/>
    <w:rsid w:val="00B201FC"/>
    <w:rsid w:val="00B20E72"/>
    <w:rsid w:val="00B21E5B"/>
    <w:rsid w:val="00B22754"/>
    <w:rsid w:val="00B22A36"/>
    <w:rsid w:val="00B22A81"/>
    <w:rsid w:val="00B23648"/>
    <w:rsid w:val="00B23845"/>
    <w:rsid w:val="00B24149"/>
    <w:rsid w:val="00B244C4"/>
    <w:rsid w:val="00B24D59"/>
    <w:rsid w:val="00B2543B"/>
    <w:rsid w:val="00B25699"/>
    <w:rsid w:val="00B2569C"/>
    <w:rsid w:val="00B25960"/>
    <w:rsid w:val="00B261A8"/>
    <w:rsid w:val="00B264D8"/>
    <w:rsid w:val="00B26736"/>
    <w:rsid w:val="00B26BEE"/>
    <w:rsid w:val="00B2789E"/>
    <w:rsid w:val="00B3037E"/>
    <w:rsid w:val="00B30766"/>
    <w:rsid w:val="00B309FF"/>
    <w:rsid w:val="00B30B73"/>
    <w:rsid w:val="00B30D8A"/>
    <w:rsid w:val="00B313CA"/>
    <w:rsid w:val="00B31997"/>
    <w:rsid w:val="00B31CB5"/>
    <w:rsid w:val="00B31DF7"/>
    <w:rsid w:val="00B32150"/>
    <w:rsid w:val="00B3242E"/>
    <w:rsid w:val="00B32CAC"/>
    <w:rsid w:val="00B32FD3"/>
    <w:rsid w:val="00B33163"/>
    <w:rsid w:val="00B33518"/>
    <w:rsid w:val="00B33B56"/>
    <w:rsid w:val="00B33D93"/>
    <w:rsid w:val="00B3503B"/>
    <w:rsid w:val="00B358E8"/>
    <w:rsid w:val="00B35F53"/>
    <w:rsid w:val="00B363B3"/>
    <w:rsid w:val="00B36623"/>
    <w:rsid w:val="00B36F3F"/>
    <w:rsid w:val="00B4067B"/>
    <w:rsid w:val="00B40901"/>
    <w:rsid w:val="00B40AD5"/>
    <w:rsid w:val="00B40FC1"/>
    <w:rsid w:val="00B413AF"/>
    <w:rsid w:val="00B41897"/>
    <w:rsid w:val="00B41EEF"/>
    <w:rsid w:val="00B42167"/>
    <w:rsid w:val="00B42D87"/>
    <w:rsid w:val="00B4341D"/>
    <w:rsid w:val="00B434D5"/>
    <w:rsid w:val="00B43912"/>
    <w:rsid w:val="00B43A9D"/>
    <w:rsid w:val="00B44720"/>
    <w:rsid w:val="00B45099"/>
    <w:rsid w:val="00B45A34"/>
    <w:rsid w:val="00B45C43"/>
    <w:rsid w:val="00B45ECC"/>
    <w:rsid w:val="00B468B3"/>
    <w:rsid w:val="00B46C90"/>
    <w:rsid w:val="00B4703D"/>
    <w:rsid w:val="00B47D47"/>
    <w:rsid w:val="00B47FEC"/>
    <w:rsid w:val="00B500A2"/>
    <w:rsid w:val="00B514BB"/>
    <w:rsid w:val="00B51E45"/>
    <w:rsid w:val="00B52439"/>
    <w:rsid w:val="00B52659"/>
    <w:rsid w:val="00B52F83"/>
    <w:rsid w:val="00B53165"/>
    <w:rsid w:val="00B53560"/>
    <w:rsid w:val="00B535B1"/>
    <w:rsid w:val="00B535F5"/>
    <w:rsid w:val="00B53710"/>
    <w:rsid w:val="00B53BE5"/>
    <w:rsid w:val="00B53C09"/>
    <w:rsid w:val="00B53F3E"/>
    <w:rsid w:val="00B54768"/>
    <w:rsid w:val="00B54ABE"/>
    <w:rsid w:val="00B54E84"/>
    <w:rsid w:val="00B553BB"/>
    <w:rsid w:val="00B55E7F"/>
    <w:rsid w:val="00B55FC0"/>
    <w:rsid w:val="00B5637B"/>
    <w:rsid w:val="00B56B2C"/>
    <w:rsid w:val="00B578C0"/>
    <w:rsid w:val="00B57AAB"/>
    <w:rsid w:val="00B6043A"/>
    <w:rsid w:val="00B6048C"/>
    <w:rsid w:val="00B6184D"/>
    <w:rsid w:val="00B62DED"/>
    <w:rsid w:val="00B63012"/>
    <w:rsid w:val="00B631EF"/>
    <w:rsid w:val="00B63222"/>
    <w:rsid w:val="00B63EB9"/>
    <w:rsid w:val="00B6480F"/>
    <w:rsid w:val="00B64F92"/>
    <w:rsid w:val="00B65564"/>
    <w:rsid w:val="00B6597B"/>
    <w:rsid w:val="00B65EDC"/>
    <w:rsid w:val="00B664BC"/>
    <w:rsid w:val="00B66520"/>
    <w:rsid w:val="00B6686B"/>
    <w:rsid w:val="00B66CA4"/>
    <w:rsid w:val="00B66E55"/>
    <w:rsid w:val="00B6734A"/>
    <w:rsid w:val="00B6749A"/>
    <w:rsid w:val="00B6767B"/>
    <w:rsid w:val="00B67715"/>
    <w:rsid w:val="00B70263"/>
    <w:rsid w:val="00B702A4"/>
    <w:rsid w:val="00B70988"/>
    <w:rsid w:val="00B70BDD"/>
    <w:rsid w:val="00B71058"/>
    <w:rsid w:val="00B71301"/>
    <w:rsid w:val="00B7143D"/>
    <w:rsid w:val="00B723D7"/>
    <w:rsid w:val="00B726AF"/>
    <w:rsid w:val="00B72B55"/>
    <w:rsid w:val="00B73136"/>
    <w:rsid w:val="00B7315B"/>
    <w:rsid w:val="00B73624"/>
    <w:rsid w:val="00B7382D"/>
    <w:rsid w:val="00B73CD2"/>
    <w:rsid w:val="00B73F6D"/>
    <w:rsid w:val="00B74503"/>
    <w:rsid w:val="00B74596"/>
    <w:rsid w:val="00B74E9C"/>
    <w:rsid w:val="00B757C2"/>
    <w:rsid w:val="00B762A7"/>
    <w:rsid w:val="00B76BB7"/>
    <w:rsid w:val="00B76D59"/>
    <w:rsid w:val="00B76DE3"/>
    <w:rsid w:val="00B80140"/>
    <w:rsid w:val="00B807E8"/>
    <w:rsid w:val="00B80B2A"/>
    <w:rsid w:val="00B8146D"/>
    <w:rsid w:val="00B81BEE"/>
    <w:rsid w:val="00B8265F"/>
    <w:rsid w:val="00B8268F"/>
    <w:rsid w:val="00B82CFF"/>
    <w:rsid w:val="00B82D1E"/>
    <w:rsid w:val="00B83123"/>
    <w:rsid w:val="00B83269"/>
    <w:rsid w:val="00B836BB"/>
    <w:rsid w:val="00B83FF6"/>
    <w:rsid w:val="00B84222"/>
    <w:rsid w:val="00B8436D"/>
    <w:rsid w:val="00B8444E"/>
    <w:rsid w:val="00B84900"/>
    <w:rsid w:val="00B85304"/>
    <w:rsid w:val="00B8580A"/>
    <w:rsid w:val="00B858AA"/>
    <w:rsid w:val="00B85AB6"/>
    <w:rsid w:val="00B86B7A"/>
    <w:rsid w:val="00B86BEC"/>
    <w:rsid w:val="00B86F5A"/>
    <w:rsid w:val="00B8787E"/>
    <w:rsid w:val="00B87B78"/>
    <w:rsid w:val="00B900E2"/>
    <w:rsid w:val="00B901F5"/>
    <w:rsid w:val="00B906C4"/>
    <w:rsid w:val="00B90720"/>
    <w:rsid w:val="00B907AF"/>
    <w:rsid w:val="00B90CAB"/>
    <w:rsid w:val="00B918B5"/>
    <w:rsid w:val="00B92DF9"/>
    <w:rsid w:val="00B92E6C"/>
    <w:rsid w:val="00B93412"/>
    <w:rsid w:val="00B9387F"/>
    <w:rsid w:val="00B93B52"/>
    <w:rsid w:val="00B9467C"/>
    <w:rsid w:val="00B946D5"/>
    <w:rsid w:val="00B949F5"/>
    <w:rsid w:val="00B94E39"/>
    <w:rsid w:val="00B96350"/>
    <w:rsid w:val="00B9642A"/>
    <w:rsid w:val="00B96B26"/>
    <w:rsid w:val="00B973D9"/>
    <w:rsid w:val="00B97601"/>
    <w:rsid w:val="00BA00C4"/>
    <w:rsid w:val="00BA06FE"/>
    <w:rsid w:val="00BA0756"/>
    <w:rsid w:val="00BA0A4B"/>
    <w:rsid w:val="00BA106A"/>
    <w:rsid w:val="00BA13DA"/>
    <w:rsid w:val="00BA1FCD"/>
    <w:rsid w:val="00BA215C"/>
    <w:rsid w:val="00BA27E3"/>
    <w:rsid w:val="00BA2813"/>
    <w:rsid w:val="00BA29B8"/>
    <w:rsid w:val="00BA2AE5"/>
    <w:rsid w:val="00BA2F23"/>
    <w:rsid w:val="00BA2FC3"/>
    <w:rsid w:val="00BA31B3"/>
    <w:rsid w:val="00BA31F1"/>
    <w:rsid w:val="00BA4480"/>
    <w:rsid w:val="00BA475F"/>
    <w:rsid w:val="00BA604A"/>
    <w:rsid w:val="00BA68C3"/>
    <w:rsid w:val="00BA6B32"/>
    <w:rsid w:val="00BA6D20"/>
    <w:rsid w:val="00BB0138"/>
    <w:rsid w:val="00BB0384"/>
    <w:rsid w:val="00BB0D16"/>
    <w:rsid w:val="00BB1519"/>
    <w:rsid w:val="00BB175E"/>
    <w:rsid w:val="00BB1E95"/>
    <w:rsid w:val="00BB2239"/>
    <w:rsid w:val="00BB2393"/>
    <w:rsid w:val="00BB24DF"/>
    <w:rsid w:val="00BB2786"/>
    <w:rsid w:val="00BB2A8C"/>
    <w:rsid w:val="00BB3B89"/>
    <w:rsid w:val="00BB3DBE"/>
    <w:rsid w:val="00BB51FC"/>
    <w:rsid w:val="00BB53A6"/>
    <w:rsid w:val="00BB597D"/>
    <w:rsid w:val="00BB5C19"/>
    <w:rsid w:val="00BB5C84"/>
    <w:rsid w:val="00BB5D55"/>
    <w:rsid w:val="00BB5E26"/>
    <w:rsid w:val="00BB6402"/>
    <w:rsid w:val="00BB70E3"/>
    <w:rsid w:val="00BB7C7D"/>
    <w:rsid w:val="00BC0302"/>
    <w:rsid w:val="00BC102B"/>
    <w:rsid w:val="00BC1129"/>
    <w:rsid w:val="00BC1AB2"/>
    <w:rsid w:val="00BC1B42"/>
    <w:rsid w:val="00BC20CD"/>
    <w:rsid w:val="00BC24D5"/>
    <w:rsid w:val="00BC26B2"/>
    <w:rsid w:val="00BC311B"/>
    <w:rsid w:val="00BC3230"/>
    <w:rsid w:val="00BC32DB"/>
    <w:rsid w:val="00BC438D"/>
    <w:rsid w:val="00BC476A"/>
    <w:rsid w:val="00BC4991"/>
    <w:rsid w:val="00BC5C4D"/>
    <w:rsid w:val="00BC5CAC"/>
    <w:rsid w:val="00BC5CC1"/>
    <w:rsid w:val="00BC64C6"/>
    <w:rsid w:val="00BC6E48"/>
    <w:rsid w:val="00BC7D93"/>
    <w:rsid w:val="00BD01F7"/>
    <w:rsid w:val="00BD0235"/>
    <w:rsid w:val="00BD04BB"/>
    <w:rsid w:val="00BD06A4"/>
    <w:rsid w:val="00BD0C1E"/>
    <w:rsid w:val="00BD0C6F"/>
    <w:rsid w:val="00BD0ED8"/>
    <w:rsid w:val="00BD0F22"/>
    <w:rsid w:val="00BD1724"/>
    <w:rsid w:val="00BD2C93"/>
    <w:rsid w:val="00BD2E8E"/>
    <w:rsid w:val="00BD325F"/>
    <w:rsid w:val="00BD33CD"/>
    <w:rsid w:val="00BD35F8"/>
    <w:rsid w:val="00BD3AA8"/>
    <w:rsid w:val="00BD3C9E"/>
    <w:rsid w:val="00BD3DC6"/>
    <w:rsid w:val="00BD42E2"/>
    <w:rsid w:val="00BD431E"/>
    <w:rsid w:val="00BD47D0"/>
    <w:rsid w:val="00BD49EC"/>
    <w:rsid w:val="00BD5225"/>
    <w:rsid w:val="00BD6EF8"/>
    <w:rsid w:val="00BD6F02"/>
    <w:rsid w:val="00BD7035"/>
    <w:rsid w:val="00BD7287"/>
    <w:rsid w:val="00BD739B"/>
    <w:rsid w:val="00BD78A5"/>
    <w:rsid w:val="00BD79B7"/>
    <w:rsid w:val="00BD7B75"/>
    <w:rsid w:val="00BE01AA"/>
    <w:rsid w:val="00BE0463"/>
    <w:rsid w:val="00BE047B"/>
    <w:rsid w:val="00BE0544"/>
    <w:rsid w:val="00BE0D18"/>
    <w:rsid w:val="00BE0F65"/>
    <w:rsid w:val="00BE1080"/>
    <w:rsid w:val="00BE177E"/>
    <w:rsid w:val="00BE1DC3"/>
    <w:rsid w:val="00BE2021"/>
    <w:rsid w:val="00BE2A38"/>
    <w:rsid w:val="00BE2B93"/>
    <w:rsid w:val="00BE324A"/>
    <w:rsid w:val="00BE40BF"/>
    <w:rsid w:val="00BE4697"/>
    <w:rsid w:val="00BE490B"/>
    <w:rsid w:val="00BE4B65"/>
    <w:rsid w:val="00BE5045"/>
    <w:rsid w:val="00BE511F"/>
    <w:rsid w:val="00BE547A"/>
    <w:rsid w:val="00BE5A9E"/>
    <w:rsid w:val="00BE5DFB"/>
    <w:rsid w:val="00BE6631"/>
    <w:rsid w:val="00BE68B0"/>
    <w:rsid w:val="00BE723D"/>
    <w:rsid w:val="00BE72B9"/>
    <w:rsid w:val="00BF090E"/>
    <w:rsid w:val="00BF1279"/>
    <w:rsid w:val="00BF1794"/>
    <w:rsid w:val="00BF22DD"/>
    <w:rsid w:val="00BF2457"/>
    <w:rsid w:val="00BF2D45"/>
    <w:rsid w:val="00BF30B7"/>
    <w:rsid w:val="00BF31EE"/>
    <w:rsid w:val="00BF3231"/>
    <w:rsid w:val="00BF399B"/>
    <w:rsid w:val="00BF3A49"/>
    <w:rsid w:val="00BF3D1B"/>
    <w:rsid w:val="00BF46B2"/>
    <w:rsid w:val="00BF4849"/>
    <w:rsid w:val="00BF4AA9"/>
    <w:rsid w:val="00BF54DA"/>
    <w:rsid w:val="00BF5E0B"/>
    <w:rsid w:val="00BF5E8E"/>
    <w:rsid w:val="00BF6964"/>
    <w:rsid w:val="00BF696F"/>
    <w:rsid w:val="00BF6FCE"/>
    <w:rsid w:val="00BF72B9"/>
    <w:rsid w:val="00BF7566"/>
    <w:rsid w:val="00BF7A68"/>
    <w:rsid w:val="00BF7E2C"/>
    <w:rsid w:val="00BF7E36"/>
    <w:rsid w:val="00C0019C"/>
    <w:rsid w:val="00C00385"/>
    <w:rsid w:val="00C00460"/>
    <w:rsid w:val="00C00B68"/>
    <w:rsid w:val="00C01271"/>
    <w:rsid w:val="00C01E4D"/>
    <w:rsid w:val="00C01FCE"/>
    <w:rsid w:val="00C02662"/>
    <w:rsid w:val="00C02C02"/>
    <w:rsid w:val="00C03033"/>
    <w:rsid w:val="00C0350A"/>
    <w:rsid w:val="00C03519"/>
    <w:rsid w:val="00C036E1"/>
    <w:rsid w:val="00C03AD3"/>
    <w:rsid w:val="00C03CE5"/>
    <w:rsid w:val="00C04D01"/>
    <w:rsid w:val="00C0504F"/>
    <w:rsid w:val="00C050DB"/>
    <w:rsid w:val="00C0519D"/>
    <w:rsid w:val="00C06BD3"/>
    <w:rsid w:val="00C06D00"/>
    <w:rsid w:val="00C06F4C"/>
    <w:rsid w:val="00C06F96"/>
    <w:rsid w:val="00C076C1"/>
    <w:rsid w:val="00C07739"/>
    <w:rsid w:val="00C07B2A"/>
    <w:rsid w:val="00C10068"/>
    <w:rsid w:val="00C10FF0"/>
    <w:rsid w:val="00C11527"/>
    <w:rsid w:val="00C115DC"/>
    <w:rsid w:val="00C1169F"/>
    <w:rsid w:val="00C12991"/>
    <w:rsid w:val="00C12A1E"/>
    <w:rsid w:val="00C12D17"/>
    <w:rsid w:val="00C12F9B"/>
    <w:rsid w:val="00C141C4"/>
    <w:rsid w:val="00C14459"/>
    <w:rsid w:val="00C14B10"/>
    <w:rsid w:val="00C152BA"/>
    <w:rsid w:val="00C15467"/>
    <w:rsid w:val="00C156F0"/>
    <w:rsid w:val="00C16567"/>
    <w:rsid w:val="00C16649"/>
    <w:rsid w:val="00C16F85"/>
    <w:rsid w:val="00C17370"/>
    <w:rsid w:val="00C176CA"/>
    <w:rsid w:val="00C17BB2"/>
    <w:rsid w:val="00C17F4A"/>
    <w:rsid w:val="00C2080C"/>
    <w:rsid w:val="00C20F11"/>
    <w:rsid w:val="00C21DC9"/>
    <w:rsid w:val="00C2224E"/>
    <w:rsid w:val="00C22300"/>
    <w:rsid w:val="00C2242B"/>
    <w:rsid w:val="00C23795"/>
    <w:rsid w:val="00C238C6"/>
    <w:rsid w:val="00C23C02"/>
    <w:rsid w:val="00C24299"/>
    <w:rsid w:val="00C247F6"/>
    <w:rsid w:val="00C248AA"/>
    <w:rsid w:val="00C24C54"/>
    <w:rsid w:val="00C25273"/>
    <w:rsid w:val="00C253D2"/>
    <w:rsid w:val="00C257BE"/>
    <w:rsid w:val="00C25EE4"/>
    <w:rsid w:val="00C263DC"/>
    <w:rsid w:val="00C265D1"/>
    <w:rsid w:val="00C2743D"/>
    <w:rsid w:val="00C274FA"/>
    <w:rsid w:val="00C27B02"/>
    <w:rsid w:val="00C303C4"/>
    <w:rsid w:val="00C3083E"/>
    <w:rsid w:val="00C30C53"/>
    <w:rsid w:val="00C30CF1"/>
    <w:rsid w:val="00C30EC6"/>
    <w:rsid w:val="00C3118D"/>
    <w:rsid w:val="00C311BA"/>
    <w:rsid w:val="00C315FE"/>
    <w:rsid w:val="00C3186B"/>
    <w:rsid w:val="00C318D5"/>
    <w:rsid w:val="00C318FF"/>
    <w:rsid w:val="00C321F1"/>
    <w:rsid w:val="00C32991"/>
    <w:rsid w:val="00C32C2F"/>
    <w:rsid w:val="00C33B34"/>
    <w:rsid w:val="00C344E1"/>
    <w:rsid w:val="00C34A71"/>
    <w:rsid w:val="00C34A96"/>
    <w:rsid w:val="00C34FC9"/>
    <w:rsid w:val="00C3525A"/>
    <w:rsid w:val="00C36BE1"/>
    <w:rsid w:val="00C36EB0"/>
    <w:rsid w:val="00C3767B"/>
    <w:rsid w:val="00C400C0"/>
    <w:rsid w:val="00C40585"/>
    <w:rsid w:val="00C4164F"/>
    <w:rsid w:val="00C41CA3"/>
    <w:rsid w:val="00C42439"/>
    <w:rsid w:val="00C43719"/>
    <w:rsid w:val="00C4381B"/>
    <w:rsid w:val="00C43A6A"/>
    <w:rsid w:val="00C44736"/>
    <w:rsid w:val="00C4526A"/>
    <w:rsid w:val="00C454DC"/>
    <w:rsid w:val="00C4588E"/>
    <w:rsid w:val="00C45B9F"/>
    <w:rsid w:val="00C461DE"/>
    <w:rsid w:val="00C46637"/>
    <w:rsid w:val="00C46C8A"/>
    <w:rsid w:val="00C47005"/>
    <w:rsid w:val="00C47624"/>
    <w:rsid w:val="00C479EA"/>
    <w:rsid w:val="00C47D62"/>
    <w:rsid w:val="00C50696"/>
    <w:rsid w:val="00C5077C"/>
    <w:rsid w:val="00C507A6"/>
    <w:rsid w:val="00C50F15"/>
    <w:rsid w:val="00C51131"/>
    <w:rsid w:val="00C513A3"/>
    <w:rsid w:val="00C5185E"/>
    <w:rsid w:val="00C52622"/>
    <w:rsid w:val="00C530BC"/>
    <w:rsid w:val="00C53280"/>
    <w:rsid w:val="00C533CA"/>
    <w:rsid w:val="00C53586"/>
    <w:rsid w:val="00C53D52"/>
    <w:rsid w:val="00C53F2C"/>
    <w:rsid w:val="00C54299"/>
    <w:rsid w:val="00C545FF"/>
    <w:rsid w:val="00C54DC2"/>
    <w:rsid w:val="00C5595B"/>
    <w:rsid w:val="00C562CF"/>
    <w:rsid w:val="00C569CC"/>
    <w:rsid w:val="00C56D11"/>
    <w:rsid w:val="00C57317"/>
    <w:rsid w:val="00C5732E"/>
    <w:rsid w:val="00C57974"/>
    <w:rsid w:val="00C57E79"/>
    <w:rsid w:val="00C57EDA"/>
    <w:rsid w:val="00C60757"/>
    <w:rsid w:val="00C60949"/>
    <w:rsid w:val="00C60A23"/>
    <w:rsid w:val="00C60B82"/>
    <w:rsid w:val="00C61465"/>
    <w:rsid w:val="00C61605"/>
    <w:rsid w:val="00C61E30"/>
    <w:rsid w:val="00C61FB5"/>
    <w:rsid w:val="00C620B3"/>
    <w:rsid w:val="00C62A4B"/>
    <w:rsid w:val="00C6325A"/>
    <w:rsid w:val="00C63D11"/>
    <w:rsid w:val="00C64257"/>
    <w:rsid w:val="00C64295"/>
    <w:rsid w:val="00C64B57"/>
    <w:rsid w:val="00C64C2C"/>
    <w:rsid w:val="00C64D1F"/>
    <w:rsid w:val="00C6520C"/>
    <w:rsid w:val="00C654D1"/>
    <w:rsid w:val="00C65520"/>
    <w:rsid w:val="00C655AE"/>
    <w:rsid w:val="00C65695"/>
    <w:rsid w:val="00C6582B"/>
    <w:rsid w:val="00C664A8"/>
    <w:rsid w:val="00C664C4"/>
    <w:rsid w:val="00C66578"/>
    <w:rsid w:val="00C666A1"/>
    <w:rsid w:val="00C67091"/>
    <w:rsid w:val="00C67AE3"/>
    <w:rsid w:val="00C67E75"/>
    <w:rsid w:val="00C70020"/>
    <w:rsid w:val="00C71A6E"/>
    <w:rsid w:val="00C71CC8"/>
    <w:rsid w:val="00C728EE"/>
    <w:rsid w:val="00C72AB1"/>
    <w:rsid w:val="00C73ADA"/>
    <w:rsid w:val="00C74329"/>
    <w:rsid w:val="00C7492D"/>
    <w:rsid w:val="00C74CCA"/>
    <w:rsid w:val="00C753EB"/>
    <w:rsid w:val="00C75537"/>
    <w:rsid w:val="00C75ADB"/>
    <w:rsid w:val="00C75D67"/>
    <w:rsid w:val="00C75DA7"/>
    <w:rsid w:val="00C76E24"/>
    <w:rsid w:val="00C773BD"/>
    <w:rsid w:val="00C773FA"/>
    <w:rsid w:val="00C77BB2"/>
    <w:rsid w:val="00C8041A"/>
    <w:rsid w:val="00C80A79"/>
    <w:rsid w:val="00C80D85"/>
    <w:rsid w:val="00C8101F"/>
    <w:rsid w:val="00C81077"/>
    <w:rsid w:val="00C812AF"/>
    <w:rsid w:val="00C81B19"/>
    <w:rsid w:val="00C820C1"/>
    <w:rsid w:val="00C821FD"/>
    <w:rsid w:val="00C8234A"/>
    <w:rsid w:val="00C824FD"/>
    <w:rsid w:val="00C82991"/>
    <w:rsid w:val="00C83095"/>
    <w:rsid w:val="00C8326A"/>
    <w:rsid w:val="00C832F5"/>
    <w:rsid w:val="00C83661"/>
    <w:rsid w:val="00C83BC2"/>
    <w:rsid w:val="00C845EA"/>
    <w:rsid w:val="00C84783"/>
    <w:rsid w:val="00C84933"/>
    <w:rsid w:val="00C854D5"/>
    <w:rsid w:val="00C857BB"/>
    <w:rsid w:val="00C863D6"/>
    <w:rsid w:val="00C86447"/>
    <w:rsid w:val="00C86B14"/>
    <w:rsid w:val="00C86CDD"/>
    <w:rsid w:val="00C86ECE"/>
    <w:rsid w:val="00C86EFF"/>
    <w:rsid w:val="00C8778E"/>
    <w:rsid w:val="00C9024C"/>
    <w:rsid w:val="00C90495"/>
    <w:rsid w:val="00C9054B"/>
    <w:rsid w:val="00C9162B"/>
    <w:rsid w:val="00C91812"/>
    <w:rsid w:val="00C91CD2"/>
    <w:rsid w:val="00C9213F"/>
    <w:rsid w:val="00C924AE"/>
    <w:rsid w:val="00C92CDD"/>
    <w:rsid w:val="00C92DBE"/>
    <w:rsid w:val="00C93511"/>
    <w:rsid w:val="00C935B6"/>
    <w:rsid w:val="00C936E3"/>
    <w:rsid w:val="00C93D1E"/>
    <w:rsid w:val="00C94BBF"/>
    <w:rsid w:val="00C964D2"/>
    <w:rsid w:val="00C9668F"/>
    <w:rsid w:val="00C9694F"/>
    <w:rsid w:val="00C9742C"/>
    <w:rsid w:val="00C975F2"/>
    <w:rsid w:val="00C97B74"/>
    <w:rsid w:val="00CA1943"/>
    <w:rsid w:val="00CA1AC5"/>
    <w:rsid w:val="00CA1E11"/>
    <w:rsid w:val="00CA2024"/>
    <w:rsid w:val="00CA2057"/>
    <w:rsid w:val="00CA207D"/>
    <w:rsid w:val="00CA24FB"/>
    <w:rsid w:val="00CA2741"/>
    <w:rsid w:val="00CA2D15"/>
    <w:rsid w:val="00CA33C2"/>
    <w:rsid w:val="00CA38F3"/>
    <w:rsid w:val="00CA412E"/>
    <w:rsid w:val="00CA545F"/>
    <w:rsid w:val="00CA5A0B"/>
    <w:rsid w:val="00CA5B0E"/>
    <w:rsid w:val="00CA61CA"/>
    <w:rsid w:val="00CA69FD"/>
    <w:rsid w:val="00CA72DC"/>
    <w:rsid w:val="00CA7391"/>
    <w:rsid w:val="00CA7D74"/>
    <w:rsid w:val="00CB038E"/>
    <w:rsid w:val="00CB0465"/>
    <w:rsid w:val="00CB066D"/>
    <w:rsid w:val="00CB0854"/>
    <w:rsid w:val="00CB08EB"/>
    <w:rsid w:val="00CB0D51"/>
    <w:rsid w:val="00CB1611"/>
    <w:rsid w:val="00CB1691"/>
    <w:rsid w:val="00CB17F2"/>
    <w:rsid w:val="00CB2215"/>
    <w:rsid w:val="00CB2372"/>
    <w:rsid w:val="00CB2485"/>
    <w:rsid w:val="00CB2B50"/>
    <w:rsid w:val="00CB3144"/>
    <w:rsid w:val="00CB3921"/>
    <w:rsid w:val="00CB49FD"/>
    <w:rsid w:val="00CB5091"/>
    <w:rsid w:val="00CB637F"/>
    <w:rsid w:val="00CB646A"/>
    <w:rsid w:val="00CB66E5"/>
    <w:rsid w:val="00CB68E2"/>
    <w:rsid w:val="00CB7026"/>
    <w:rsid w:val="00CB77D8"/>
    <w:rsid w:val="00CB79D7"/>
    <w:rsid w:val="00CB7C49"/>
    <w:rsid w:val="00CC001A"/>
    <w:rsid w:val="00CC02B8"/>
    <w:rsid w:val="00CC091C"/>
    <w:rsid w:val="00CC1C26"/>
    <w:rsid w:val="00CC2354"/>
    <w:rsid w:val="00CC2536"/>
    <w:rsid w:val="00CC27E5"/>
    <w:rsid w:val="00CC32E6"/>
    <w:rsid w:val="00CC3710"/>
    <w:rsid w:val="00CC4136"/>
    <w:rsid w:val="00CC484F"/>
    <w:rsid w:val="00CC49A7"/>
    <w:rsid w:val="00CC4B2D"/>
    <w:rsid w:val="00CC4B99"/>
    <w:rsid w:val="00CC50C2"/>
    <w:rsid w:val="00CC52A0"/>
    <w:rsid w:val="00CC57FC"/>
    <w:rsid w:val="00CC59C2"/>
    <w:rsid w:val="00CC612A"/>
    <w:rsid w:val="00CC6611"/>
    <w:rsid w:val="00CC6B09"/>
    <w:rsid w:val="00CC72B3"/>
    <w:rsid w:val="00CC795F"/>
    <w:rsid w:val="00CD0DA4"/>
    <w:rsid w:val="00CD0E24"/>
    <w:rsid w:val="00CD1717"/>
    <w:rsid w:val="00CD24EE"/>
    <w:rsid w:val="00CD257D"/>
    <w:rsid w:val="00CD2A3F"/>
    <w:rsid w:val="00CD2DF1"/>
    <w:rsid w:val="00CD31F5"/>
    <w:rsid w:val="00CD372D"/>
    <w:rsid w:val="00CD3D2C"/>
    <w:rsid w:val="00CD4DCE"/>
    <w:rsid w:val="00CD6613"/>
    <w:rsid w:val="00CD6B1F"/>
    <w:rsid w:val="00CD7735"/>
    <w:rsid w:val="00CD77ED"/>
    <w:rsid w:val="00CD7C31"/>
    <w:rsid w:val="00CD7D21"/>
    <w:rsid w:val="00CD7F49"/>
    <w:rsid w:val="00CE09C8"/>
    <w:rsid w:val="00CE132B"/>
    <w:rsid w:val="00CE1380"/>
    <w:rsid w:val="00CE179D"/>
    <w:rsid w:val="00CE1EAC"/>
    <w:rsid w:val="00CE246B"/>
    <w:rsid w:val="00CE285A"/>
    <w:rsid w:val="00CE327C"/>
    <w:rsid w:val="00CE336E"/>
    <w:rsid w:val="00CE343D"/>
    <w:rsid w:val="00CE3A6E"/>
    <w:rsid w:val="00CE449D"/>
    <w:rsid w:val="00CE44CF"/>
    <w:rsid w:val="00CE4709"/>
    <w:rsid w:val="00CE48E0"/>
    <w:rsid w:val="00CE49AC"/>
    <w:rsid w:val="00CE5332"/>
    <w:rsid w:val="00CE5642"/>
    <w:rsid w:val="00CE580C"/>
    <w:rsid w:val="00CE58D4"/>
    <w:rsid w:val="00CE5BA9"/>
    <w:rsid w:val="00CE6369"/>
    <w:rsid w:val="00CE6688"/>
    <w:rsid w:val="00CE71A9"/>
    <w:rsid w:val="00CE71F1"/>
    <w:rsid w:val="00CE76AA"/>
    <w:rsid w:val="00CE7C91"/>
    <w:rsid w:val="00CE7DB2"/>
    <w:rsid w:val="00CE7E8F"/>
    <w:rsid w:val="00CF057D"/>
    <w:rsid w:val="00CF0B3E"/>
    <w:rsid w:val="00CF0B56"/>
    <w:rsid w:val="00CF0C37"/>
    <w:rsid w:val="00CF22BA"/>
    <w:rsid w:val="00CF2321"/>
    <w:rsid w:val="00CF257F"/>
    <w:rsid w:val="00CF25C6"/>
    <w:rsid w:val="00CF27CB"/>
    <w:rsid w:val="00CF2F9B"/>
    <w:rsid w:val="00CF43F7"/>
    <w:rsid w:val="00CF47E4"/>
    <w:rsid w:val="00CF4FE3"/>
    <w:rsid w:val="00CF51F9"/>
    <w:rsid w:val="00CF557A"/>
    <w:rsid w:val="00CF55E7"/>
    <w:rsid w:val="00CF5A08"/>
    <w:rsid w:val="00CF5A7B"/>
    <w:rsid w:val="00CF5E27"/>
    <w:rsid w:val="00CF6185"/>
    <w:rsid w:val="00CF630C"/>
    <w:rsid w:val="00CF677D"/>
    <w:rsid w:val="00CF6BED"/>
    <w:rsid w:val="00CF7AF1"/>
    <w:rsid w:val="00CF7CD8"/>
    <w:rsid w:val="00D00329"/>
    <w:rsid w:val="00D0035A"/>
    <w:rsid w:val="00D006C5"/>
    <w:rsid w:val="00D0135A"/>
    <w:rsid w:val="00D015C8"/>
    <w:rsid w:val="00D01D83"/>
    <w:rsid w:val="00D01FD1"/>
    <w:rsid w:val="00D0212C"/>
    <w:rsid w:val="00D02469"/>
    <w:rsid w:val="00D02BCB"/>
    <w:rsid w:val="00D02DC4"/>
    <w:rsid w:val="00D035D5"/>
    <w:rsid w:val="00D0371A"/>
    <w:rsid w:val="00D03B2B"/>
    <w:rsid w:val="00D03B50"/>
    <w:rsid w:val="00D03C76"/>
    <w:rsid w:val="00D03DDE"/>
    <w:rsid w:val="00D04447"/>
    <w:rsid w:val="00D0446E"/>
    <w:rsid w:val="00D04EED"/>
    <w:rsid w:val="00D05052"/>
    <w:rsid w:val="00D05299"/>
    <w:rsid w:val="00D055E6"/>
    <w:rsid w:val="00D05843"/>
    <w:rsid w:val="00D058AD"/>
    <w:rsid w:val="00D065B2"/>
    <w:rsid w:val="00D066A9"/>
    <w:rsid w:val="00D06828"/>
    <w:rsid w:val="00D1030D"/>
    <w:rsid w:val="00D112AA"/>
    <w:rsid w:val="00D11488"/>
    <w:rsid w:val="00D119B6"/>
    <w:rsid w:val="00D11D83"/>
    <w:rsid w:val="00D1221A"/>
    <w:rsid w:val="00D12538"/>
    <w:rsid w:val="00D13365"/>
    <w:rsid w:val="00D13B33"/>
    <w:rsid w:val="00D14205"/>
    <w:rsid w:val="00D1450E"/>
    <w:rsid w:val="00D1597B"/>
    <w:rsid w:val="00D15A77"/>
    <w:rsid w:val="00D1623D"/>
    <w:rsid w:val="00D16353"/>
    <w:rsid w:val="00D163A9"/>
    <w:rsid w:val="00D177E0"/>
    <w:rsid w:val="00D20688"/>
    <w:rsid w:val="00D20C13"/>
    <w:rsid w:val="00D211C3"/>
    <w:rsid w:val="00D215E2"/>
    <w:rsid w:val="00D2179D"/>
    <w:rsid w:val="00D220A0"/>
    <w:rsid w:val="00D227DA"/>
    <w:rsid w:val="00D22854"/>
    <w:rsid w:val="00D22B37"/>
    <w:rsid w:val="00D22F97"/>
    <w:rsid w:val="00D23240"/>
    <w:rsid w:val="00D2352B"/>
    <w:rsid w:val="00D239F7"/>
    <w:rsid w:val="00D240E3"/>
    <w:rsid w:val="00D245D1"/>
    <w:rsid w:val="00D25227"/>
    <w:rsid w:val="00D252BF"/>
    <w:rsid w:val="00D257A1"/>
    <w:rsid w:val="00D26704"/>
    <w:rsid w:val="00D26810"/>
    <w:rsid w:val="00D2722E"/>
    <w:rsid w:val="00D27906"/>
    <w:rsid w:val="00D27AEC"/>
    <w:rsid w:val="00D30F84"/>
    <w:rsid w:val="00D3103B"/>
    <w:rsid w:val="00D31E7D"/>
    <w:rsid w:val="00D32180"/>
    <w:rsid w:val="00D32575"/>
    <w:rsid w:val="00D325C8"/>
    <w:rsid w:val="00D32709"/>
    <w:rsid w:val="00D32A9C"/>
    <w:rsid w:val="00D32C2B"/>
    <w:rsid w:val="00D32F9A"/>
    <w:rsid w:val="00D330F9"/>
    <w:rsid w:val="00D33523"/>
    <w:rsid w:val="00D3485B"/>
    <w:rsid w:val="00D34FDA"/>
    <w:rsid w:val="00D353EF"/>
    <w:rsid w:val="00D35485"/>
    <w:rsid w:val="00D35766"/>
    <w:rsid w:val="00D357EC"/>
    <w:rsid w:val="00D35B4A"/>
    <w:rsid w:val="00D35B65"/>
    <w:rsid w:val="00D36019"/>
    <w:rsid w:val="00D368C3"/>
    <w:rsid w:val="00D372F4"/>
    <w:rsid w:val="00D37AA5"/>
    <w:rsid w:val="00D42353"/>
    <w:rsid w:val="00D4297F"/>
    <w:rsid w:val="00D42C6B"/>
    <w:rsid w:val="00D439D6"/>
    <w:rsid w:val="00D4409D"/>
    <w:rsid w:val="00D442B2"/>
    <w:rsid w:val="00D443EC"/>
    <w:rsid w:val="00D447DB"/>
    <w:rsid w:val="00D44C53"/>
    <w:rsid w:val="00D44E54"/>
    <w:rsid w:val="00D44E5C"/>
    <w:rsid w:val="00D453C4"/>
    <w:rsid w:val="00D45AB3"/>
    <w:rsid w:val="00D45B04"/>
    <w:rsid w:val="00D4601E"/>
    <w:rsid w:val="00D460FE"/>
    <w:rsid w:val="00D46653"/>
    <w:rsid w:val="00D4680E"/>
    <w:rsid w:val="00D4744B"/>
    <w:rsid w:val="00D4773C"/>
    <w:rsid w:val="00D478C6"/>
    <w:rsid w:val="00D47A31"/>
    <w:rsid w:val="00D502CB"/>
    <w:rsid w:val="00D5074E"/>
    <w:rsid w:val="00D50C12"/>
    <w:rsid w:val="00D512C0"/>
    <w:rsid w:val="00D5140E"/>
    <w:rsid w:val="00D51825"/>
    <w:rsid w:val="00D52417"/>
    <w:rsid w:val="00D52C9E"/>
    <w:rsid w:val="00D534F7"/>
    <w:rsid w:val="00D53E11"/>
    <w:rsid w:val="00D540A2"/>
    <w:rsid w:val="00D54E93"/>
    <w:rsid w:val="00D5504E"/>
    <w:rsid w:val="00D5548E"/>
    <w:rsid w:val="00D55788"/>
    <w:rsid w:val="00D56C1E"/>
    <w:rsid w:val="00D56EC2"/>
    <w:rsid w:val="00D57C22"/>
    <w:rsid w:val="00D57E7A"/>
    <w:rsid w:val="00D60917"/>
    <w:rsid w:val="00D60AF7"/>
    <w:rsid w:val="00D60B48"/>
    <w:rsid w:val="00D6162D"/>
    <w:rsid w:val="00D61A9B"/>
    <w:rsid w:val="00D61E52"/>
    <w:rsid w:val="00D62175"/>
    <w:rsid w:val="00D6245F"/>
    <w:rsid w:val="00D6271B"/>
    <w:rsid w:val="00D62C68"/>
    <w:rsid w:val="00D62F04"/>
    <w:rsid w:val="00D634DA"/>
    <w:rsid w:val="00D63AB2"/>
    <w:rsid w:val="00D63AC6"/>
    <w:rsid w:val="00D63D3F"/>
    <w:rsid w:val="00D63EF5"/>
    <w:rsid w:val="00D64A95"/>
    <w:rsid w:val="00D64D94"/>
    <w:rsid w:val="00D654A7"/>
    <w:rsid w:val="00D65AF3"/>
    <w:rsid w:val="00D65ECD"/>
    <w:rsid w:val="00D6647C"/>
    <w:rsid w:val="00D6672A"/>
    <w:rsid w:val="00D6681C"/>
    <w:rsid w:val="00D66CBB"/>
    <w:rsid w:val="00D67061"/>
    <w:rsid w:val="00D679E4"/>
    <w:rsid w:val="00D7019F"/>
    <w:rsid w:val="00D706BC"/>
    <w:rsid w:val="00D70A20"/>
    <w:rsid w:val="00D70AAC"/>
    <w:rsid w:val="00D70AB0"/>
    <w:rsid w:val="00D70B34"/>
    <w:rsid w:val="00D70C67"/>
    <w:rsid w:val="00D71FE6"/>
    <w:rsid w:val="00D72036"/>
    <w:rsid w:val="00D7232D"/>
    <w:rsid w:val="00D72332"/>
    <w:rsid w:val="00D727E6"/>
    <w:rsid w:val="00D728D2"/>
    <w:rsid w:val="00D72E2D"/>
    <w:rsid w:val="00D72FB2"/>
    <w:rsid w:val="00D73BCB"/>
    <w:rsid w:val="00D73BE4"/>
    <w:rsid w:val="00D73C61"/>
    <w:rsid w:val="00D73F8B"/>
    <w:rsid w:val="00D74499"/>
    <w:rsid w:val="00D74955"/>
    <w:rsid w:val="00D74B85"/>
    <w:rsid w:val="00D74CBB"/>
    <w:rsid w:val="00D74D93"/>
    <w:rsid w:val="00D74DDD"/>
    <w:rsid w:val="00D75080"/>
    <w:rsid w:val="00D75355"/>
    <w:rsid w:val="00D75DB7"/>
    <w:rsid w:val="00D75EF5"/>
    <w:rsid w:val="00D760FF"/>
    <w:rsid w:val="00D76168"/>
    <w:rsid w:val="00D76679"/>
    <w:rsid w:val="00D7756C"/>
    <w:rsid w:val="00D7792B"/>
    <w:rsid w:val="00D77A29"/>
    <w:rsid w:val="00D77C74"/>
    <w:rsid w:val="00D809FD"/>
    <w:rsid w:val="00D811C8"/>
    <w:rsid w:val="00D82329"/>
    <w:rsid w:val="00D8252C"/>
    <w:rsid w:val="00D82878"/>
    <w:rsid w:val="00D82B1C"/>
    <w:rsid w:val="00D836CE"/>
    <w:rsid w:val="00D83765"/>
    <w:rsid w:val="00D83DDC"/>
    <w:rsid w:val="00D83ED7"/>
    <w:rsid w:val="00D83F98"/>
    <w:rsid w:val="00D8433C"/>
    <w:rsid w:val="00D8494B"/>
    <w:rsid w:val="00D84AAF"/>
    <w:rsid w:val="00D84B42"/>
    <w:rsid w:val="00D84F9F"/>
    <w:rsid w:val="00D85260"/>
    <w:rsid w:val="00D86188"/>
    <w:rsid w:val="00D861ED"/>
    <w:rsid w:val="00D872AD"/>
    <w:rsid w:val="00D87645"/>
    <w:rsid w:val="00D87C41"/>
    <w:rsid w:val="00D900AC"/>
    <w:rsid w:val="00D9051D"/>
    <w:rsid w:val="00D90D33"/>
    <w:rsid w:val="00D913B3"/>
    <w:rsid w:val="00D9173E"/>
    <w:rsid w:val="00D91D3B"/>
    <w:rsid w:val="00D92650"/>
    <w:rsid w:val="00D92DE4"/>
    <w:rsid w:val="00D93053"/>
    <w:rsid w:val="00D930A3"/>
    <w:rsid w:val="00D94873"/>
    <w:rsid w:val="00D94F1E"/>
    <w:rsid w:val="00D95949"/>
    <w:rsid w:val="00D95A3F"/>
    <w:rsid w:val="00D95DED"/>
    <w:rsid w:val="00D95FE6"/>
    <w:rsid w:val="00D9627A"/>
    <w:rsid w:val="00D9734C"/>
    <w:rsid w:val="00D9787C"/>
    <w:rsid w:val="00D97DF6"/>
    <w:rsid w:val="00DA052D"/>
    <w:rsid w:val="00DA1E46"/>
    <w:rsid w:val="00DA208D"/>
    <w:rsid w:val="00DA21A8"/>
    <w:rsid w:val="00DA23B8"/>
    <w:rsid w:val="00DA23D3"/>
    <w:rsid w:val="00DA2936"/>
    <w:rsid w:val="00DA35E7"/>
    <w:rsid w:val="00DA3656"/>
    <w:rsid w:val="00DA3A8F"/>
    <w:rsid w:val="00DA3B0E"/>
    <w:rsid w:val="00DA3BF2"/>
    <w:rsid w:val="00DA3CE5"/>
    <w:rsid w:val="00DA41C9"/>
    <w:rsid w:val="00DA4451"/>
    <w:rsid w:val="00DA48F9"/>
    <w:rsid w:val="00DA4987"/>
    <w:rsid w:val="00DA499C"/>
    <w:rsid w:val="00DA4E9E"/>
    <w:rsid w:val="00DA52AC"/>
    <w:rsid w:val="00DA5A01"/>
    <w:rsid w:val="00DA5B3E"/>
    <w:rsid w:val="00DA5ED6"/>
    <w:rsid w:val="00DA63F1"/>
    <w:rsid w:val="00DA7AFB"/>
    <w:rsid w:val="00DB03B2"/>
    <w:rsid w:val="00DB048E"/>
    <w:rsid w:val="00DB057D"/>
    <w:rsid w:val="00DB0977"/>
    <w:rsid w:val="00DB1780"/>
    <w:rsid w:val="00DB226F"/>
    <w:rsid w:val="00DB2316"/>
    <w:rsid w:val="00DB2610"/>
    <w:rsid w:val="00DB2736"/>
    <w:rsid w:val="00DB3462"/>
    <w:rsid w:val="00DB36EA"/>
    <w:rsid w:val="00DB3D17"/>
    <w:rsid w:val="00DB3FC1"/>
    <w:rsid w:val="00DB43A4"/>
    <w:rsid w:val="00DB45B7"/>
    <w:rsid w:val="00DB4FEC"/>
    <w:rsid w:val="00DB5576"/>
    <w:rsid w:val="00DB66C4"/>
    <w:rsid w:val="00DB6777"/>
    <w:rsid w:val="00DB704D"/>
    <w:rsid w:val="00DB74C5"/>
    <w:rsid w:val="00DB7F75"/>
    <w:rsid w:val="00DC04F8"/>
    <w:rsid w:val="00DC0A82"/>
    <w:rsid w:val="00DC0F4B"/>
    <w:rsid w:val="00DC1EFD"/>
    <w:rsid w:val="00DC2277"/>
    <w:rsid w:val="00DC227A"/>
    <w:rsid w:val="00DC283E"/>
    <w:rsid w:val="00DC2B3B"/>
    <w:rsid w:val="00DC2D4D"/>
    <w:rsid w:val="00DC3528"/>
    <w:rsid w:val="00DC4358"/>
    <w:rsid w:val="00DC481F"/>
    <w:rsid w:val="00DC515B"/>
    <w:rsid w:val="00DC544C"/>
    <w:rsid w:val="00DC551C"/>
    <w:rsid w:val="00DC58B1"/>
    <w:rsid w:val="00DC591C"/>
    <w:rsid w:val="00DC5FEE"/>
    <w:rsid w:val="00DC6124"/>
    <w:rsid w:val="00DC6538"/>
    <w:rsid w:val="00DC6CDE"/>
    <w:rsid w:val="00DC6DED"/>
    <w:rsid w:val="00DC785B"/>
    <w:rsid w:val="00DC7AE3"/>
    <w:rsid w:val="00DC7D4C"/>
    <w:rsid w:val="00DD0660"/>
    <w:rsid w:val="00DD0DBF"/>
    <w:rsid w:val="00DD13B7"/>
    <w:rsid w:val="00DD197E"/>
    <w:rsid w:val="00DD1B18"/>
    <w:rsid w:val="00DD1C47"/>
    <w:rsid w:val="00DD2044"/>
    <w:rsid w:val="00DD249B"/>
    <w:rsid w:val="00DD24C9"/>
    <w:rsid w:val="00DD2631"/>
    <w:rsid w:val="00DD2ACD"/>
    <w:rsid w:val="00DD3011"/>
    <w:rsid w:val="00DD3748"/>
    <w:rsid w:val="00DD3C4E"/>
    <w:rsid w:val="00DD3CE1"/>
    <w:rsid w:val="00DD3FA6"/>
    <w:rsid w:val="00DD4295"/>
    <w:rsid w:val="00DD452B"/>
    <w:rsid w:val="00DD4E4B"/>
    <w:rsid w:val="00DD5A26"/>
    <w:rsid w:val="00DD5D8E"/>
    <w:rsid w:val="00DD5E23"/>
    <w:rsid w:val="00DD6D4C"/>
    <w:rsid w:val="00DD6FF0"/>
    <w:rsid w:val="00DD7859"/>
    <w:rsid w:val="00DD7EF5"/>
    <w:rsid w:val="00DE05F6"/>
    <w:rsid w:val="00DE07FE"/>
    <w:rsid w:val="00DE103F"/>
    <w:rsid w:val="00DE1417"/>
    <w:rsid w:val="00DE1B41"/>
    <w:rsid w:val="00DE2328"/>
    <w:rsid w:val="00DE2475"/>
    <w:rsid w:val="00DE4281"/>
    <w:rsid w:val="00DE4349"/>
    <w:rsid w:val="00DE5DAE"/>
    <w:rsid w:val="00DE5F6E"/>
    <w:rsid w:val="00DE6AC8"/>
    <w:rsid w:val="00DE6C01"/>
    <w:rsid w:val="00DE79ED"/>
    <w:rsid w:val="00DF0AA3"/>
    <w:rsid w:val="00DF0B2F"/>
    <w:rsid w:val="00DF111A"/>
    <w:rsid w:val="00DF145C"/>
    <w:rsid w:val="00DF18E8"/>
    <w:rsid w:val="00DF1FAE"/>
    <w:rsid w:val="00DF1FD7"/>
    <w:rsid w:val="00DF21DA"/>
    <w:rsid w:val="00DF2817"/>
    <w:rsid w:val="00DF2B04"/>
    <w:rsid w:val="00DF2E42"/>
    <w:rsid w:val="00DF2F54"/>
    <w:rsid w:val="00DF3028"/>
    <w:rsid w:val="00DF34CB"/>
    <w:rsid w:val="00DF3751"/>
    <w:rsid w:val="00DF3D74"/>
    <w:rsid w:val="00DF3E40"/>
    <w:rsid w:val="00DF434F"/>
    <w:rsid w:val="00DF4908"/>
    <w:rsid w:val="00DF5168"/>
    <w:rsid w:val="00DF5240"/>
    <w:rsid w:val="00DF619B"/>
    <w:rsid w:val="00DF6233"/>
    <w:rsid w:val="00DF6572"/>
    <w:rsid w:val="00DF754B"/>
    <w:rsid w:val="00DF75DD"/>
    <w:rsid w:val="00DF7620"/>
    <w:rsid w:val="00DF7936"/>
    <w:rsid w:val="00E006EE"/>
    <w:rsid w:val="00E00911"/>
    <w:rsid w:val="00E013BC"/>
    <w:rsid w:val="00E016B0"/>
    <w:rsid w:val="00E024B1"/>
    <w:rsid w:val="00E028AF"/>
    <w:rsid w:val="00E028D8"/>
    <w:rsid w:val="00E03071"/>
    <w:rsid w:val="00E0378C"/>
    <w:rsid w:val="00E037C3"/>
    <w:rsid w:val="00E03912"/>
    <w:rsid w:val="00E0391E"/>
    <w:rsid w:val="00E04858"/>
    <w:rsid w:val="00E058E7"/>
    <w:rsid w:val="00E0612A"/>
    <w:rsid w:val="00E06185"/>
    <w:rsid w:val="00E1001E"/>
    <w:rsid w:val="00E10042"/>
    <w:rsid w:val="00E100D5"/>
    <w:rsid w:val="00E10A45"/>
    <w:rsid w:val="00E11726"/>
    <w:rsid w:val="00E11C64"/>
    <w:rsid w:val="00E11CD7"/>
    <w:rsid w:val="00E11D9D"/>
    <w:rsid w:val="00E124A8"/>
    <w:rsid w:val="00E127A3"/>
    <w:rsid w:val="00E13574"/>
    <w:rsid w:val="00E13933"/>
    <w:rsid w:val="00E13A8B"/>
    <w:rsid w:val="00E13C56"/>
    <w:rsid w:val="00E13E8F"/>
    <w:rsid w:val="00E14003"/>
    <w:rsid w:val="00E149A4"/>
    <w:rsid w:val="00E14E99"/>
    <w:rsid w:val="00E15111"/>
    <w:rsid w:val="00E151F0"/>
    <w:rsid w:val="00E15F67"/>
    <w:rsid w:val="00E16550"/>
    <w:rsid w:val="00E16574"/>
    <w:rsid w:val="00E16B7C"/>
    <w:rsid w:val="00E16BD9"/>
    <w:rsid w:val="00E17025"/>
    <w:rsid w:val="00E171DC"/>
    <w:rsid w:val="00E1770E"/>
    <w:rsid w:val="00E179B2"/>
    <w:rsid w:val="00E17D72"/>
    <w:rsid w:val="00E216F3"/>
    <w:rsid w:val="00E21828"/>
    <w:rsid w:val="00E21901"/>
    <w:rsid w:val="00E21DD1"/>
    <w:rsid w:val="00E21F9B"/>
    <w:rsid w:val="00E22EB0"/>
    <w:rsid w:val="00E2339C"/>
    <w:rsid w:val="00E23D4A"/>
    <w:rsid w:val="00E24494"/>
    <w:rsid w:val="00E24E02"/>
    <w:rsid w:val="00E24E19"/>
    <w:rsid w:val="00E252EA"/>
    <w:rsid w:val="00E25316"/>
    <w:rsid w:val="00E2618B"/>
    <w:rsid w:val="00E268D9"/>
    <w:rsid w:val="00E26FAE"/>
    <w:rsid w:val="00E2781A"/>
    <w:rsid w:val="00E27B0E"/>
    <w:rsid w:val="00E27CBE"/>
    <w:rsid w:val="00E30120"/>
    <w:rsid w:val="00E305AC"/>
    <w:rsid w:val="00E30B5C"/>
    <w:rsid w:val="00E30FFE"/>
    <w:rsid w:val="00E31014"/>
    <w:rsid w:val="00E31371"/>
    <w:rsid w:val="00E31729"/>
    <w:rsid w:val="00E31C73"/>
    <w:rsid w:val="00E32621"/>
    <w:rsid w:val="00E32D21"/>
    <w:rsid w:val="00E32F95"/>
    <w:rsid w:val="00E33733"/>
    <w:rsid w:val="00E33873"/>
    <w:rsid w:val="00E33AE8"/>
    <w:rsid w:val="00E33F5B"/>
    <w:rsid w:val="00E341CE"/>
    <w:rsid w:val="00E34610"/>
    <w:rsid w:val="00E346A6"/>
    <w:rsid w:val="00E3563D"/>
    <w:rsid w:val="00E35741"/>
    <w:rsid w:val="00E358A5"/>
    <w:rsid w:val="00E35BE4"/>
    <w:rsid w:val="00E35CC7"/>
    <w:rsid w:val="00E363C9"/>
    <w:rsid w:val="00E36E50"/>
    <w:rsid w:val="00E36F4A"/>
    <w:rsid w:val="00E3711F"/>
    <w:rsid w:val="00E3790F"/>
    <w:rsid w:val="00E37A17"/>
    <w:rsid w:val="00E37C54"/>
    <w:rsid w:val="00E40055"/>
    <w:rsid w:val="00E404A5"/>
    <w:rsid w:val="00E405A2"/>
    <w:rsid w:val="00E40C96"/>
    <w:rsid w:val="00E4100F"/>
    <w:rsid w:val="00E41890"/>
    <w:rsid w:val="00E419EF"/>
    <w:rsid w:val="00E41AE7"/>
    <w:rsid w:val="00E41CAF"/>
    <w:rsid w:val="00E42061"/>
    <w:rsid w:val="00E432AD"/>
    <w:rsid w:val="00E43362"/>
    <w:rsid w:val="00E43565"/>
    <w:rsid w:val="00E4398F"/>
    <w:rsid w:val="00E43F76"/>
    <w:rsid w:val="00E44374"/>
    <w:rsid w:val="00E4452C"/>
    <w:rsid w:val="00E44C7B"/>
    <w:rsid w:val="00E44E46"/>
    <w:rsid w:val="00E450BD"/>
    <w:rsid w:val="00E45AC5"/>
    <w:rsid w:val="00E45FF6"/>
    <w:rsid w:val="00E460A2"/>
    <w:rsid w:val="00E468D6"/>
    <w:rsid w:val="00E46AC5"/>
    <w:rsid w:val="00E4712E"/>
    <w:rsid w:val="00E473A0"/>
    <w:rsid w:val="00E5034D"/>
    <w:rsid w:val="00E50940"/>
    <w:rsid w:val="00E50CD7"/>
    <w:rsid w:val="00E50DDC"/>
    <w:rsid w:val="00E512A7"/>
    <w:rsid w:val="00E5175F"/>
    <w:rsid w:val="00E5186C"/>
    <w:rsid w:val="00E51BAD"/>
    <w:rsid w:val="00E52B57"/>
    <w:rsid w:val="00E52DC6"/>
    <w:rsid w:val="00E537FB"/>
    <w:rsid w:val="00E53BC9"/>
    <w:rsid w:val="00E53BDF"/>
    <w:rsid w:val="00E54FD5"/>
    <w:rsid w:val="00E56859"/>
    <w:rsid w:val="00E56E6D"/>
    <w:rsid w:val="00E56FE5"/>
    <w:rsid w:val="00E57698"/>
    <w:rsid w:val="00E576A0"/>
    <w:rsid w:val="00E577BD"/>
    <w:rsid w:val="00E60656"/>
    <w:rsid w:val="00E60E68"/>
    <w:rsid w:val="00E6158A"/>
    <w:rsid w:val="00E62161"/>
    <w:rsid w:val="00E6245B"/>
    <w:rsid w:val="00E62546"/>
    <w:rsid w:val="00E62818"/>
    <w:rsid w:val="00E6308F"/>
    <w:rsid w:val="00E635AF"/>
    <w:rsid w:val="00E63B0B"/>
    <w:rsid w:val="00E6408E"/>
    <w:rsid w:val="00E64249"/>
    <w:rsid w:val="00E6475F"/>
    <w:rsid w:val="00E6514B"/>
    <w:rsid w:val="00E65455"/>
    <w:rsid w:val="00E655D1"/>
    <w:rsid w:val="00E661E8"/>
    <w:rsid w:val="00E66268"/>
    <w:rsid w:val="00E668DB"/>
    <w:rsid w:val="00E67377"/>
    <w:rsid w:val="00E67AD1"/>
    <w:rsid w:val="00E67D1B"/>
    <w:rsid w:val="00E7105D"/>
    <w:rsid w:val="00E7105F"/>
    <w:rsid w:val="00E71147"/>
    <w:rsid w:val="00E715AF"/>
    <w:rsid w:val="00E71F97"/>
    <w:rsid w:val="00E72011"/>
    <w:rsid w:val="00E72906"/>
    <w:rsid w:val="00E7319F"/>
    <w:rsid w:val="00E750E3"/>
    <w:rsid w:val="00E76470"/>
    <w:rsid w:val="00E76629"/>
    <w:rsid w:val="00E76B8A"/>
    <w:rsid w:val="00E77542"/>
    <w:rsid w:val="00E806A4"/>
    <w:rsid w:val="00E80775"/>
    <w:rsid w:val="00E8093D"/>
    <w:rsid w:val="00E80DA5"/>
    <w:rsid w:val="00E80F92"/>
    <w:rsid w:val="00E8100A"/>
    <w:rsid w:val="00E8118A"/>
    <w:rsid w:val="00E812BE"/>
    <w:rsid w:val="00E815EB"/>
    <w:rsid w:val="00E82406"/>
    <w:rsid w:val="00E82724"/>
    <w:rsid w:val="00E82A09"/>
    <w:rsid w:val="00E82DBD"/>
    <w:rsid w:val="00E83A70"/>
    <w:rsid w:val="00E842FD"/>
    <w:rsid w:val="00E8434A"/>
    <w:rsid w:val="00E8480A"/>
    <w:rsid w:val="00E84D98"/>
    <w:rsid w:val="00E84F02"/>
    <w:rsid w:val="00E84F52"/>
    <w:rsid w:val="00E8547F"/>
    <w:rsid w:val="00E856B5"/>
    <w:rsid w:val="00E85AEE"/>
    <w:rsid w:val="00E85CDB"/>
    <w:rsid w:val="00E85CF2"/>
    <w:rsid w:val="00E85CFA"/>
    <w:rsid w:val="00E8654F"/>
    <w:rsid w:val="00E86784"/>
    <w:rsid w:val="00E86FE7"/>
    <w:rsid w:val="00E87568"/>
    <w:rsid w:val="00E877F4"/>
    <w:rsid w:val="00E9013B"/>
    <w:rsid w:val="00E904D4"/>
    <w:rsid w:val="00E906A0"/>
    <w:rsid w:val="00E90F3F"/>
    <w:rsid w:val="00E91440"/>
    <w:rsid w:val="00E914A8"/>
    <w:rsid w:val="00E922EA"/>
    <w:rsid w:val="00E92B37"/>
    <w:rsid w:val="00E92EDC"/>
    <w:rsid w:val="00E9353D"/>
    <w:rsid w:val="00E93883"/>
    <w:rsid w:val="00E93D98"/>
    <w:rsid w:val="00E93F72"/>
    <w:rsid w:val="00E94067"/>
    <w:rsid w:val="00E94082"/>
    <w:rsid w:val="00E94403"/>
    <w:rsid w:val="00E94484"/>
    <w:rsid w:val="00E947E7"/>
    <w:rsid w:val="00E94B07"/>
    <w:rsid w:val="00E94D52"/>
    <w:rsid w:val="00E95C9E"/>
    <w:rsid w:val="00E96B8E"/>
    <w:rsid w:val="00E96FA0"/>
    <w:rsid w:val="00E97121"/>
    <w:rsid w:val="00E9751A"/>
    <w:rsid w:val="00E97DC4"/>
    <w:rsid w:val="00EA00F8"/>
    <w:rsid w:val="00EA0C51"/>
    <w:rsid w:val="00EA1324"/>
    <w:rsid w:val="00EA18EA"/>
    <w:rsid w:val="00EA2058"/>
    <w:rsid w:val="00EA38F3"/>
    <w:rsid w:val="00EA48B2"/>
    <w:rsid w:val="00EA4CCC"/>
    <w:rsid w:val="00EA4D28"/>
    <w:rsid w:val="00EA5403"/>
    <w:rsid w:val="00EA5493"/>
    <w:rsid w:val="00EA551E"/>
    <w:rsid w:val="00EA5EA3"/>
    <w:rsid w:val="00EA6565"/>
    <w:rsid w:val="00EA6628"/>
    <w:rsid w:val="00EA69C6"/>
    <w:rsid w:val="00EA6BD0"/>
    <w:rsid w:val="00EA6D5C"/>
    <w:rsid w:val="00EA6F95"/>
    <w:rsid w:val="00EA7E60"/>
    <w:rsid w:val="00EB0672"/>
    <w:rsid w:val="00EB09F1"/>
    <w:rsid w:val="00EB0CF9"/>
    <w:rsid w:val="00EB11EB"/>
    <w:rsid w:val="00EB1386"/>
    <w:rsid w:val="00EB14C0"/>
    <w:rsid w:val="00EB1CB2"/>
    <w:rsid w:val="00EB24E7"/>
    <w:rsid w:val="00EB2A44"/>
    <w:rsid w:val="00EB334C"/>
    <w:rsid w:val="00EB3381"/>
    <w:rsid w:val="00EB35C4"/>
    <w:rsid w:val="00EB3C77"/>
    <w:rsid w:val="00EB4930"/>
    <w:rsid w:val="00EB4A26"/>
    <w:rsid w:val="00EB4BBF"/>
    <w:rsid w:val="00EB58E0"/>
    <w:rsid w:val="00EB591C"/>
    <w:rsid w:val="00EB6A7B"/>
    <w:rsid w:val="00EB6EDE"/>
    <w:rsid w:val="00EB6FBF"/>
    <w:rsid w:val="00EB71B3"/>
    <w:rsid w:val="00EB7510"/>
    <w:rsid w:val="00EB756D"/>
    <w:rsid w:val="00EB7EC2"/>
    <w:rsid w:val="00EC33B3"/>
    <w:rsid w:val="00EC37F7"/>
    <w:rsid w:val="00EC3873"/>
    <w:rsid w:val="00EC4816"/>
    <w:rsid w:val="00EC489B"/>
    <w:rsid w:val="00EC4B59"/>
    <w:rsid w:val="00EC4D70"/>
    <w:rsid w:val="00EC524B"/>
    <w:rsid w:val="00EC5352"/>
    <w:rsid w:val="00EC558E"/>
    <w:rsid w:val="00EC5C6C"/>
    <w:rsid w:val="00EC6526"/>
    <w:rsid w:val="00EC7070"/>
    <w:rsid w:val="00EC77C3"/>
    <w:rsid w:val="00EC78E5"/>
    <w:rsid w:val="00EC7EB6"/>
    <w:rsid w:val="00ED080E"/>
    <w:rsid w:val="00ED0B8B"/>
    <w:rsid w:val="00ED0BE0"/>
    <w:rsid w:val="00ED0CBB"/>
    <w:rsid w:val="00ED0E0B"/>
    <w:rsid w:val="00ED0EA0"/>
    <w:rsid w:val="00ED0FAE"/>
    <w:rsid w:val="00ED1654"/>
    <w:rsid w:val="00ED1704"/>
    <w:rsid w:val="00ED1780"/>
    <w:rsid w:val="00ED1D77"/>
    <w:rsid w:val="00ED1E7E"/>
    <w:rsid w:val="00ED1EC7"/>
    <w:rsid w:val="00ED21C2"/>
    <w:rsid w:val="00ED2388"/>
    <w:rsid w:val="00ED40D1"/>
    <w:rsid w:val="00ED41A7"/>
    <w:rsid w:val="00ED5944"/>
    <w:rsid w:val="00ED6462"/>
    <w:rsid w:val="00ED6D73"/>
    <w:rsid w:val="00ED6E31"/>
    <w:rsid w:val="00ED6EA8"/>
    <w:rsid w:val="00ED791D"/>
    <w:rsid w:val="00EE0070"/>
    <w:rsid w:val="00EE0178"/>
    <w:rsid w:val="00EE0777"/>
    <w:rsid w:val="00EE0FFF"/>
    <w:rsid w:val="00EE11C9"/>
    <w:rsid w:val="00EE18E6"/>
    <w:rsid w:val="00EE1BF7"/>
    <w:rsid w:val="00EE1F9A"/>
    <w:rsid w:val="00EE20EE"/>
    <w:rsid w:val="00EE24B9"/>
    <w:rsid w:val="00EE26A2"/>
    <w:rsid w:val="00EE42DF"/>
    <w:rsid w:val="00EE4929"/>
    <w:rsid w:val="00EE4BB4"/>
    <w:rsid w:val="00EE4FF0"/>
    <w:rsid w:val="00EE63DE"/>
    <w:rsid w:val="00EE6764"/>
    <w:rsid w:val="00EE7AF8"/>
    <w:rsid w:val="00EF012F"/>
    <w:rsid w:val="00EF1EDB"/>
    <w:rsid w:val="00EF21AA"/>
    <w:rsid w:val="00EF2830"/>
    <w:rsid w:val="00EF2872"/>
    <w:rsid w:val="00EF319F"/>
    <w:rsid w:val="00EF3502"/>
    <w:rsid w:val="00EF3556"/>
    <w:rsid w:val="00EF3AA5"/>
    <w:rsid w:val="00EF3EA2"/>
    <w:rsid w:val="00EF4116"/>
    <w:rsid w:val="00EF445B"/>
    <w:rsid w:val="00EF4584"/>
    <w:rsid w:val="00EF4B06"/>
    <w:rsid w:val="00EF5C12"/>
    <w:rsid w:val="00EF656D"/>
    <w:rsid w:val="00EF68C0"/>
    <w:rsid w:val="00EF6DA5"/>
    <w:rsid w:val="00EF6E59"/>
    <w:rsid w:val="00EF77DF"/>
    <w:rsid w:val="00EF78C0"/>
    <w:rsid w:val="00F002D2"/>
    <w:rsid w:val="00F0229C"/>
    <w:rsid w:val="00F0249B"/>
    <w:rsid w:val="00F02EC0"/>
    <w:rsid w:val="00F03056"/>
    <w:rsid w:val="00F0333F"/>
    <w:rsid w:val="00F036C2"/>
    <w:rsid w:val="00F0387D"/>
    <w:rsid w:val="00F0399E"/>
    <w:rsid w:val="00F03C46"/>
    <w:rsid w:val="00F03CCA"/>
    <w:rsid w:val="00F04206"/>
    <w:rsid w:val="00F046C7"/>
    <w:rsid w:val="00F04A3F"/>
    <w:rsid w:val="00F0510B"/>
    <w:rsid w:val="00F052BA"/>
    <w:rsid w:val="00F0570A"/>
    <w:rsid w:val="00F05BF0"/>
    <w:rsid w:val="00F06904"/>
    <w:rsid w:val="00F07BA1"/>
    <w:rsid w:val="00F07E95"/>
    <w:rsid w:val="00F10069"/>
    <w:rsid w:val="00F10171"/>
    <w:rsid w:val="00F10347"/>
    <w:rsid w:val="00F10843"/>
    <w:rsid w:val="00F10E08"/>
    <w:rsid w:val="00F10E75"/>
    <w:rsid w:val="00F11925"/>
    <w:rsid w:val="00F11CA0"/>
    <w:rsid w:val="00F11F4F"/>
    <w:rsid w:val="00F124B6"/>
    <w:rsid w:val="00F126E4"/>
    <w:rsid w:val="00F1277C"/>
    <w:rsid w:val="00F12DB4"/>
    <w:rsid w:val="00F13913"/>
    <w:rsid w:val="00F13A0F"/>
    <w:rsid w:val="00F13C36"/>
    <w:rsid w:val="00F14C38"/>
    <w:rsid w:val="00F14E70"/>
    <w:rsid w:val="00F14F4C"/>
    <w:rsid w:val="00F15257"/>
    <w:rsid w:val="00F15439"/>
    <w:rsid w:val="00F15785"/>
    <w:rsid w:val="00F16495"/>
    <w:rsid w:val="00F17A96"/>
    <w:rsid w:val="00F17B5C"/>
    <w:rsid w:val="00F203BA"/>
    <w:rsid w:val="00F203E2"/>
    <w:rsid w:val="00F20EB3"/>
    <w:rsid w:val="00F21857"/>
    <w:rsid w:val="00F21913"/>
    <w:rsid w:val="00F222D9"/>
    <w:rsid w:val="00F224E1"/>
    <w:rsid w:val="00F22597"/>
    <w:rsid w:val="00F243C5"/>
    <w:rsid w:val="00F245FF"/>
    <w:rsid w:val="00F249D1"/>
    <w:rsid w:val="00F258C3"/>
    <w:rsid w:val="00F25B35"/>
    <w:rsid w:val="00F266C1"/>
    <w:rsid w:val="00F268C3"/>
    <w:rsid w:val="00F269D9"/>
    <w:rsid w:val="00F26EF5"/>
    <w:rsid w:val="00F27BDA"/>
    <w:rsid w:val="00F27C47"/>
    <w:rsid w:val="00F30051"/>
    <w:rsid w:val="00F30FB5"/>
    <w:rsid w:val="00F31C55"/>
    <w:rsid w:val="00F3204D"/>
    <w:rsid w:val="00F32523"/>
    <w:rsid w:val="00F3287F"/>
    <w:rsid w:val="00F32906"/>
    <w:rsid w:val="00F32DF7"/>
    <w:rsid w:val="00F336C9"/>
    <w:rsid w:val="00F336D9"/>
    <w:rsid w:val="00F33E04"/>
    <w:rsid w:val="00F33F5D"/>
    <w:rsid w:val="00F34285"/>
    <w:rsid w:val="00F3434C"/>
    <w:rsid w:val="00F34460"/>
    <w:rsid w:val="00F3451C"/>
    <w:rsid w:val="00F3468F"/>
    <w:rsid w:val="00F348FE"/>
    <w:rsid w:val="00F34BE1"/>
    <w:rsid w:val="00F34CA0"/>
    <w:rsid w:val="00F35332"/>
    <w:rsid w:val="00F35E45"/>
    <w:rsid w:val="00F361AE"/>
    <w:rsid w:val="00F36EBB"/>
    <w:rsid w:val="00F36F47"/>
    <w:rsid w:val="00F37EFD"/>
    <w:rsid w:val="00F37FDF"/>
    <w:rsid w:val="00F40846"/>
    <w:rsid w:val="00F40E1A"/>
    <w:rsid w:val="00F41727"/>
    <w:rsid w:val="00F417CD"/>
    <w:rsid w:val="00F41B53"/>
    <w:rsid w:val="00F4214F"/>
    <w:rsid w:val="00F432C4"/>
    <w:rsid w:val="00F43B93"/>
    <w:rsid w:val="00F441CA"/>
    <w:rsid w:val="00F447C3"/>
    <w:rsid w:val="00F44C8D"/>
    <w:rsid w:val="00F44D76"/>
    <w:rsid w:val="00F44ECC"/>
    <w:rsid w:val="00F455E8"/>
    <w:rsid w:val="00F45659"/>
    <w:rsid w:val="00F4568C"/>
    <w:rsid w:val="00F457E1"/>
    <w:rsid w:val="00F45882"/>
    <w:rsid w:val="00F45AEA"/>
    <w:rsid w:val="00F45C2A"/>
    <w:rsid w:val="00F45F02"/>
    <w:rsid w:val="00F45F7F"/>
    <w:rsid w:val="00F460AA"/>
    <w:rsid w:val="00F46237"/>
    <w:rsid w:val="00F4702D"/>
    <w:rsid w:val="00F47062"/>
    <w:rsid w:val="00F4718C"/>
    <w:rsid w:val="00F471F3"/>
    <w:rsid w:val="00F47FA7"/>
    <w:rsid w:val="00F50A06"/>
    <w:rsid w:val="00F50B9C"/>
    <w:rsid w:val="00F51E17"/>
    <w:rsid w:val="00F52603"/>
    <w:rsid w:val="00F52705"/>
    <w:rsid w:val="00F52A83"/>
    <w:rsid w:val="00F52B97"/>
    <w:rsid w:val="00F52D9B"/>
    <w:rsid w:val="00F537C6"/>
    <w:rsid w:val="00F537F0"/>
    <w:rsid w:val="00F53D49"/>
    <w:rsid w:val="00F53E25"/>
    <w:rsid w:val="00F53EF2"/>
    <w:rsid w:val="00F54544"/>
    <w:rsid w:val="00F55446"/>
    <w:rsid w:val="00F557B7"/>
    <w:rsid w:val="00F55A5E"/>
    <w:rsid w:val="00F55E06"/>
    <w:rsid w:val="00F57AC3"/>
    <w:rsid w:val="00F57CFF"/>
    <w:rsid w:val="00F57DEE"/>
    <w:rsid w:val="00F6012C"/>
    <w:rsid w:val="00F605C6"/>
    <w:rsid w:val="00F608DF"/>
    <w:rsid w:val="00F60B4A"/>
    <w:rsid w:val="00F60DBA"/>
    <w:rsid w:val="00F61194"/>
    <w:rsid w:val="00F61F17"/>
    <w:rsid w:val="00F61F67"/>
    <w:rsid w:val="00F6275D"/>
    <w:rsid w:val="00F62C27"/>
    <w:rsid w:val="00F640DC"/>
    <w:rsid w:val="00F64151"/>
    <w:rsid w:val="00F643CD"/>
    <w:rsid w:val="00F6465C"/>
    <w:rsid w:val="00F646A1"/>
    <w:rsid w:val="00F64961"/>
    <w:rsid w:val="00F65559"/>
    <w:rsid w:val="00F65995"/>
    <w:rsid w:val="00F65BF1"/>
    <w:rsid w:val="00F65E0A"/>
    <w:rsid w:val="00F65FDC"/>
    <w:rsid w:val="00F66E00"/>
    <w:rsid w:val="00F67324"/>
    <w:rsid w:val="00F674EB"/>
    <w:rsid w:val="00F67D95"/>
    <w:rsid w:val="00F67FB9"/>
    <w:rsid w:val="00F705FC"/>
    <w:rsid w:val="00F70A0A"/>
    <w:rsid w:val="00F70CEE"/>
    <w:rsid w:val="00F70E03"/>
    <w:rsid w:val="00F71001"/>
    <w:rsid w:val="00F71113"/>
    <w:rsid w:val="00F71455"/>
    <w:rsid w:val="00F714F1"/>
    <w:rsid w:val="00F71A30"/>
    <w:rsid w:val="00F71C72"/>
    <w:rsid w:val="00F724B5"/>
    <w:rsid w:val="00F72F0A"/>
    <w:rsid w:val="00F73A76"/>
    <w:rsid w:val="00F74054"/>
    <w:rsid w:val="00F74754"/>
    <w:rsid w:val="00F749A8"/>
    <w:rsid w:val="00F7530F"/>
    <w:rsid w:val="00F75836"/>
    <w:rsid w:val="00F759C4"/>
    <w:rsid w:val="00F76128"/>
    <w:rsid w:val="00F7622F"/>
    <w:rsid w:val="00F768BE"/>
    <w:rsid w:val="00F76951"/>
    <w:rsid w:val="00F76EC2"/>
    <w:rsid w:val="00F76ED3"/>
    <w:rsid w:val="00F76FEC"/>
    <w:rsid w:val="00F77F8B"/>
    <w:rsid w:val="00F802D4"/>
    <w:rsid w:val="00F80368"/>
    <w:rsid w:val="00F80396"/>
    <w:rsid w:val="00F810D1"/>
    <w:rsid w:val="00F8175E"/>
    <w:rsid w:val="00F819C7"/>
    <w:rsid w:val="00F81C4F"/>
    <w:rsid w:val="00F8216B"/>
    <w:rsid w:val="00F8269C"/>
    <w:rsid w:val="00F82DD9"/>
    <w:rsid w:val="00F83A47"/>
    <w:rsid w:val="00F83ACD"/>
    <w:rsid w:val="00F840ED"/>
    <w:rsid w:val="00F84799"/>
    <w:rsid w:val="00F84868"/>
    <w:rsid w:val="00F84906"/>
    <w:rsid w:val="00F84C78"/>
    <w:rsid w:val="00F84CD7"/>
    <w:rsid w:val="00F84D3F"/>
    <w:rsid w:val="00F8528C"/>
    <w:rsid w:val="00F863CE"/>
    <w:rsid w:val="00F864C5"/>
    <w:rsid w:val="00F865F9"/>
    <w:rsid w:val="00F8675A"/>
    <w:rsid w:val="00F876B6"/>
    <w:rsid w:val="00F87DC4"/>
    <w:rsid w:val="00F87F66"/>
    <w:rsid w:val="00F900D4"/>
    <w:rsid w:val="00F90E94"/>
    <w:rsid w:val="00F91860"/>
    <w:rsid w:val="00F91A85"/>
    <w:rsid w:val="00F91C57"/>
    <w:rsid w:val="00F9294F"/>
    <w:rsid w:val="00F92B1B"/>
    <w:rsid w:val="00F92E5C"/>
    <w:rsid w:val="00F92E77"/>
    <w:rsid w:val="00F92F09"/>
    <w:rsid w:val="00F9300C"/>
    <w:rsid w:val="00F932CF"/>
    <w:rsid w:val="00F93426"/>
    <w:rsid w:val="00F935E3"/>
    <w:rsid w:val="00F939B3"/>
    <w:rsid w:val="00F93BFF"/>
    <w:rsid w:val="00F942C1"/>
    <w:rsid w:val="00F94546"/>
    <w:rsid w:val="00F946DC"/>
    <w:rsid w:val="00F95A48"/>
    <w:rsid w:val="00F96273"/>
    <w:rsid w:val="00F966D4"/>
    <w:rsid w:val="00F96A1E"/>
    <w:rsid w:val="00F96F03"/>
    <w:rsid w:val="00F97220"/>
    <w:rsid w:val="00F9773F"/>
    <w:rsid w:val="00F978B2"/>
    <w:rsid w:val="00F978DE"/>
    <w:rsid w:val="00F97B3E"/>
    <w:rsid w:val="00F97B9D"/>
    <w:rsid w:val="00F97DCF"/>
    <w:rsid w:val="00FA04F4"/>
    <w:rsid w:val="00FA0BA9"/>
    <w:rsid w:val="00FA1028"/>
    <w:rsid w:val="00FA2A08"/>
    <w:rsid w:val="00FA2D8F"/>
    <w:rsid w:val="00FA371B"/>
    <w:rsid w:val="00FA398D"/>
    <w:rsid w:val="00FA3F18"/>
    <w:rsid w:val="00FA41F2"/>
    <w:rsid w:val="00FA4423"/>
    <w:rsid w:val="00FA442C"/>
    <w:rsid w:val="00FA47EF"/>
    <w:rsid w:val="00FA4948"/>
    <w:rsid w:val="00FA4A0E"/>
    <w:rsid w:val="00FA50DF"/>
    <w:rsid w:val="00FA5318"/>
    <w:rsid w:val="00FA7468"/>
    <w:rsid w:val="00FA7A9A"/>
    <w:rsid w:val="00FA7DAC"/>
    <w:rsid w:val="00FB02A7"/>
    <w:rsid w:val="00FB0477"/>
    <w:rsid w:val="00FB05CE"/>
    <w:rsid w:val="00FB06A1"/>
    <w:rsid w:val="00FB0D0A"/>
    <w:rsid w:val="00FB13BF"/>
    <w:rsid w:val="00FB1ADA"/>
    <w:rsid w:val="00FB1ADD"/>
    <w:rsid w:val="00FB2884"/>
    <w:rsid w:val="00FB337F"/>
    <w:rsid w:val="00FB35AB"/>
    <w:rsid w:val="00FB3B34"/>
    <w:rsid w:val="00FB3CE0"/>
    <w:rsid w:val="00FB4282"/>
    <w:rsid w:val="00FB428B"/>
    <w:rsid w:val="00FB431E"/>
    <w:rsid w:val="00FB448B"/>
    <w:rsid w:val="00FB4A3D"/>
    <w:rsid w:val="00FB4A53"/>
    <w:rsid w:val="00FB4B71"/>
    <w:rsid w:val="00FB543F"/>
    <w:rsid w:val="00FB54BE"/>
    <w:rsid w:val="00FB5A3A"/>
    <w:rsid w:val="00FB5AAD"/>
    <w:rsid w:val="00FB5B21"/>
    <w:rsid w:val="00FB5DB2"/>
    <w:rsid w:val="00FB60A4"/>
    <w:rsid w:val="00FB622B"/>
    <w:rsid w:val="00FB6829"/>
    <w:rsid w:val="00FB70E5"/>
    <w:rsid w:val="00FB73E9"/>
    <w:rsid w:val="00FB76BC"/>
    <w:rsid w:val="00FC0742"/>
    <w:rsid w:val="00FC07DD"/>
    <w:rsid w:val="00FC0896"/>
    <w:rsid w:val="00FC0BA8"/>
    <w:rsid w:val="00FC10B7"/>
    <w:rsid w:val="00FC1167"/>
    <w:rsid w:val="00FC1DF2"/>
    <w:rsid w:val="00FC2BDD"/>
    <w:rsid w:val="00FC2F07"/>
    <w:rsid w:val="00FC2F7B"/>
    <w:rsid w:val="00FC30A6"/>
    <w:rsid w:val="00FC3594"/>
    <w:rsid w:val="00FC3692"/>
    <w:rsid w:val="00FC396F"/>
    <w:rsid w:val="00FC45F6"/>
    <w:rsid w:val="00FC4A00"/>
    <w:rsid w:val="00FC5299"/>
    <w:rsid w:val="00FC52EA"/>
    <w:rsid w:val="00FC5AE1"/>
    <w:rsid w:val="00FC5B30"/>
    <w:rsid w:val="00FC5C7D"/>
    <w:rsid w:val="00FC642F"/>
    <w:rsid w:val="00FC6D85"/>
    <w:rsid w:val="00FC6FCA"/>
    <w:rsid w:val="00FC70F6"/>
    <w:rsid w:val="00FC7919"/>
    <w:rsid w:val="00FD0227"/>
    <w:rsid w:val="00FD03F8"/>
    <w:rsid w:val="00FD0506"/>
    <w:rsid w:val="00FD0578"/>
    <w:rsid w:val="00FD0FCC"/>
    <w:rsid w:val="00FD1A0F"/>
    <w:rsid w:val="00FD1D6C"/>
    <w:rsid w:val="00FD200A"/>
    <w:rsid w:val="00FD23A5"/>
    <w:rsid w:val="00FD2647"/>
    <w:rsid w:val="00FD2719"/>
    <w:rsid w:val="00FD2947"/>
    <w:rsid w:val="00FD2D74"/>
    <w:rsid w:val="00FD3544"/>
    <w:rsid w:val="00FD3F50"/>
    <w:rsid w:val="00FD46E8"/>
    <w:rsid w:val="00FD4AAD"/>
    <w:rsid w:val="00FD4E7C"/>
    <w:rsid w:val="00FD51F1"/>
    <w:rsid w:val="00FD56F9"/>
    <w:rsid w:val="00FD57FA"/>
    <w:rsid w:val="00FD5C05"/>
    <w:rsid w:val="00FD5FBB"/>
    <w:rsid w:val="00FD66D3"/>
    <w:rsid w:val="00FD6E85"/>
    <w:rsid w:val="00FD7463"/>
    <w:rsid w:val="00FD7487"/>
    <w:rsid w:val="00FD789D"/>
    <w:rsid w:val="00FD78E3"/>
    <w:rsid w:val="00FD7A3A"/>
    <w:rsid w:val="00FE0EE0"/>
    <w:rsid w:val="00FE14BE"/>
    <w:rsid w:val="00FE1608"/>
    <w:rsid w:val="00FE1911"/>
    <w:rsid w:val="00FE30BE"/>
    <w:rsid w:val="00FE3938"/>
    <w:rsid w:val="00FE4549"/>
    <w:rsid w:val="00FE4637"/>
    <w:rsid w:val="00FE4868"/>
    <w:rsid w:val="00FE5558"/>
    <w:rsid w:val="00FE577F"/>
    <w:rsid w:val="00FE5D0A"/>
    <w:rsid w:val="00FE6052"/>
    <w:rsid w:val="00FE6BF9"/>
    <w:rsid w:val="00FE6FAF"/>
    <w:rsid w:val="00FE7392"/>
    <w:rsid w:val="00FE73DC"/>
    <w:rsid w:val="00FE7B63"/>
    <w:rsid w:val="00FF013F"/>
    <w:rsid w:val="00FF0A2E"/>
    <w:rsid w:val="00FF0B60"/>
    <w:rsid w:val="00FF11FF"/>
    <w:rsid w:val="00FF1453"/>
    <w:rsid w:val="00FF2A0E"/>
    <w:rsid w:val="00FF2AC5"/>
    <w:rsid w:val="00FF2BBB"/>
    <w:rsid w:val="00FF37CD"/>
    <w:rsid w:val="00FF3C7B"/>
    <w:rsid w:val="00FF462B"/>
    <w:rsid w:val="00FF4DFF"/>
    <w:rsid w:val="00FF524C"/>
    <w:rsid w:val="00FF5DC3"/>
    <w:rsid w:val="00FF5F3F"/>
    <w:rsid w:val="00FF625A"/>
    <w:rsid w:val="00FF6A42"/>
    <w:rsid w:val="00FF6A66"/>
    <w:rsid w:val="00FF762F"/>
    <w:rsid w:val="00FF7AB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27C003"/>
  <w15:docId w15:val="{B70E0F2A-5F16-4661-81CA-9FD36FAA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27E1B"/>
    <w:pPr>
      <w:spacing w:after="240"/>
      <w:jc w:val="both"/>
    </w:pPr>
    <w:rPr>
      <w:rFonts w:ascii="Arial" w:hAnsi="Arial"/>
      <w:szCs w:val="24"/>
      <w:lang w:val="et-EE" w:eastAsia="et-EE"/>
    </w:rPr>
  </w:style>
  <w:style w:type="paragraph" w:styleId="Pealkiri1">
    <w:name w:val="heading 1"/>
    <w:basedOn w:val="Normaallaad"/>
    <w:next w:val="Normaallaad"/>
    <w:link w:val="Pealkiri1Mrk"/>
    <w:autoRedefine/>
    <w:qFormat/>
    <w:rsid w:val="009F6C1D"/>
    <w:pPr>
      <w:keepNext/>
      <w:keepLines/>
      <w:numPr>
        <w:numId w:val="9"/>
      </w:numPr>
      <w:spacing w:before="360"/>
      <w:outlineLvl w:val="0"/>
    </w:pPr>
    <w:rPr>
      <w:b/>
      <w:szCs w:val="22"/>
    </w:rPr>
  </w:style>
  <w:style w:type="paragraph" w:styleId="Pealkiri2">
    <w:name w:val="heading 2"/>
    <w:basedOn w:val="Normaallaad"/>
    <w:next w:val="Normaallaad"/>
    <w:link w:val="Pealkiri2Mrk"/>
    <w:autoRedefine/>
    <w:uiPriority w:val="9"/>
    <w:qFormat/>
    <w:rsid w:val="002E6BFE"/>
    <w:pPr>
      <w:keepNext/>
      <w:numPr>
        <w:ilvl w:val="1"/>
        <w:numId w:val="9"/>
      </w:numPr>
      <w:ind w:left="0" w:firstLine="0"/>
      <w:outlineLvl w:val="1"/>
    </w:pPr>
    <w:rPr>
      <w:b/>
      <w:bCs/>
      <w:szCs w:val="22"/>
    </w:rPr>
  </w:style>
  <w:style w:type="paragraph" w:styleId="Pealkiri3">
    <w:name w:val="heading 3"/>
    <w:aliases w:val="level3,Numbering 1"/>
    <w:basedOn w:val="LightGrid-Accent31"/>
    <w:link w:val="Pealkiri3Mrk"/>
    <w:uiPriority w:val="9"/>
    <w:qFormat/>
    <w:rsid w:val="003F71BE"/>
    <w:pPr>
      <w:numPr>
        <w:ilvl w:val="2"/>
        <w:numId w:val="9"/>
      </w:numPr>
      <w:outlineLvl w:val="2"/>
    </w:pPr>
    <w:rPr>
      <w:lang w:val="en-US"/>
    </w:rPr>
  </w:style>
  <w:style w:type="paragraph" w:styleId="Pealkiri4">
    <w:name w:val="heading 4"/>
    <w:aliases w:val="number"/>
    <w:basedOn w:val="Pealkiri3"/>
    <w:link w:val="Pealkiri4Mrk"/>
    <w:uiPriority w:val="9"/>
    <w:qFormat/>
    <w:rsid w:val="00DA35E7"/>
    <w:pPr>
      <w:numPr>
        <w:ilvl w:val="3"/>
      </w:numPr>
      <w:overflowPunct w:val="0"/>
      <w:autoSpaceDE w:val="0"/>
      <w:autoSpaceDN w:val="0"/>
      <w:adjustRightInd w:val="0"/>
      <w:textAlignment w:val="baseline"/>
      <w:outlineLvl w:val="3"/>
    </w:pPr>
    <w:rPr>
      <w:rFonts w:ascii="Verdana" w:hAnsi="Verdana"/>
      <w:lang w:val="en-GB" w:eastAsia="en-US"/>
    </w:rPr>
  </w:style>
  <w:style w:type="paragraph" w:styleId="Pealkiri5">
    <w:name w:val="heading 5"/>
    <w:basedOn w:val="Level5"/>
    <w:link w:val="Pealkiri5Mrk"/>
    <w:autoRedefine/>
    <w:qFormat/>
    <w:rsid w:val="001141B8"/>
    <w:pPr>
      <w:numPr>
        <w:numId w:val="9"/>
      </w:numPr>
      <w:outlineLvl w:val="4"/>
    </w:pPr>
  </w:style>
  <w:style w:type="paragraph" w:styleId="Pealkiri6">
    <w:name w:val="heading 6"/>
    <w:aliases w:val="level6"/>
    <w:basedOn w:val="Normaallaad"/>
    <w:link w:val="Pealkiri6Mrk"/>
    <w:uiPriority w:val="9"/>
    <w:qFormat/>
    <w:rsid w:val="001141B8"/>
    <w:pPr>
      <w:numPr>
        <w:ilvl w:val="5"/>
        <w:numId w:val="9"/>
      </w:numPr>
      <w:overflowPunct w:val="0"/>
      <w:autoSpaceDE w:val="0"/>
      <w:autoSpaceDN w:val="0"/>
      <w:adjustRightInd w:val="0"/>
      <w:textAlignment w:val="baseline"/>
      <w:outlineLvl w:val="5"/>
    </w:pPr>
    <w:rPr>
      <w:rFonts w:ascii="Verdana" w:hAnsi="Verdana"/>
      <w:szCs w:val="22"/>
      <w:lang w:val="en-GB" w:eastAsia="en-US"/>
    </w:rPr>
  </w:style>
  <w:style w:type="paragraph" w:styleId="Pealkiri7">
    <w:name w:val="heading 7"/>
    <w:basedOn w:val="Normaallaad"/>
    <w:next w:val="Normaallaad"/>
    <w:link w:val="Pealkiri7Mrk"/>
    <w:uiPriority w:val="9"/>
    <w:qFormat/>
    <w:rsid w:val="001141B8"/>
    <w:pPr>
      <w:numPr>
        <w:ilvl w:val="6"/>
        <w:numId w:val="9"/>
      </w:numPr>
      <w:spacing w:before="240" w:after="60"/>
      <w:outlineLvl w:val="6"/>
    </w:pPr>
    <w:rPr>
      <w:rFonts w:ascii="Verdana" w:hAnsi="Verdana"/>
    </w:rPr>
  </w:style>
  <w:style w:type="paragraph" w:styleId="Pealkiri8">
    <w:name w:val="heading 8"/>
    <w:basedOn w:val="Normaallaad"/>
    <w:next w:val="Normaallaad"/>
    <w:link w:val="Pealkiri8Mrk"/>
    <w:uiPriority w:val="9"/>
    <w:qFormat/>
    <w:rsid w:val="00021F78"/>
    <w:pPr>
      <w:numPr>
        <w:ilvl w:val="7"/>
        <w:numId w:val="9"/>
      </w:numPr>
      <w:spacing w:before="240" w:after="60"/>
      <w:outlineLvl w:val="7"/>
    </w:pPr>
    <w:rPr>
      <w:rFonts w:ascii="Times New Roman" w:hAnsi="Times New Roman"/>
      <w:i/>
      <w:iCs/>
      <w:sz w:val="24"/>
    </w:rPr>
  </w:style>
  <w:style w:type="paragraph" w:styleId="Pealkiri9">
    <w:name w:val="heading 9"/>
    <w:basedOn w:val="Normaallaad"/>
    <w:next w:val="Normaallaad"/>
    <w:link w:val="Pealkiri9Mrk"/>
    <w:uiPriority w:val="9"/>
    <w:qFormat/>
    <w:rsid w:val="00021F78"/>
    <w:pPr>
      <w:numPr>
        <w:ilvl w:val="8"/>
        <w:numId w:val="9"/>
      </w:numPr>
      <w:spacing w:before="240" w:after="60"/>
      <w:outlineLvl w:val="8"/>
    </w:pPr>
    <w:rPr>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Lisa">
    <w:name w:val="Heading Lisa"/>
    <w:basedOn w:val="Normaallaad"/>
    <w:autoRedefine/>
    <w:rsid w:val="004341B1"/>
    <w:rPr>
      <w:b/>
      <w:lang w:eastAsia="en-US"/>
    </w:rPr>
  </w:style>
  <w:style w:type="character" w:styleId="Allmrkuseviide">
    <w:name w:val="footnote reference"/>
    <w:rsid w:val="00AF2BA8"/>
    <w:rPr>
      <w:rFonts w:ascii="Verdana" w:hAnsi="Verdana"/>
      <w:dstrike w:val="0"/>
      <w:sz w:val="20"/>
      <w:szCs w:val="20"/>
      <w:vertAlign w:val="superscript"/>
    </w:rPr>
  </w:style>
  <w:style w:type="paragraph" w:styleId="Allmrkusetekst">
    <w:name w:val="footnote text"/>
    <w:autoRedefine/>
    <w:rsid w:val="00627E1B"/>
    <w:pPr>
      <w:tabs>
        <w:tab w:val="left" w:pos="709"/>
      </w:tabs>
      <w:ind w:left="709" w:hanging="709"/>
      <w:jc w:val="both"/>
    </w:pPr>
    <w:rPr>
      <w:rFonts w:ascii="Arial" w:hAnsi="Arial" w:cs="Arial"/>
      <w:sz w:val="16"/>
      <w:szCs w:val="16"/>
      <w:lang w:val="et-EE" w:eastAsia="et-EE"/>
    </w:rPr>
  </w:style>
  <w:style w:type="numbering" w:styleId="111111">
    <w:name w:val="Outline List 2"/>
    <w:basedOn w:val="Loendita"/>
    <w:rsid w:val="00522BF6"/>
    <w:pPr>
      <w:numPr>
        <w:numId w:val="6"/>
      </w:numPr>
    </w:pPr>
  </w:style>
  <w:style w:type="paragraph" w:customStyle="1" w:styleId="Level1">
    <w:name w:val="Level 1"/>
    <w:basedOn w:val="Normaallaad"/>
    <w:autoRedefine/>
    <w:qFormat/>
    <w:rsid w:val="00240787"/>
    <w:pPr>
      <w:keepNext/>
      <w:numPr>
        <w:numId w:val="4"/>
      </w:numPr>
      <w:tabs>
        <w:tab w:val="clear" w:pos="720"/>
        <w:tab w:val="left" w:pos="567"/>
      </w:tabs>
      <w:autoSpaceDE w:val="0"/>
      <w:autoSpaceDN w:val="0"/>
      <w:adjustRightInd w:val="0"/>
      <w:outlineLvl w:val="0"/>
    </w:pPr>
    <w:rPr>
      <w:rFonts w:cs="Arial"/>
      <w:b/>
      <w:kern w:val="20"/>
      <w:szCs w:val="22"/>
      <w:lang w:eastAsia="en-US"/>
    </w:rPr>
  </w:style>
  <w:style w:type="paragraph" w:customStyle="1" w:styleId="Level2">
    <w:name w:val="Level 2"/>
    <w:basedOn w:val="Normaallaad"/>
    <w:link w:val="Level2Char"/>
    <w:rsid w:val="00346841"/>
    <w:pPr>
      <w:tabs>
        <w:tab w:val="num" w:pos="720"/>
      </w:tabs>
      <w:autoSpaceDE w:val="0"/>
      <w:autoSpaceDN w:val="0"/>
      <w:adjustRightInd w:val="0"/>
      <w:ind w:left="720" w:hanging="720"/>
      <w:outlineLvl w:val="1"/>
    </w:pPr>
    <w:rPr>
      <w:kern w:val="20"/>
      <w:szCs w:val="22"/>
      <w:lang w:val="en-GB" w:eastAsia="en-US"/>
    </w:rPr>
  </w:style>
  <w:style w:type="paragraph" w:customStyle="1" w:styleId="Level3">
    <w:name w:val="Level 3"/>
    <w:basedOn w:val="Normaallaad"/>
    <w:qFormat/>
    <w:rsid w:val="001718EA"/>
    <w:pPr>
      <w:numPr>
        <w:ilvl w:val="2"/>
        <w:numId w:val="4"/>
      </w:numPr>
      <w:autoSpaceDE w:val="0"/>
      <w:autoSpaceDN w:val="0"/>
      <w:adjustRightInd w:val="0"/>
      <w:outlineLvl w:val="2"/>
    </w:pPr>
    <w:rPr>
      <w:rFonts w:cs="Arial"/>
      <w:kern w:val="20"/>
      <w:szCs w:val="22"/>
      <w:lang w:eastAsia="en-US"/>
    </w:rPr>
  </w:style>
  <w:style w:type="paragraph" w:customStyle="1" w:styleId="Level4">
    <w:name w:val="Level 4"/>
    <w:basedOn w:val="Pealkiri4"/>
    <w:qFormat/>
    <w:rsid w:val="00A10E41"/>
    <w:pPr>
      <w:numPr>
        <w:numId w:val="4"/>
      </w:numPr>
    </w:pPr>
  </w:style>
  <w:style w:type="character" w:styleId="Lehekljenumber">
    <w:name w:val="page number"/>
    <w:rsid w:val="0045413F"/>
    <w:rPr>
      <w:rFonts w:ascii="Verdana" w:hAnsi="Verdana"/>
      <w:color w:val="auto"/>
      <w:sz w:val="20"/>
    </w:rPr>
  </w:style>
  <w:style w:type="numbering" w:customStyle="1" w:styleId="StyleNumbered">
    <w:name w:val="Style Numbered"/>
    <w:basedOn w:val="Loendita"/>
    <w:rsid w:val="0068563E"/>
  </w:style>
  <w:style w:type="table" w:styleId="Kontuurtabel">
    <w:name w:val="Table Grid"/>
    <w:basedOn w:val="Normaaltabel"/>
    <w:rsid w:val="00522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allaad"/>
    <w:rsid w:val="00865DA5"/>
    <w:pPr>
      <w:ind w:left="720"/>
    </w:pPr>
    <w:rPr>
      <w:szCs w:val="20"/>
    </w:rPr>
  </w:style>
  <w:style w:type="paragraph" w:customStyle="1" w:styleId="Preambul">
    <w:name w:val="Preambul"/>
    <w:basedOn w:val="Normaallaad"/>
    <w:autoRedefine/>
    <w:rsid w:val="00AB293D"/>
    <w:pPr>
      <w:numPr>
        <w:ilvl w:val="1"/>
        <w:numId w:val="16"/>
      </w:numPr>
    </w:pPr>
  </w:style>
  <w:style w:type="numbering" w:customStyle="1" w:styleId="List1">
    <w:name w:val="List 1"/>
    <w:basedOn w:val="Loendita"/>
    <w:rsid w:val="00522BF6"/>
    <w:pPr>
      <w:numPr>
        <w:numId w:val="1"/>
      </w:numPr>
    </w:pPr>
  </w:style>
  <w:style w:type="paragraph" w:customStyle="1" w:styleId="FirstpageTitle16">
    <w:name w:val="First page Title 16"/>
    <w:basedOn w:val="Normaallaad"/>
    <w:autoRedefine/>
    <w:rsid w:val="00937FCE"/>
    <w:pPr>
      <w:autoSpaceDE w:val="0"/>
      <w:autoSpaceDN w:val="0"/>
      <w:adjustRightInd w:val="0"/>
      <w:jc w:val="center"/>
    </w:pPr>
    <w:rPr>
      <w:b/>
      <w:bCs/>
      <w:caps/>
      <w:kern w:val="20"/>
      <w:sz w:val="22"/>
      <w:szCs w:val="28"/>
      <w:lang w:eastAsia="en-US"/>
    </w:rPr>
  </w:style>
  <w:style w:type="paragraph" w:customStyle="1" w:styleId="FirstpageTitle11">
    <w:name w:val="First page Title 11"/>
    <w:basedOn w:val="Normaallaad"/>
    <w:autoRedefine/>
    <w:rsid w:val="00884808"/>
    <w:pPr>
      <w:autoSpaceDE w:val="0"/>
      <w:autoSpaceDN w:val="0"/>
      <w:adjustRightInd w:val="0"/>
      <w:spacing w:after="360"/>
      <w:jc w:val="center"/>
    </w:pPr>
    <w:rPr>
      <w:b/>
      <w:bCs/>
      <w:caps/>
      <w:kern w:val="20"/>
      <w:sz w:val="22"/>
      <w:szCs w:val="22"/>
      <w:lang w:eastAsia="en-US"/>
    </w:rPr>
  </w:style>
  <w:style w:type="paragraph" w:styleId="Saatjaaadressmbrikul">
    <w:name w:val="envelope return"/>
    <w:autoRedefine/>
    <w:rsid w:val="00E635AF"/>
    <w:pPr>
      <w:ind w:left="1202" w:hanging="482"/>
      <w:jc w:val="both"/>
    </w:pPr>
    <w:rPr>
      <w:rFonts w:ascii="Verdana" w:hAnsi="Verdana" w:cs="Arial"/>
      <w:szCs w:val="22"/>
      <w:lang w:val="et-EE" w:eastAsia="et-EE"/>
    </w:rPr>
  </w:style>
  <w:style w:type="paragraph" w:styleId="mbrikuaadress">
    <w:name w:val="envelope address"/>
    <w:basedOn w:val="Normaallaad"/>
    <w:autoRedefine/>
    <w:rsid w:val="00522BF6"/>
    <w:pPr>
      <w:framePr w:w="7920" w:h="1980" w:hRule="exact" w:hSpace="141" w:wrap="auto" w:hAnchor="page" w:xAlign="center" w:yAlign="bottom"/>
      <w:ind w:left="2880"/>
    </w:pPr>
    <w:rPr>
      <w:rFonts w:cs="Arial"/>
      <w:b/>
      <w:szCs w:val="22"/>
    </w:rPr>
  </w:style>
  <w:style w:type="paragraph" w:styleId="Meilisignatuur">
    <w:name w:val="E-mail Signature"/>
    <w:basedOn w:val="Normaallaad"/>
    <w:autoRedefine/>
    <w:rsid w:val="00E635AF"/>
    <w:pPr>
      <w:jc w:val="left"/>
    </w:pPr>
    <w:rPr>
      <w:color w:val="999999"/>
      <w:sz w:val="15"/>
      <w:szCs w:val="22"/>
    </w:rPr>
  </w:style>
  <w:style w:type="paragraph" w:styleId="Jalus">
    <w:name w:val="footer"/>
    <w:basedOn w:val="Normaallaad"/>
    <w:link w:val="JalusMrk"/>
    <w:uiPriority w:val="99"/>
    <w:rsid w:val="00AF2BA8"/>
    <w:pPr>
      <w:tabs>
        <w:tab w:val="center" w:pos="4536"/>
        <w:tab w:val="right" w:pos="9072"/>
      </w:tabs>
    </w:pPr>
    <w:rPr>
      <w:rFonts w:ascii="Verdana" w:hAnsi="Verdana"/>
    </w:rPr>
  </w:style>
  <w:style w:type="paragraph" w:customStyle="1" w:styleId="Bulletlist1">
    <w:name w:val="Bullet list 1"/>
    <w:basedOn w:val="Normaallaad"/>
    <w:rsid w:val="00F71C72"/>
    <w:pPr>
      <w:numPr>
        <w:numId w:val="3"/>
      </w:numPr>
    </w:pPr>
    <w:rPr>
      <w:szCs w:val="22"/>
    </w:rPr>
  </w:style>
  <w:style w:type="paragraph" w:customStyle="1" w:styleId="Bulletlist2">
    <w:name w:val="Bullet list 2"/>
    <w:basedOn w:val="Normaallaad"/>
    <w:autoRedefine/>
    <w:rsid w:val="00865DA5"/>
    <w:pPr>
      <w:numPr>
        <w:numId w:val="2"/>
      </w:numPr>
      <w:tabs>
        <w:tab w:val="clear" w:pos="924"/>
        <w:tab w:val="left" w:pos="1077"/>
      </w:tabs>
      <w:ind w:left="1077"/>
    </w:pPr>
  </w:style>
  <w:style w:type="paragraph" w:styleId="Loend2">
    <w:name w:val="List 2"/>
    <w:basedOn w:val="Loend"/>
    <w:rsid w:val="00DB2736"/>
    <w:pPr>
      <w:numPr>
        <w:numId w:val="5"/>
      </w:numPr>
      <w:tabs>
        <w:tab w:val="left" w:pos="1077"/>
      </w:tabs>
    </w:pPr>
    <w:rPr>
      <w:szCs w:val="22"/>
    </w:rPr>
  </w:style>
  <w:style w:type="paragraph" w:customStyle="1" w:styleId="level6">
    <w:name w:val="level 6"/>
    <w:basedOn w:val="Normaallaad"/>
    <w:rsid w:val="001718EA"/>
    <w:pPr>
      <w:numPr>
        <w:ilvl w:val="5"/>
        <w:numId w:val="4"/>
      </w:numPr>
    </w:pPr>
  </w:style>
  <w:style w:type="character" w:customStyle="1" w:styleId="Pealkiri3Mrk">
    <w:name w:val="Pealkiri 3 Märk"/>
    <w:aliases w:val="level3 Märk,Numbering 1 Märk"/>
    <w:link w:val="Pealkiri3"/>
    <w:uiPriority w:val="9"/>
    <w:rsid w:val="003F71BE"/>
    <w:rPr>
      <w:rFonts w:ascii="Arial" w:hAnsi="Arial"/>
      <w:szCs w:val="24"/>
      <w:lang w:eastAsia="et-EE"/>
    </w:rPr>
  </w:style>
  <w:style w:type="character" w:customStyle="1" w:styleId="Pealkiri5Mrk">
    <w:name w:val="Pealkiri 5 Märk"/>
    <w:link w:val="Pealkiri5"/>
    <w:rsid w:val="001141B8"/>
    <w:rPr>
      <w:rFonts w:ascii="Verdana" w:hAnsi="Verdana"/>
      <w:szCs w:val="24"/>
      <w:lang w:val="en-GB"/>
    </w:rPr>
  </w:style>
  <w:style w:type="paragraph" w:styleId="Loend">
    <w:name w:val="List"/>
    <w:basedOn w:val="Normaallaad"/>
    <w:qFormat/>
    <w:rsid w:val="00FF625A"/>
    <w:pPr>
      <w:numPr>
        <w:numId w:val="16"/>
      </w:numPr>
    </w:pPr>
  </w:style>
  <w:style w:type="paragraph" w:customStyle="1" w:styleId="Level5">
    <w:name w:val="Level 5"/>
    <w:basedOn w:val="Level4"/>
    <w:qFormat/>
    <w:rsid w:val="00A10E41"/>
    <w:pPr>
      <w:numPr>
        <w:ilvl w:val="4"/>
      </w:numPr>
    </w:pPr>
  </w:style>
  <w:style w:type="numbering" w:customStyle="1" w:styleId="StyleList1OutlinenumberedLeft063cmHanging063cm">
    <w:name w:val="Style List 1 + Outline numbered Left:  063 cm Hanging:  063 cm"/>
    <w:basedOn w:val="Loendita"/>
    <w:rsid w:val="00051B24"/>
    <w:pPr>
      <w:numPr>
        <w:numId w:val="7"/>
      </w:numPr>
    </w:pPr>
  </w:style>
  <w:style w:type="paragraph" w:customStyle="1" w:styleId="LightGrid-Accent31">
    <w:name w:val="Light Grid - Accent 31"/>
    <w:basedOn w:val="Normaallaad"/>
    <w:uiPriority w:val="34"/>
    <w:qFormat/>
    <w:rsid w:val="00540629"/>
    <w:pPr>
      <w:numPr>
        <w:numId w:val="14"/>
      </w:numPr>
    </w:pPr>
  </w:style>
  <w:style w:type="numbering" w:customStyle="1" w:styleId="Style1">
    <w:name w:val="Style1"/>
    <w:uiPriority w:val="99"/>
    <w:rsid w:val="00692981"/>
    <w:pPr>
      <w:numPr>
        <w:numId w:val="8"/>
      </w:numPr>
    </w:pPr>
  </w:style>
  <w:style w:type="character" w:styleId="Hperlink">
    <w:name w:val="Hyperlink"/>
    <w:uiPriority w:val="99"/>
    <w:rsid w:val="00E635AF"/>
    <w:rPr>
      <w:rFonts w:ascii="Verdana" w:hAnsi="Verdana"/>
      <w:color w:val="0000FF"/>
      <w:sz w:val="20"/>
      <w:u w:val="single"/>
    </w:rPr>
  </w:style>
  <w:style w:type="paragraph" w:customStyle="1" w:styleId="Palunloend">
    <w:name w:val="Palun loend"/>
    <w:basedOn w:val="Normaallaad"/>
    <w:rsid w:val="00A10E41"/>
    <w:pPr>
      <w:numPr>
        <w:numId w:val="10"/>
      </w:numPr>
    </w:pPr>
    <w:rPr>
      <w:b/>
      <w:szCs w:val="22"/>
    </w:rPr>
  </w:style>
  <w:style w:type="paragraph" w:customStyle="1" w:styleId="Lisad">
    <w:name w:val="Lisad"/>
    <w:basedOn w:val="Normaallaad"/>
    <w:autoRedefine/>
    <w:rsid w:val="00975798"/>
    <w:pPr>
      <w:numPr>
        <w:numId w:val="11"/>
      </w:numPr>
    </w:pPr>
    <w:rPr>
      <w:szCs w:val="22"/>
      <w:lang w:eastAsia="en-US"/>
    </w:rPr>
  </w:style>
  <w:style w:type="paragraph" w:styleId="SK1">
    <w:name w:val="toc 1"/>
    <w:basedOn w:val="Normaallaad"/>
    <w:next w:val="Normaallaad"/>
    <w:autoRedefine/>
    <w:uiPriority w:val="39"/>
    <w:rsid w:val="00540629"/>
    <w:pPr>
      <w:spacing w:after="120"/>
      <w:ind w:left="567" w:hanging="567"/>
    </w:pPr>
    <w:rPr>
      <w:b/>
    </w:rPr>
  </w:style>
  <w:style w:type="paragraph" w:styleId="SK2">
    <w:name w:val="toc 2"/>
    <w:basedOn w:val="Normaallaad"/>
    <w:next w:val="Normaallaad"/>
    <w:autoRedefine/>
    <w:uiPriority w:val="39"/>
    <w:rsid w:val="00540629"/>
    <w:pPr>
      <w:spacing w:after="120"/>
      <w:ind w:left="1134" w:hanging="567"/>
    </w:pPr>
  </w:style>
  <w:style w:type="paragraph" w:styleId="Jutumullitekst">
    <w:name w:val="Balloon Text"/>
    <w:basedOn w:val="Normaallaad"/>
    <w:link w:val="JutumullitekstMrk"/>
    <w:uiPriority w:val="99"/>
    <w:unhideWhenUsed/>
    <w:rsid w:val="004149A2"/>
    <w:pPr>
      <w:spacing w:after="0"/>
    </w:pPr>
    <w:rPr>
      <w:rFonts w:ascii="Tahoma" w:eastAsia="Calibri" w:hAnsi="Tahoma"/>
      <w:sz w:val="16"/>
      <w:szCs w:val="16"/>
    </w:rPr>
  </w:style>
  <w:style w:type="character" w:customStyle="1" w:styleId="JutumullitekstMrk">
    <w:name w:val="Jutumullitekst Märk"/>
    <w:link w:val="Jutumullitekst"/>
    <w:uiPriority w:val="99"/>
    <w:rsid w:val="004149A2"/>
    <w:rPr>
      <w:rFonts w:ascii="Tahoma" w:eastAsia="Calibri" w:hAnsi="Tahoma"/>
      <w:sz w:val="16"/>
      <w:szCs w:val="16"/>
    </w:rPr>
  </w:style>
  <w:style w:type="paragraph" w:styleId="Pis">
    <w:name w:val="header"/>
    <w:basedOn w:val="Normaallaad"/>
    <w:link w:val="PisMrk"/>
    <w:uiPriority w:val="99"/>
    <w:unhideWhenUsed/>
    <w:rsid w:val="004149A2"/>
    <w:pPr>
      <w:tabs>
        <w:tab w:val="center" w:pos="4536"/>
        <w:tab w:val="right" w:pos="9072"/>
      </w:tabs>
      <w:spacing w:after="0"/>
    </w:pPr>
    <w:rPr>
      <w:rFonts w:ascii="Verdana" w:eastAsia="Calibri" w:hAnsi="Verdana"/>
      <w:szCs w:val="22"/>
      <w:lang w:eastAsia="en-US"/>
    </w:rPr>
  </w:style>
  <w:style w:type="character" w:customStyle="1" w:styleId="PisMrk">
    <w:name w:val="Päis Märk"/>
    <w:link w:val="Pis"/>
    <w:uiPriority w:val="99"/>
    <w:rsid w:val="004149A2"/>
    <w:rPr>
      <w:rFonts w:ascii="Verdana" w:eastAsia="Calibri" w:hAnsi="Verdana"/>
      <w:szCs w:val="22"/>
      <w:lang w:eastAsia="en-US"/>
    </w:rPr>
  </w:style>
  <w:style w:type="character" w:customStyle="1" w:styleId="JalusMrk">
    <w:name w:val="Jalus Märk"/>
    <w:link w:val="Jalus"/>
    <w:uiPriority w:val="99"/>
    <w:rsid w:val="004149A2"/>
    <w:rPr>
      <w:rFonts w:ascii="Verdana" w:hAnsi="Verdana"/>
      <w:szCs w:val="24"/>
    </w:rPr>
  </w:style>
  <w:style w:type="character" w:customStyle="1" w:styleId="Pealkiri1Mrk">
    <w:name w:val="Pealkiri 1 Märk"/>
    <w:link w:val="Pealkiri1"/>
    <w:rsid w:val="009F6C1D"/>
    <w:rPr>
      <w:rFonts w:ascii="Arial" w:hAnsi="Arial"/>
      <w:b/>
      <w:szCs w:val="22"/>
      <w:lang w:val="et-EE" w:eastAsia="et-EE"/>
    </w:rPr>
  </w:style>
  <w:style w:type="character" w:customStyle="1" w:styleId="Pealkiri2Mrk">
    <w:name w:val="Pealkiri 2 Märk"/>
    <w:link w:val="Pealkiri2"/>
    <w:uiPriority w:val="9"/>
    <w:rsid w:val="002E6BFE"/>
    <w:rPr>
      <w:rFonts w:ascii="Arial" w:hAnsi="Arial"/>
      <w:b/>
      <w:bCs/>
      <w:szCs w:val="22"/>
      <w:lang w:val="et-EE" w:eastAsia="et-EE"/>
    </w:rPr>
  </w:style>
  <w:style w:type="character" w:customStyle="1" w:styleId="apple-style-span">
    <w:name w:val="apple-style-span"/>
    <w:basedOn w:val="Liguvaikefont"/>
    <w:rsid w:val="004149A2"/>
  </w:style>
  <w:style w:type="character" w:customStyle="1" w:styleId="Pealkiri4Mrk">
    <w:name w:val="Pealkiri 4 Märk"/>
    <w:aliases w:val="number Märk"/>
    <w:link w:val="Pealkiri4"/>
    <w:uiPriority w:val="9"/>
    <w:rsid w:val="004149A2"/>
    <w:rPr>
      <w:rFonts w:ascii="Verdana" w:hAnsi="Verdana"/>
      <w:szCs w:val="24"/>
      <w:lang w:val="en-GB"/>
    </w:rPr>
  </w:style>
  <w:style w:type="character" w:customStyle="1" w:styleId="Pealkiri6Mrk">
    <w:name w:val="Pealkiri 6 Märk"/>
    <w:aliases w:val="level6 Märk"/>
    <w:link w:val="Pealkiri6"/>
    <w:uiPriority w:val="9"/>
    <w:rsid w:val="004149A2"/>
    <w:rPr>
      <w:rFonts w:ascii="Verdana" w:hAnsi="Verdana"/>
      <w:szCs w:val="22"/>
      <w:lang w:val="en-GB"/>
    </w:rPr>
  </w:style>
  <w:style w:type="character" w:customStyle="1" w:styleId="Pealkiri7Mrk">
    <w:name w:val="Pealkiri 7 Märk"/>
    <w:link w:val="Pealkiri7"/>
    <w:uiPriority w:val="9"/>
    <w:rsid w:val="004149A2"/>
    <w:rPr>
      <w:rFonts w:ascii="Verdana" w:hAnsi="Verdana"/>
      <w:szCs w:val="24"/>
      <w:lang w:val="et-EE" w:eastAsia="et-EE"/>
    </w:rPr>
  </w:style>
  <w:style w:type="character" w:customStyle="1" w:styleId="Pealkiri8Mrk">
    <w:name w:val="Pealkiri 8 Märk"/>
    <w:link w:val="Pealkiri8"/>
    <w:uiPriority w:val="9"/>
    <w:rsid w:val="004149A2"/>
    <w:rPr>
      <w:i/>
      <w:iCs/>
      <w:sz w:val="24"/>
      <w:szCs w:val="24"/>
      <w:lang w:val="et-EE" w:eastAsia="et-EE"/>
    </w:rPr>
  </w:style>
  <w:style w:type="character" w:customStyle="1" w:styleId="Pealkiri9Mrk">
    <w:name w:val="Pealkiri 9 Märk"/>
    <w:link w:val="Pealkiri9"/>
    <w:uiPriority w:val="9"/>
    <w:rsid w:val="004149A2"/>
    <w:rPr>
      <w:rFonts w:ascii="Arial" w:hAnsi="Arial"/>
      <w:szCs w:val="22"/>
      <w:lang w:val="et-EE" w:eastAsia="et-EE"/>
    </w:rPr>
  </w:style>
  <w:style w:type="paragraph" w:customStyle="1" w:styleId="CharChar">
    <w:name w:val="Char Char"/>
    <w:basedOn w:val="Normaallaad"/>
    <w:rsid w:val="004149A2"/>
    <w:pPr>
      <w:spacing w:after="160" w:line="240" w:lineRule="exact"/>
      <w:jc w:val="left"/>
    </w:pPr>
    <w:rPr>
      <w:szCs w:val="20"/>
      <w:lang w:val="en-US" w:eastAsia="en-US"/>
    </w:rPr>
  </w:style>
  <w:style w:type="paragraph" w:styleId="SK3">
    <w:name w:val="toc 3"/>
    <w:basedOn w:val="Normaallaad"/>
    <w:next w:val="Normaallaad"/>
    <w:autoRedefine/>
    <w:uiPriority w:val="39"/>
    <w:unhideWhenUsed/>
    <w:rsid w:val="004149A2"/>
    <w:pPr>
      <w:tabs>
        <w:tab w:val="left" w:pos="1327"/>
        <w:tab w:val="right" w:leader="dot" w:pos="9072"/>
      </w:tabs>
      <w:spacing w:after="120"/>
      <w:ind w:left="1605" w:hanging="720"/>
    </w:pPr>
    <w:rPr>
      <w:rFonts w:eastAsia="Calibri"/>
      <w:szCs w:val="22"/>
      <w:lang w:eastAsia="en-US"/>
    </w:rPr>
  </w:style>
  <w:style w:type="paragraph" w:customStyle="1" w:styleId="LegalHeading2">
    <w:name w:val="Legal Heading 2"/>
    <w:basedOn w:val="Normaallaad"/>
    <w:rsid w:val="004149A2"/>
    <w:pPr>
      <w:numPr>
        <w:ilvl w:val="1"/>
        <w:numId w:val="12"/>
      </w:numPr>
      <w:spacing w:after="0"/>
    </w:pPr>
    <w:rPr>
      <w:rFonts w:ascii="Times New Roman" w:hAnsi="Times New Roman"/>
      <w:b/>
      <w:sz w:val="24"/>
      <w:szCs w:val="20"/>
      <w:lang w:eastAsia="en-US"/>
    </w:rPr>
  </w:style>
  <w:style w:type="paragraph" w:customStyle="1" w:styleId="LegalHeading1">
    <w:name w:val="Legal Heading 1"/>
    <w:basedOn w:val="Normaallaad"/>
    <w:autoRedefine/>
    <w:rsid w:val="004149A2"/>
    <w:pPr>
      <w:numPr>
        <w:numId w:val="12"/>
      </w:numPr>
      <w:tabs>
        <w:tab w:val="clear" w:pos="567"/>
        <w:tab w:val="num" w:pos="540"/>
      </w:tabs>
      <w:spacing w:after="0"/>
    </w:pPr>
    <w:rPr>
      <w:rFonts w:ascii="Book Antiqua" w:hAnsi="Book Antiqua"/>
      <w:b/>
      <w:sz w:val="22"/>
      <w:szCs w:val="22"/>
      <w:lang w:eastAsia="en-US"/>
    </w:rPr>
  </w:style>
  <w:style w:type="paragraph" w:styleId="Loendinumber3">
    <w:name w:val="List Number 3"/>
    <w:basedOn w:val="Normaallaad"/>
    <w:rsid w:val="004149A2"/>
    <w:pPr>
      <w:numPr>
        <w:numId w:val="13"/>
      </w:numPr>
      <w:spacing w:after="0"/>
      <w:jc w:val="left"/>
    </w:pPr>
    <w:rPr>
      <w:rFonts w:ascii="Book Antiqua" w:hAnsi="Book Antiqua"/>
      <w:sz w:val="22"/>
      <w:szCs w:val="22"/>
      <w:lang w:eastAsia="fi-FI"/>
    </w:rPr>
  </w:style>
  <w:style w:type="paragraph" w:styleId="Loendijtk">
    <w:name w:val="List Continue"/>
    <w:basedOn w:val="Normaallaad"/>
    <w:rsid w:val="004149A2"/>
    <w:pPr>
      <w:numPr>
        <w:ilvl w:val="1"/>
        <w:numId w:val="13"/>
      </w:numPr>
      <w:spacing w:after="0"/>
      <w:jc w:val="left"/>
    </w:pPr>
    <w:rPr>
      <w:rFonts w:ascii="Book Antiqua" w:hAnsi="Book Antiqua"/>
      <w:sz w:val="22"/>
      <w:szCs w:val="22"/>
      <w:lang w:eastAsia="fi-FI"/>
    </w:rPr>
  </w:style>
  <w:style w:type="paragraph" w:styleId="Loendijtk3">
    <w:name w:val="List Continue 3"/>
    <w:basedOn w:val="Normaallaad"/>
    <w:rsid w:val="004149A2"/>
    <w:pPr>
      <w:numPr>
        <w:ilvl w:val="2"/>
        <w:numId w:val="13"/>
      </w:numPr>
      <w:spacing w:after="0"/>
      <w:jc w:val="left"/>
    </w:pPr>
    <w:rPr>
      <w:rFonts w:ascii="Book Antiqua" w:hAnsi="Book Antiqua"/>
      <w:sz w:val="22"/>
      <w:szCs w:val="22"/>
      <w:lang w:eastAsia="fi-FI"/>
    </w:rPr>
  </w:style>
  <w:style w:type="paragraph" w:customStyle="1" w:styleId="Default">
    <w:name w:val="Default"/>
    <w:rsid w:val="004149A2"/>
    <w:pPr>
      <w:autoSpaceDE w:val="0"/>
      <w:autoSpaceDN w:val="0"/>
      <w:adjustRightInd w:val="0"/>
    </w:pPr>
    <w:rPr>
      <w:rFonts w:ascii="BookmanOldStyle-Bold" w:hAnsi="BookmanOldStyle-Bold"/>
    </w:rPr>
  </w:style>
  <w:style w:type="paragraph" w:styleId="Kehatekst">
    <w:name w:val="Body Text"/>
    <w:basedOn w:val="Normaallaad"/>
    <w:link w:val="KehatekstMrk"/>
    <w:rsid w:val="004149A2"/>
    <w:pPr>
      <w:spacing w:after="0"/>
    </w:pPr>
    <w:rPr>
      <w:rFonts w:ascii="Times New Roman" w:hAnsi="Times New Roman"/>
      <w:szCs w:val="20"/>
      <w:lang w:val="en-GB" w:eastAsia="en-US"/>
    </w:rPr>
  </w:style>
  <w:style w:type="character" w:customStyle="1" w:styleId="KehatekstMrk">
    <w:name w:val="Kehatekst Märk"/>
    <w:link w:val="Kehatekst"/>
    <w:rsid w:val="004149A2"/>
    <w:rPr>
      <w:lang w:val="en-GB" w:eastAsia="en-US"/>
    </w:rPr>
  </w:style>
  <w:style w:type="paragraph" w:customStyle="1" w:styleId="BodyTextComment">
    <w:name w:val="Body Text Comment"/>
    <w:basedOn w:val="Kehatekst"/>
    <w:rsid w:val="004149A2"/>
    <w:pPr>
      <w:ind w:left="1304"/>
      <w:jc w:val="left"/>
    </w:pPr>
    <w:rPr>
      <w:rFonts w:ascii="Book Antiqua" w:hAnsi="Book Antiqua"/>
      <w:szCs w:val="22"/>
      <w:lang w:eastAsia="fi-FI"/>
    </w:rPr>
  </w:style>
  <w:style w:type="character" w:styleId="Kommentaariviide">
    <w:name w:val="annotation reference"/>
    <w:uiPriority w:val="99"/>
    <w:unhideWhenUsed/>
    <w:rsid w:val="004149A2"/>
    <w:rPr>
      <w:sz w:val="16"/>
      <w:szCs w:val="16"/>
    </w:rPr>
  </w:style>
  <w:style w:type="paragraph" w:styleId="Kommentaaritekst">
    <w:name w:val="annotation text"/>
    <w:basedOn w:val="Normaallaad"/>
    <w:link w:val="KommentaaritekstMrk"/>
    <w:uiPriority w:val="99"/>
    <w:unhideWhenUsed/>
    <w:rsid w:val="004149A2"/>
    <w:rPr>
      <w:rFonts w:ascii="Verdana" w:eastAsia="Calibri" w:hAnsi="Verdana"/>
      <w:szCs w:val="20"/>
      <w:lang w:eastAsia="en-US"/>
    </w:rPr>
  </w:style>
  <w:style w:type="character" w:customStyle="1" w:styleId="KommentaaritekstMrk">
    <w:name w:val="Kommentaari tekst Märk"/>
    <w:link w:val="Kommentaaritekst"/>
    <w:uiPriority w:val="99"/>
    <w:rsid w:val="004149A2"/>
    <w:rPr>
      <w:rFonts w:ascii="Verdana" w:eastAsia="Calibri" w:hAnsi="Verdana"/>
      <w:lang w:eastAsia="en-US"/>
    </w:rPr>
  </w:style>
  <w:style w:type="paragraph" w:styleId="Kommentaariteema">
    <w:name w:val="annotation subject"/>
    <w:basedOn w:val="Kommentaaritekst"/>
    <w:next w:val="Kommentaaritekst"/>
    <w:link w:val="KommentaariteemaMrk"/>
    <w:uiPriority w:val="99"/>
    <w:unhideWhenUsed/>
    <w:rsid w:val="004149A2"/>
    <w:rPr>
      <w:b/>
      <w:bCs/>
    </w:rPr>
  </w:style>
  <w:style w:type="character" w:customStyle="1" w:styleId="KommentaariteemaMrk">
    <w:name w:val="Kommentaari teema Märk"/>
    <w:link w:val="Kommentaariteema"/>
    <w:uiPriority w:val="99"/>
    <w:rsid w:val="004149A2"/>
    <w:rPr>
      <w:rFonts w:ascii="Verdana" w:eastAsia="Calibri" w:hAnsi="Verdana"/>
      <w:b/>
      <w:bCs/>
      <w:lang w:eastAsia="en-US"/>
    </w:rPr>
  </w:style>
  <w:style w:type="character" w:customStyle="1" w:styleId="DeltaViewInsertion">
    <w:name w:val="DeltaView Insertion"/>
    <w:uiPriority w:val="99"/>
    <w:rsid w:val="004149A2"/>
    <w:rPr>
      <w:color w:val="0000FF"/>
      <w:u w:val="double"/>
    </w:rPr>
  </w:style>
  <w:style w:type="paragraph" w:styleId="Pealkiri">
    <w:name w:val="Title"/>
    <w:basedOn w:val="Normaallaad"/>
    <w:next w:val="Normaallaad"/>
    <w:link w:val="PealkiriMrk"/>
    <w:qFormat/>
    <w:rsid w:val="00531B80"/>
    <w:pPr>
      <w:spacing w:after="360"/>
      <w:jc w:val="center"/>
    </w:pPr>
    <w:rPr>
      <w:rFonts w:ascii="Verdana" w:hAnsi="Verdana"/>
      <w:b/>
      <w:spacing w:val="5"/>
      <w:kern w:val="28"/>
      <w:szCs w:val="52"/>
      <w:lang w:val="en-GB"/>
    </w:rPr>
  </w:style>
  <w:style w:type="character" w:customStyle="1" w:styleId="PealkiriMrk">
    <w:name w:val="Pealkiri Märk"/>
    <w:link w:val="Pealkiri"/>
    <w:rsid w:val="00531B80"/>
    <w:rPr>
      <w:rFonts w:ascii="Verdana" w:eastAsia="Times New Roman" w:hAnsi="Verdana" w:cs="Times New Roman"/>
      <w:b/>
      <w:spacing w:val="5"/>
      <w:kern w:val="28"/>
      <w:szCs w:val="52"/>
      <w:lang w:val="en-GB"/>
    </w:rPr>
  </w:style>
  <w:style w:type="character" w:customStyle="1" w:styleId="Level2Char">
    <w:name w:val="Level 2 Char"/>
    <w:link w:val="Level2"/>
    <w:rsid w:val="00346841"/>
    <w:rPr>
      <w:rFonts w:ascii="Arial" w:hAnsi="Arial" w:cs="Arial"/>
      <w:kern w:val="20"/>
      <w:szCs w:val="22"/>
      <w:lang w:val="en-GB" w:eastAsia="en-US"/>
    </w:rPr>
  </w:style>
  <w:style w:type="character" w:customStyle="1" w:styleId="StyleListFirstline0cm">
    <w:name w:val="Style List + First line:  0 cm"/>
    <w:uiPriority w:val="1"/>
    <w:rsid w:val="00AF5DF2"/>
    <w:rPr>
      <w:rFonts w:ascii="Arial" w:hAnsi="Arial"/>
      <w:sz w:val="20"/>
    </w:rPr>
  </w:style>
  <w:style w:type="paragraph" w:customStyle="1" w:styleId="StyleListFirstline0cm1">
    <w:name w:val="Style List + First line:  0 cm1"/>
    <w:basedOn w:val="Level4"/>
    <w:rsid w:val="006E33C2"/>
    <w:pPr>
      <w:ind w:firstLine="0"/>
    </w:pPr>
    <w:rPr>
      <w:szCs w:val="20"/>
    </w:rPr>
  </w:style>
  <w:style w:type="character" w:styleId="Klastatudhperlink">
    <w:name w:val="FollowedHyperlink"/>
    <w:rsid w:val="0033443D"/>
    <w:rPr>
      <w:color w:val="606420"/>
      <w:u w:val="single"/>
    </w:rPr>
  </w:style>
  <w:style w:type="paragraph" w:customStyle="1" w:styleId="MediumGrid1-Accent21">
    <w:name w:val="Medium Grid 1 - Accent 21"/>
    <w:basedOn w:val="Normaallaad"/>
    <w:uiPriority w:val="34"/>
    <w:qFormat/>
    <w:rsid w:val="00CA207D"/>
    <w:pPr>
      <w:tabs>
        <w:tab w:val="num" w:pos="720"/>
      </w:tabs>
      <w:ind w:left="720" w:hanging="720"/>
    </w:pPr>
  </w:style>
  <w:style w:type="paragraph" w:customStyle="1" w:styleId="FirstpageTitle14">
    <w:name w:val="First page Title 14"/>
    <w:basedOn w:val="Normaallaad"/>
    <w:autoRedefine/>
    <w:rsid w:val="001D5D3E"/>
    <w:pPr>
      <w:autoSpaceDE w:val="0"/>
      <w:autoSpaceDN w:val="0"/>
      <w:adjustRightInd w:val="0"/>
      <w:jc w:val="center"/>
    </w:pPr>
    <w:rPr>
      <w:b/>
      <w:bCs/>
      <w:caps/>
      <w:kern w:val="20"/>
      <w:sz w:val="32"/>
      <w:szCs w:val="32"/>
      <w:lang w:eastAsia="en-US"/>
    </w:rPr>
  </w:style>
  <w:style w:type="paragraph" w:customStyle="1" w:styleId="ColorfulList-Accent11">
    <w:name w:val="Colorful List - Accent 11"/>
    <w:basedOn w:val="Normaallaad"/>
    <w:uiPriority w:val="34"/>
    <w:qFormat/>
    <w:rsid w:val="004415EE"/>
    <w:pPr>
      <w:ind w:left="720"/>
      <w:contextualSpacing/>
    </w:pPr>
    <w:rPr>
      <w:rFonts w:ascii="Verdana" w:hAnsi="Verdana"/>
    </w:rPr>
  </w:style>
  <w:style w:type="paragraph" w:customStyle="1" w:styleId="BodyText2">
    <w:name w:val="Body Text2"/>
    <w:basedOn w:val="Normaallaad"/>
    <w:rsid w:val="00C530BC"/>
    <w:pPr>
      <w:ind w:left="720"/>
    </w:pPr>
    <w:rPr>
      <w:rFonts w:ascii="Verdana" w:hAnsi="Verdana"/>
      <w:szCs w:val="20"/>
      <w:lang w:val="en-US"/>
    </w:rPr>
  </w:style>
  <w:style w:type="paragraph" w:styleId="Redaktsioon">
    <w:name w:val="Revision"/>
    <w:hidden/>
    <w:uiPriority w:val="99"/>
    <w:semiHidden/>
    <w:rsid w:val="001F6B98"/>
    <w:rPr>
      <w:rFonts w:ascii="Arial" w:hAnsi="Arial"/>
      <w:szCs w:val="24"/>
      <w:lang w:val="et-EE" w:eastAsia="et-EE"/>
    </w:rPr>
  </w:style>
  <w:style w:type="paragraph" w:styleId="Loendilik">
    <w:name w:val="List Paragraph"/>
    <w:basedOn w:val="Normaallaad"/>
    <w:uiPriority w:val="34"/>
    <w:qFormat/>
    <w:rsid w:val="00306F38"/>
    <w:pPr>
      <w:spacing w:after="0"/>
      <w:ind w:left="720"/>
      <w:contextualSpacing/>
    </w:pPr>
    <w:rPr>
      <w:rFonts w:ascii="Book Antiqua" w:hAnsi="Book Antiqu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70332">
      <w:bodyDiv w:val="1"/>
      <w:marLeft w:val="0"/>
      <w:marRight w:val="0"/>
      <w:marTop w:val="0"/>
      <w:marBottom w:val="0"/>
      <w:divBdr>
        <w:top w:val="none" w:sz="0" w:space="0" w:color="auto"/>
        <w:left w:val="none" w:sz="0" w:space="0" w:color="auto"/>
        <w:bottom w:val="none" w:sz="0" w:space="0" w:color="auto"/>
        <w:right w:val="none" w:sz="0" w:space="0" w:color="auto"/>
      </w:divBdr>
    </w:div>
    <w:div w:id="145826099">
      <w:bodyDiv w:val="1"/>
      <w:marLeft w:val="0"/>
      <w:marRight w:val="0"/>
      <w:marTop w:val="0"/>
      <w:marBottom w:val="0"/>
      <w:divBdr>
        <w:top w:val="none" w:sz="0" w:space="0" w:color="auto"/>
        <w:left w:val="none" w:sz="0" w:space="0" w:color="auto"/>
        <w:bottom w:val="none" w:sz="0" w:space="0" w:color="auto"/>
        <w:right w:val="none" w:sz="0" w:space="0" w:color="auto"/>
      </w:divBdr>
    </w:div>
    <w:div w:id="465197011">
      <w:bodyDiv w:val="1"/>
      <w:marLeft w:val="0"/>
      <w:marRight w:val="0"/>
      <w:marTop w:val="0"/>
      <w:marBottom w:val="0"/>
      <w:divBdr>
        <w:top w:val="none" w:sz="0" w:space="0" w:color="auto"/>
        <w:left w:val="none" w:sz="0" w:space="0" w:color="auto"/>
        <w:bottom w:val="none" w:sz="0" w:space="0" w:color="auto"/>
        <w:right w:val="none" w:sz="0" w:space="0" w:color="auto"/>
      </w:divBdr>
    </w:div>
    <w:div w:id="589234874">
      <w:bodyDiv w:val="1"/>
      <w:marLeft w:val="0"/>
      <w:marRight w:val="0"/>
      <w:marTop w:val="0"/>
      <w:marBottom w:val="0"/>
      <w:divBdr>
        <w:top w:val="none" w:sz="0" w:space="0" w:color="auto"/>
        <w:left w:val="none" w:sz="0" w:space="0" w:color="auto"/>
        <w:bottom w:val="none" w:sz="0" w:space="0" w:color="auto"/>
        <w:right w:val="none" w:sz="0" w:space="0" w:color="auto"/>
      </w:divBdr>
      <w:divsChild>
        <w:div w:id="15162208">
          <w:marLeft w:val="0"/>
          <w:marRight w:val="0"/>
          <w:marTop w:val="0"/>
          <w:marBottom w:val="0"/>
          <w:divBdr>
            <w:top w:val="none" w:sz="0" w:space="0" w:color="auto"/>
            <w:left w:val="none" w:sz="0" w:space="0" w:color="auto"/>
            <w:bottom w:val="none" w:sz="0" w:space="0" w:color="auto"/>
            <w:right w:val="none" w:sz="0" w:space="0" w:color="auto"/>
          </w:divBdr>
        </w:div>
        <w:div w:id="187645825">
          <w:marLeft w:val="0"/>
          <w:marRight w:val="0"/>
          <w:marTop w:val="0"/>
          <w:marBottom w:val="0"/>
          <w:divBdr>
            <w:top w:val="none" w:sz="0" w:space="0" w:color="auto"/>
            <w:left w:val="none" w:sz="0" w:space="0" w:color="auto"/>
            <w:bottom w:val="none" w:sz="0" w:space="0" w:color="auto"/>
            <w:right w:val="none" w:sz="0" w:space="0" w:color="auto"/>
          </w:divBdr>
        </w:div>
        <w:div w:id="1075132056">
          <w:marLeft w:val="0"/>
          <w:marRight w:val="0"/>
          <w:marTop w:val="0"/>
          <w:marBottom w:val="0"/>
          <w:divBdr>
            <w:top w:val="none" w:sz="0" w:space="0" w:color="auto"/>
            <w:left w:val="none" w:sz="0" w:space="0" w:color="auto"/>
            <w:bottom w:val="none" w:sz="0" w:space="0" w:color="auto"/>
            <w:right w:val="none" w:sz="0" w:space="0" w:color="auto"/>
          </w:divBdr>
        </w:div>
        <w:div w:id="1699117573">
          <w:marLeft w:val="0"/>
          <w:marRight w:val="0"/>
          <w:marTop w:val="0"/>
          <w:marBottom w:val="0"/>
          <w:divBdr>
            <w:top w:val="none" w:sz="0" w:space="0" w:color="auto"/>
            <w:left w:val="none" w:sz="0" w:space="0" w:color="auto"/>
            <w:bottom w:val="none" w:sz="0" w:space="0" w:color="auto"/>
            <w:right w:val="none" w:sz="0" w:space="0" w:color="auto"/>
          </w:divBdr>
        </w:div>
      </w:divsChild>
    </w:div>
    <w:div w:id="693266429">
      <w:bodyDiv w:val="1"/>
      <w:marLeft w:val="0"/>
      <w:marRight w:val="0"/>
      <w:marTop w:val="0"/>
      <w:marBottom w:val="0"/>
      <w:divBdr>
        <w:top w:val="none" w:sz="0" w:space="0" w:color="auto"/>
        <w:left w:val="none" w:sz="0" w:space="0" w:color="auto"/>
        <w:bottom w:val="none" w:sz="0" w:space="0" w:color="auto"/>
        <w:right w:val="none" w:sz="0" w:space="0" w:color="auto"/>
      </w:divBdr>
    </w:div>
    <w:div w:id="723942669">
      <w:bodyDiv w:val="1"/>
      <w:marLeft w:val="0"/>
      <w:marRight w:val="0"/>
      <w:marTop w:val="0"/>
      <w:marBottom w:val="0"/>
      <w:divBdr>
        <w:top w:val="none" w:sz="0" w:space="0" w:color="auto"/>
        <w:left w:val="none" w:sz="0" w:space="0" w:color="auto"/>
        <w:bottom w:val="none" w:sz="0" w:space="0" w:color="auto"/>
        <w:right w:val="none" w:sz="0" w:space="0" w:color="auto"/>
      </w:divBdr>
    </w:div>
    <w:div w:id="749080003">
      <w:bodyDiv w:val="1"/>
      <w:marLeft w:val="0"/>
      <w:marRight w:val="0"/>
      <w:marTop w:val="0"/>
      <w:marBottom w:val="0"/>
      <w:divBdr>
        <w:top w:val="none" w:sz="0" w:space="0" w:color="auto"/>
        <w:left w:val="none" w:sz="0" w:space="0" w:color="auto"/>
        <w:bottom w:val="none" w:sz="0" w:space="0" w:color="auto"/>
        <w:right w:val="none" w:sz="0" w:space="0" w:color="auto"/>
      </w:divBdr>
    </w:div>
    <w:div w:id="817040411">
      <w:bodyDiv w:val="1"/>
      <w:marLeft w:val="0"/>
      <w:marRight w:val="0"/>
      <w:marTop w:val="0"/>
      <w:marBottom w:val="0"/>
      <w:divBdr>
        <w:top w:val="none" w:sz="0" w:space="0" w:color="auto"/>
        <w:left w:val="none" w:sz="0" w:space="0" w:color="auto"/>
        <w:bottom w:val="none" w:sz="0" w:space="0" w:color="auto"/>
        <w:right w:val="none" w:sz="0" w:space="0" w:color="auto"/>
      </w:divBdr>
    </w:div>
    <w:div w:id="819928313">
      <w:bodyDiv w:val="1"/>
      <w:marLeft w:val="0"/>
      <w:marRight w:val="0"/>
      <w:marTop w:val="0"/>
      <w:marBottom w:val="0"/>
      <w:divBdr>
        <w:top w:val="none" w:sz="0" w:space="0" w:color="auto"/>
        <w:left w:val="none" w:sz="0" w:space="0" w:color="auto"/>
        <w:bottom w:val="none" w:sz="0" w:space="0" w:color="auto"/>
        <w:right w:val="none" w:sz="0" w:space="0" w:color="auto"/>
      </w:divBdr>
    </w:div>
    <w:div w:id="856499280">
      <w:bodyDiv w:val="1"/>
      <w:marLeft w:val="0"/>
      <w:marRight w:val="0"/>
      <w:marTop w:val="0"/>
      <w:marBottom w:val="0"/>
      <w:divBdr>
        <w:top w:val="none" w:sz="0" w:space="0" w:color="auto"/>
        <w:left w:val="none" w:sz="0" w:space="0" w:color="auto"/>
        <w:bottom w:val="none" w:sz="0" w:space="0" w:color="auto"/>
        <w:right w:val="none" w:sz="0" w:space="0" w:color="auto"/>
      </w:divBdr>
    </w:div>
    <w:div w:id="926109204">
      <w:bodyDiv w:val="1"/>
      <w:marLeft w:val="0"/>
      <w:marRight w:val="0"/>
      <w:marTop w:val="0"/>
      <w:marBottom w:val="0"/>
      <w:divBdr>
        <w:top w:val="none" w:sz="0" w:space="0" w:color="auto"/>
        <w:left w:val="none" w:sz="0" w:space="0" w:color="auto"/>
        <w:bottom w:val="none" w:sz="0" w:space="0" w:color="auto"/>
        <w:right w:val="none" w:sz="0" w:space="0" w:color="auto"/>
      </w:divBdr>
    </w:div>
    <w:div w:id="943922976">
      <w:bodyDiv w:val="1"/>
      <w:marLeft w:val="0"/>
      <w:marRight w:val="0"/>
      <w:marTop w:val="0"/>
      <w:marBottom w:val="0"/>
      <w:divBdr>
        <w:top w:val="none" w:sz="0" w:space="0" w:color="auto"/>
        <w:left w:val="none" w:sz="0" w:space="0" w:color="auto"/>
        <w:bottom w:val="none" w:sz="0" w:space="0" w:color="auto"/>
        <w:right w:val="none" w:sz="0" w:space="0" w:color="auto"/>
      </w:divBdr>
    </w:div>
    <w:div w:id="1008211779">
      <w:bodyDiv w:val="1"/>
      <w:marLeft w:val="0"/>
      <w:marRight w:val="0"/>
      <w:marTop w:val="0"/>
      <w:marBottom w:val="0"/>
      <w:divBdr>
        <w:top w:val="none" w:sz="0" w:space="0" w:color="auto"/>
        <w:left w:val="none" w:sz="0" w:space="0" w:color="auto"/>
        <w:bottom w:val="none" w:sz="0" w:space="0" w:color="auto"/>
        <w:right w:val="none" w:sz="0" w:space="0" w:color="auto"/>
      </w:divBdr>
    </w:div>
    <w:div w:id="1753963593">
      <w:bodyDiv w:val="1"/>
      <w:marLeft w:val="0"/>
      <w:marRight w:val="0"/>
      <w:marTop w:val="0"/>
      <w:marBottom w:val="0"/>
      <w:divBdr>
        <w:top w:val="none" w:sz="0" w:space="0" w:color="auto"/>
        <w:left w:val="none" w:sz="0" w:space="0" w:color="auto"/>
        <w:bottom w:val="none" w:sz="0" w:space="0" w:color="auto"/>
        <w:right w:val="none" w:sz="0" w:space="0" w:color="auto"/>
      </w:divBdr>
    </w:div>
    <w:div w:id="1816681651">
      <w:bodyDiv w:val="1"/>
      <w:marLeft w:val="0"/>
      <w:marRight w:val="0"/>
      <w:marTop w:val="0"/>
      <w:marBottom w:val="0"/>
      <w:divBdr>
        <w:top w:val="none" w:sz="0" w:space="0" w:color="auto"/>
        <w:left w:val="none" w:sz="0" w:space="0" w:color="auto"/>
        <w:bottom w:val="none" w:sz="0" w:space="0" w:color="auto"/>
        <w:right w:val="none" w:sz="0" w:space="0" w:color="auto"/>
      </w:divBdr>
    </w:div>
    <w:div w:id="1835028817">
      <w:bodyDiv w:val="1"/>
      <w:marLeft w:val="0"/>
      <w:marRight w:val="0"/>
      <w:marTop w:val="0"/>
      <w:marBottom w:val="0"/>
      <w:divBdr>
        <w:top w:val="none" w:sz="0" w:space="0" w:color="auto"/>
        <w:left w:val="none" w:sz="0" w:space="0" w:color="auto"/>
        <w:bottom w:val="none" w:sz="0" w:space="0" w:color="auto"/>
        <w:right w:val="none" w:sz="0" w:space="0" w:color="auto"/>
      </w:divBdr>
    </w:div>
    <w:div w:id="2129084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53" Type="http://schemas.openxmlformats.org/officeDocument/2006/relationships/customXml" Target="../customXml/item53.xml"/><Relationship Id="rId74" Type="http://schemas.openxmlformats.org/officeDocument/2006/relationships/customXml" Target="../customXml/item74.xml"/><Relationship Id="rId128" Type="http://schemas.openxmlformats.org/officeDocument/2006/relationships/customXml" Target="../customXml/item128.xml"/><Relationship Id="rId149" Type="http://schemas.openxmlformats.org/officeDocument/2006/relationships/endnotes" Target="endnotes.xml"/><Relationship Id="rId5" Type="http://schemas.openxmlformats.org/officeDocument/2006/relationships/customXml" Target="../customXml/item5.xml"/><Relationship Id="rId95" Type="http://schemas.openxmlformats.org/officeDocument/2006/relationships/customXml" Target="../customXml/item95.xml"/><Relationship Id="rId22" Type="http://schemas.openxmlformats.org/officeDocument/2006/relationships/customXml" Target="../customXml/item22.xml"/><Relationship Id="rId43" Type="http://schemas.openxmlformats.org/officeDocument/2006/relationships/customXml" Target="../customXml/item43.xml"/><Relationship Id="rId64" Type="http://schemas.openxmlformats.org/officeDocument/2006/relationships/customXml" Target="../customXml/item64.xml"/><Relationship Id="rId118" Type="http://schemas.openxmlformats.org/officeDocument/2006/relationships/customXml" Target="../customXml/item118.xml"/><Relationship Id="rId139" Type="http://schemas.openxmlformats.org/officeDocument/2006/relationships/customXml" Target="../customXml/item139.xml"/><Relationship Id="rId80" Type="http://schemas.openxmlformats.org/officeDocument/2006/relationships/customXml" Target="../customXml/item80.xml"/><Relationship Id="rId85" Type="http://schemas.openxmlformats.org/officeDocument/2006/relationships/customXml" Target="../customXml/item85.xml"/><Relationship Id="rId150" Type="http://schemas.openxmlformats.org/officeDocument/2006/relationships/header" Target="header1.xml"/><Relationship Id="rId155" Type="http://schemas.openxmlformats.org/officeDocument/2006/relationships/footer" Target="footer3.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124" Type="http://schemas.openxmlformats.org/officeDocument/2006/relationships/customXml" Target="../customXml/item124.xml"/><Relationship Id="rId129" Type="http://schemas.openxmlformats.org/officeDocument/2006/relationships/customXml" Target="../customXml/item129.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40" Type="http://schemas.openxmlformats.org/officeDocument/2006/relationships/customXml" Target="../customXml/item140.xml"/><Relationship Id="rId145"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customXml" Target="../customXml/item119.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130" Type="http://schemas.openxmlformats.org/officeDocument/2006/relationships/customXml" Target="../customXml/item130.xml"/><Relationship Id="rId135" Type="http://schemas.openxmlformats.org/officeDocument/2006/relationships/customXml" Target="../customXml/item135.xml"/><Relationship Id="rId151" Type="http://schemas.openxmlformats.org/officeDocument/2006/relationships/header" Target="header2.xml"/><Relationship Id="rId156" Type="http://schemas.openxmlformats.org/officeDocument/2006/relationships/fontTable" Target="fontTable.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settings" Target="setting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theme" Target="theme/theme1.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header" Target="header3.xml"/><Relationship Id="rId16" Type="http://schemas.openxmlformats.org/officeDocument/2006/relationships/customXml" Target="../customXml/item16.xml"/><Relationship Id="rId37" Type="http://schemas.openxmlformats.org/officeDocument/2006/relationships/customXml" Target="../customXml/item37.xml"/><Relationship Id="rId58" Type="http://schemas.openxmlformats.org/officeDocument/2006/relationships/customXml" Target="../customXml/item58.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44" Type="http://schemas.openxmlformats.org/officeDocument/2006/relationships/numbering" Target="numbering.xml"/><Relationship Id="rId90" Type="http://schemas.openxmlformats.org/officeDocument/2006/relationships/customXml" Target="../customXml/item90.xml"/><Relationship Id="rId27" Type="http://schemas.openxmlformats.org/officeDocument/2006/relationships/customXml" Target="../customXml/item27.xml"/><Relationship Id="rId48" Type="http://schemas.openxmlformats.org/officeDocument/2006/relationships/customXml" Target="../customXml/item48.xml"/><Relationship Id="rId69" Type="http://schemas.openxmlformats.org/officeDocument/2006/relationships/customXml" Target="../customXml/item69.xml"/><Relationship Id="rId113" Type="http://schemas.openxmlformats.org/officeDocument/2006/relationships/customXml" Target="../customXml/item113.xml"/><Relationship Id="rId134" Type="http://schemas.openxmlformats.org/officeDocument/2006/relationships/customXml" Target="../customXml/item134.xml"/></Relationships>
</file>

<file path=word/_rels/settings.xml.rels><?xml version="1.0" encoding="UTF-8" standalone="yes"?>
<Relationships xmlns="http://schemas.openxmlformats.org/package/2006/relationships"><Relationship Id="rId1" Type="http://schemas.openxmlformats.org/officeDocument/2006/relationships/attachedTemplate" Target="file:///E:\S%20-%2004%20N&#228;idised\02%20MA\01%20SHA\01%20Shareholders%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00.xml><?xml version="1.0" encoding="utf-8"?>
<b:Sources xmlns:b="http://schemas.openxmlformats.org/officeDocument/2006/bibliography" xmlns="http://schemas.openxmlformats.org/officeDocument/2006/bibliography" SelectedStyle="\APA.XSL" StyleName="APA Fifth Edition"/>
</file>

<file path=customXml/item101.xml><?xml version="1.0" encoding="utf-8"?>
<b:Sources xmlns:b="http://schemas.openxmlformats.org/officeDocument/2006/bibliography" xmlns="http://schemas.openxmlformats.org/officeDocument/2006/bibliography" SelectedStyle="\APA.XSL" StyleName="APA Fifth Edition"/>
</file>

<file path=customXml/item102.xml><?xml version="1.0" encoding="utf-8"?>
<b:Sources xmlns:b="http://schemas.openxmlformats.org/officeDocument/2006/bibliography" xmlns="http://schemas.openxmlformats.org/officeDocument/2006/bibliography" SelectedStyle="\APA.XSL" StyleName="APA Fifth Edition"/>
</file>

<file path=customXml/item103.xml><?xml version="1.0" encoding="utf-8"?>
<b:Sources xmlns:b="http://schemas.openxmlformats.org/officeDocument/2006/bibliography" xmlns="http://schemas.openxmlformats.org/officeDocument/2006/bibliography" SelectedStyle="\APA.XSL" StyleName="APA Fifth Edition"/>
</file>

<file path=customXml/item104.xml><?xml version="1.0" encoding="utf-8"?>
<b:Sources xmlns:b="http://schemas.openxmlformats.org/officeDocument/2006/bibliography" xmlns="http://schemas.openxmlformats.org/officeDocument/2006/bibliography" SelectedStyle="\APA.XSL" StyleName="APA Fifth Edition"/>
</file>

<file path=customXml/item105.xml><?xml version="1.0" encoding="utf-8"?>
<b:Sources xmlns:b="http://schemas.openxmlformats.org/officeDocument/2006/bibliography" xmlns="http://schemas.openxmlformats.org/officeDocument/2006/bibliography" SelectedStyle="\APA.XSL" StyleName="APA Fifth Edition"/>
</file>

<file path=customXml/item106.xml><?xml version="1.0" encoding="utf-8"?>
<b:Sources xmlns:b="http://schemas.openxmlformats.org/officeDocument/2006/bibliography" xmlns="http://schemas.openxmlformats.org/officeDocument/2006/bibliography" SelectedStyle="\APA.XSL" StyleName="APA Fifth Edition"/>
</file>

<file path=customXml/item107.xml><?xml version="1.0" encoding="utf-8"?>
<b:Sources xmlns:b="http://schemas.openxmlformats.org/officeDocument/2006/bibliography" xmlns="http://schemas.openxmlformats.org/officeDocument/2006/bibliography" SelectedStyle="\APA.XSL" StyleName="APA Fifth Edition"/>
</file>

<file path=customXml/item108.xml><?xml version="1.0" encoding="utf-8"?>
<b:Sources xmlns:b="http://schemas.openxmlformats.org/officeDocument/2006/bibliography" xmlns="http://schemas.openxmlformats.org/officeDocument/2006/bibliography" SelectedStyle="\APA.XSL" StyleName="APA Fifth Edition"/>
</file>

<file path=customXml/item109.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10.xml><?xml version="1.0" encoding="utf-8"?>
<b:Sources xmlns:b="http://schemas.openxmlformats.org/officeDocument/2006/bibliography" xmlns="http://schemas.openxmlformats.org/officeDocument/2006/bibliography" SelectedStyle="\APA.XSL" StyleName="APA Fifth Edition"/>
</file>

<file path=customXml/item111.xml><?xml version="1.0" encoding="utf-8"?>
<b:Sources xmlns:b="http://schemas.openxmlformats.org/officeDocument/2006/bibliography" xmlns="http://schemas.openxmlformats.org/officeDocument/2006/bibliography" SelectedStyle="\APA.XSL" StyleName="APA Fifth Edition"/>
</file>

<file path=customXml/item112.xml><?xml version="1.0" encoding="utf-8"?>
<b:Sources xmlns:b="http://schemas.openxmlformats.org/officeDocument/2006/bibliography" xmlns="http://schemas.openxmlformats.org/officeDocument/2006/bibliography" SelectedStyle="\APA.XSL" StyleName="APA Fifth Edition"/>
</file>

<file path=customXml/item113.xml><?xml version="1.0" encoding="utf-8"?>
<b:Sources xmlns:b="http://schemas.openxmlformats.org/officeDocument/2006/bibliography" xmlns="http://schemas.openxmlformats.org/officeDocument/2006/bibliography" SelectedStyle="\APA.XSL" StyleName="APA Fifth Edition"/>
</file>

<file path=customXml/item114.xml><?xml version="1.0" encoding="utf-8"?>
<b:Sources xmlns:b="http://schemas.openxmlformats.org/officeDocument/2006/bibliography" xmlns="http://schemas.openxmlformats.org/officeDocument/2006/bibliography" SelectedStyle="\APA.XSL" StyleName="APA Fifth Edition"/>
</file>

<file path=customXml/item115.xml><?xml version="1.0" encoding="utf-8"?>
<b:Sources xmlns:b="http://schemas.openxmlformats.org/officeDocument/2006/bibliography" xmlns="http://schemas.openxmlformats.org/officeDocument/2006/bibliography" SelectedStyle="\APA.XSL" StyleName="APA Fifth Edition"/>
</file>

<file path=customXml/item116.xml><?xml version="1.0" encoding="utf-8"?>
<b:Sources xmlns:b="http://schemas.openxmlformats.org/officeDocument/2006/bibliography" xmlns="http://schemas.openxmlformats.org/officeDocument/2006/bibliography" SelectedStyle="\APA.XSL" StyleName="APA Fifth Edition"/>
</file>

<file path=customXml/item117.xml><?xml version="1.0" encoding="utf-8"?>
<b:Sources xmlns:b="http://schemas.openxmlformats.org/officeDocument/2006/bibliography" xmlns="http://schemas.openxmlformats.org/officeDocument/2006/bibliography" SelectedStyle="\APA.XSL" StyleName="APA Fifth Edition"/>
</file>

<file path=customXml/item118.xml><?xml version="1.0" encoding="utf-8"?>
<b:Sources xmlns:b="http://schemas.openxmlformats.org/officeDocument/2006/bibliography" xmlns="http://schemas.openxmlformats.org/officeDocument/2006/bibliography" SelectedStyle="\APA.XSL" StyleName="APA Fifth Edition"/>
</file>

<file path=customXml/item119.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20.xml><?xml version="1.0" encoding="utf-8"?>
<b:Sources xmlns:b="http://schemas.openxmlformats.org/officeDocument/2006/bibliography" xmlns="http://schemas.openxmlformats.org/officeDocument/2006/bibliography" SelectedStyle="\APA.XSL" StyleName="APA Fifth Edition"/>
</file>

<file path=customXml/item121.xml><?xml version="1.0" encoding="utf-8"?>
<b:Sources xmlns:b="http://schemas.openxmlformats.org/officeDocument/2006/bibliography" xmlns="http://schemas.openxmlformats.org/officeDocument/2006/bibliography" SelectedStyle="\APA.XSL" StyleName="APA Fifth Edition"/>
</file>

<file path=customXml/item122.xml><?xml version="1.0" encoding="utf-8"?>
<b:Sources xmlns:b="http://schemas.openxmlformats.org/officeDocument/2006/bibliography" xmlns="http://schemas.openxmlformats.org/officeDocument/2006/bibliography" SelectedStyle="\APA.XSL" StyleName="APA Fifth Edition"/>
</file>

<file path=customXml/item123.xml><?xml version="1.0" encoding="utf-8"?>
<b:Sources xmlns:b="http://schemas.openxmlformats.org/officeDocument/2006/bibliography" xmlns="http://schemas.openxmlformats.org/officeDocument/2006/bibliography" SelectedStyle="\APA.XSL" StyleName="APA Fifth Edition"/>
</file>

<file path=customXml/item124.xml><?xml version="1.0" encoding="utf-8"?>
<b:Sources xmlns:b="http://schemas.openxmlformats.org/officeDocument/2006/bibliography" xmlns="http://schemas.openxmlformats.org/officeDocument/2006/bibliography" SelectedStyle="\APA.XSL" StyleName="APA Fifth Edition"/>
</file>

<file path=customXml/item125.xml><?xml version="1.0" encoding="utf-8"?>
<b:Sources xmlns:b="http://schemas.openxmlformats.org/officeDocument/2006/bibliography" xmlns="http://schemas.openxmlformats.org/officeDocument/2006/bibliography" SelectedStyle="\APA.XSL" StyleName="APA Fifth Edition"/>
</file>

<file path=customXml/item126.xml><?xml version="1.0" encoding="utf-8"?>
<b:Sources xmlns:b="http://schemas.openxmlformats.org/officeDocument/2006/bibliography" xmlns="http://schemas.openxmlformats.org/officeDocument/2006/bibliography" SelectedStyle="\APA.XSL" StyleName="APA Fifth Edition"/>
</file>

<file path=customXml/item127.xml><?xml version="1.0" encoding="utf-8"?>
<b:Sources xmlns:b="http://schemas.openxmlformats.org/officeDocument/2006/bibliography" xmlns="http://schemas.openxmlformats.org/officeDocument/2006/bibliography" SelectedStyle="\APA.XSL" StyleName="APA Fifth Edition"/>
</file>

<file path=customXml/item128.xml><?xml version="1.0" encoding="utf-8"?>
<b:Sources xmlns:b="http://schemas.openxmlformats.org/officeDocument/2006/bibliography" xmlns="http://schemas.openxmlformats.org/officeDocument/2006/bibliography" SelectedStyle="\APA.XSL" StyleName="APA Fifth Edition"/>
</file>

<file path=customXml/item129.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130.xml><?xml version="1.0" encoding="utf-8"?>
<b:Sources xmlns:b="http://schemas.openxmlformats.org/officeDocument/2006/bibliography" xmlns="http://schemas.openxmlformats.org/officeDocument/2006/bibliography" SelectedStyle="\APA.XSL" StyleName="APA Fifth Edition"/>
</file>

<file path=customXml/item131.xml><?xml version="1.0" encoding="utf-8"?>
<b:Sources xmlns:b="http://schemas.openxmlformats.org/officeDocument/2006/bibliography" xmlns="http://schemas.openxmlformats.org/officeDocument/2006/bibliography" SelectedStyle="\APA.XSL" StyleName="APA Fifth Edition"/>
</file>

<file path=customXml/item132.xml><?xml version="1.0" encoding="utf-8"?>
<b:Sources xmlns:b="http://schemas.openxmlformats.org/officeDocument/2006/bibliography" xmlns="http://schemas.openxmlformats.org/officeDocument/2006/bibliography" SelectedStyle="\APA.XSL" StyleName="APA Fifth Edition"/>
</file>

<file path=customXml/item133.xml><?xml version="1.0" encoding="utf-8"?>
<b:Sources xmlns:b="http://schemas.openxmlformats.org/officeDocument/2006/bibliography" xmlns="http://schemas.openxmlformats.org/officeDocument/2006/bibliography" SelectedStyle="\APA.XSL" StyleName="APA Fifth Edition"/>
</file>

<file path=customXml/item134.xml><?xml version="1.0" encoding="utf-8"?>
<b:Sources xmlns:b="http://schemas.openxmlformats.org/officeDocument/2006/bibliography" xmlns="http://schemas.openxmlformats.org/officeDocument/2006/bibliography" SelectedStyle="\APA.XSL" StyleName="APA Fifth Edition"/>
</file>

<file path=customXml/item135.xml><?xml version="1.0" encoding="utf-8"?>
<b:Sources xmlns:b="http://schemas.openxmlformats.org/officeDocument/2006/bibliography" xmlns="http://schemas.openxmlformats.org/officeDocument/2006/bibliography" SelectedStyle="\APA.XSL" StyleName="APA Fifth Edition"/>
</file>

<file path=customXml/item136.xml><?xml version="1.0" encoding="utf-8"?>
<b:Sources xmlns:b="http://schemas.openxmlformats.org/officeDocument/2006/bibliography" xmlns="http://schemas.openxmlformats.org/officeDocument/2006/bibliography" SelectedStyle="\APA.XSL" StyleName="APA Fifth Edition"/>
</file>

<file path=customXml/item137.xml><?xml version="1.0" encoding="utf-8"?>
<b:Sources xmlns:b="http://schemas.openxmlformats.org/officeDocument/2006/bibliography" xmlns="http://schemas.openxmlformats.org/officeDocument/2006/bibliography" SelectedStyle="\APA.XSL" StyleName="APA Fifth Edition"/>
</file>

<file path=customXml/item138.xml><?xml version="1.0" encoding="utf-8"?>
<b:Sources xmlns:b="http://schemas.openxmlformats.org/officeDocument/2006/bibliography" xmlns="http://schemas.openxmlformats.org/officeDocument/2006/bibliography" SelectedStyle="\APA.XSL" StyleName="APA Fifth Edition"/>
</file>

<file path=customXml/item139.xml><?xml version="1.0" encoding="utf-8"?>
<b:Sources xmlns:b="http://schemas.openxmlformats.org/officeDocument/2006/bibliography" xmlns="http://schemas.openxmlformats.org/officeDocument/2006/bibliography" SelectedStyle="\APA.XSL" StyleName="APA Fifth Edition"/>
</file>

<file path=customXml/item14.xml><?xml version="1.0" encoding="utf-8"?>
<b:Sources xmlns:b="http://schemas.openxmlformats.org/officeDocument/2006/bibliography" xmlns="http://schemas.openxmlformats.org/officeDocument/2006/bibliography" SelectedStyle="\APA.XSL" StyleName="APA Fifth Edition"/>
</file>

<file path=customXml/item140.xml><?xml version="1.0" encoding="utf-8"?>
<b:Sources xmlns:b="http://schemas.openxmlformats.org/officeDocument/2006/bibliography" xmlns="http://schemas.openxmlformats.org/officeDocument/2006/bibliography" SelectedStyle="\APA.XSL" StyleName="APA Fifth Edition"/>
</file>

<file path=customXml/item141.xml><?xml version="1.0" encoding="utf-8"?>
<b:Sources xmlns:b="http://schemas.openxmlformats.org/officeDocument/2006/bibliography" xmlns="http://schemas.openxmlformats.org/officeDocument/2006/bibliography" SelectedStyle="\APA.XSL" StyleName="APA Fifth Edition"/>
</file>

<file path=customXml/item142.xml><?xml version="1.0" encoding="utf-8"?>
<b:Sources xmlns:b="http://schemas.openxmlformats.org/officeDocument/2006/bibliography" xmlns="http://schemas.openxmlformats.org/officeDocument/2006/bibliography" SelectedStyle="\APA.XSL" StyleName="APA Fifth Edition"/>
</file>

<file path=customXml/item143.xml><?xml version="1.0" encoding="utf-8"?>
<b:Sources xmlns:b="http://schemas.openxmlformats.org/officeDocument/2006/bibliography" xmlns="http://schemas.openxmlformats.org/officeDocument/2006/bibliography" SelectedStyle="\APA.XSL" StyleName="APA Fifth Edition"/>
</file>

<file path=customXml/item15.xml><?xml version="1.0" encoding="utf-8"?>
<b:Sources xmlns:b="http://schemas.openxmlformats.org/officeDocument/2006/bibliography" xmlns="http://schemas.openxmlformats.org/officeDocument/2006/bibliography" SelectedStyle="\APA.XSL" StyleName="APA Fifth Edition"/>
</file>

<file path=customXml/item16.xml><?xml version="1.0" encoding="utf-8"?>
<b:Sources xmlns:b="http://schemas.openxmlformats.org/officeDocument/2006/bibliography" xmlns="http://schemas.openxmlformats.org/officeDocument/2006/bibliography" SelectedStyle="\APA.XSL" StyleName="APA Fifth Edition"/>
</file>

<file path=customXml/item17.xml><?xml version="1.0" encoding="utf-8"?>
<b:Sources xmlns:b="http://schemas.openxmlformats.org/officeDocument/2006/bibliography" xmlns="http://schemas.openxmlformats.org/officeDocument/2006/bibliography" SelectedStyle="\APA.XSL" StyleName="APA Fifth Edition"/>
</file>

<file path=customXml/item18.xml><?xml version="1.0" encoding="utf-8"?>
<b:Sources xmlns:b="http://schemas.openxmlformats.org/officeDocument/2006/bibliography" xmlns="http://schemas.openxmlformats.org/officeDocument/2006/bibliography" SelectedStyle="\APA.XSL" StyleName="APA Fifth Edition"/>
</file>

<file path=customXml/item19.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20.xml><?xml version="1.0" encoding="utf-8"?>
<b:Sources xmlns:b="http://schemas.openxmlformats.org/officeDocument/2006/bibliography" xmlns="http://schemas.openxmlformats.org/officeDocument/2006/bibliography" SelectedStyle="\APA.XSL" StyleName="APA Fifth Edition"/>
</file>

<file path=customXml/item21.xml><?xml version="1.0" encoding="utf-8"?>
<b:Sources xmlns:b="http://schemas.openxmlformats.org/officeDocument/2006/bibliography" xmlns="http://schemas.openxmlformats.org/officeDocument/2006/bibliography" SelectedStyle="\APA.XSL" StyleName="APA Fifth Edition"/>
</file>

<file path=customXml/item22.xml><?xml version="1.0" encoding="utf-8"?>
<b:Sources xmlns:b="http://schemas.openxmlformats.org/officeDocument/2006/bibliography" xmlns="http://schemas.openxmlformats.org/officeDocument/2006/bibliography" SelectedStyle="\APA.XSL" StyleName="APA Fifth Edition"/>
</file>

<file path=customXml/item23.xml><?xml version="1.0" encoding="utf-8"?>
<b:Sources xmlns:b="http://schemas.openxmlformats.org/officeDocument/2006/bibliography" xmlns="http://schemas.openxmlformats.org/officeDocument/2006/bibliography" SelectedStyle="\APA.XSL" StyleName="APA Fifth Edition"/>
</file>

<file path=customXml/item24.xml><?xml version="1.0" encoding="utf-8"?>
<b:Sources xmlns:b="http://schemas.openxmlformats.org/officeDocument/2006/bibliography" xmlns="http://schemas.openxmlformats.org/officeDocument/2006/bibliography" SelectedStyle="\APA.XSL" StyleName="APA Fifth Edition"/>
</file>

<file path=customXml/item25.xml><?xml version="1.0" encoding="utf-8"?>
<b:Sources xmlns:b="http://schemas.openxmlformats.org/officeDocument/2006/bibliography" xmlns="http://schemas.openxmlformats.org/officeDocument/2006/bibliography" SelectedStyle="\APA.XSL" StyleName="APA Fifth Edition"/>
</file>

<file path=customXml/item26.xml><?xml version="1.0" encoding="utf-8"?>
<b:Sources xmlns:b="http://schemas.openxmlformats.org/officeDocument/2006/bibliography" xmlns="http://schemas.openxmlformats.org/officeDocument/2006/bibliography" SelectedStyle="\APA.XSL" StyleName="APA Fifth Edition"/>
</file>

<file path=customXml/item27.xml><?xml version="1.0" encoding="utf-8"?>
<b:Sources xmlns:b="http://schemas.openxmlformats.org/officeDocument/2006/bibliography" xmlns="http://schemas.openxmlformats.org/officeDocument/2006/bibliography" SelectedStyle="\APA.XSL" StyleName="APA Fifth Edition"/>
</file>

<file path=customXml/item28.xml><?xml version="1.0" encoding="utf-8"?>
<b:Sources xmlns:b="http://schemas.openxmlformats.org/officeDocument/2006/bibliography" xmlns="http://schemas.openxmlformats.org/officeDocument/2006/bibliography" SelectedStyle="\APA.XSL" StyleName="APA Fifth Edition"/>
</file>

<file path=customXml/item29.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30.xml><?xml version="1.0" encoding="utf-8"?>
<b:Sources xmlns:b="http://schemas.openxmlformats.org/officeDocument/2006/bibliography" xmlns="http://schemas.openxmlformats.org/officeDocument/2006/bibliography" SelectedStyle="\APA.XSL" StyleName="APA Fifth Edition"/>
</file>

<file path=customXml/item31.xml><?xml version="1.0" encoding="utf-8"?>
<b:Sources xmlns:b="http://schemas.openxmlformats.org/officeDocument/2006/bibliography" xmlns="http://schemas.openxmlformats.org/officeDocument/2006/bibliography" SelectedStyle="\APA.XSL" StyleName="APA Fifth Edition"/>
</file>

<file path=customXml/item32.xml><?xml version="1.0" encoding="utf-8"?>
<b:Sources xmlns:b="http://schemas.openxmlformats.org/officeDocument/2006/bibliography" xmlns="http://schemas.openxmlformats.org/officeDocument/2006/bibliography" SelectedStyle="\APA.XSL" StyleName="APA Fifth Edition"/>
</file>

<file path=customXml/item33.xml><?xml version="1.0" encoding="utf-8"?>
<b:Sources xmlns:b="http://schemas.openxmlformats.org/officeDocument/2006/bibliography" xmlns="http://schemas.openxmlformats.org/officeDocument/2006/bibliography" SelectedStyle="\APA.XSL" StyleName="APA Fifth Edition"/>
</file>

<file path=customXml/item34.xml><?xml version="1.0" encoding="utf-8"?>
<b:Sources xmlns:b="http://schemas.openxmlformats.org/officeDocument/2006/bibliography" xmlns="http://schemas.openxmlformats.org/officeDocument/2006/bibliography" SelectedStyle="\APA.XSL" StyleName="APA Fifth Edition"/>
</file>

<file path=customXml/item35.xml><?xml version="1.0" encoding="utf-8"?>
<b:Sources xmlns:b="http://schemas.openxmlformats.org/officeDocument/2006/bibliography" xmlns="http://schemas.openxmlformats.org/officeDocument/2006/bibliography" SelectedStyle="\APA.XSL" StyleName="APA Fifth Edition"/>
</file>

<file path=customXml/item36.xml><?xml version="1.0" encoding="utf-8"?>
<b:Sources xmlns:b="http://schemas.openxmlformats.org/officeDocument/2006/bibliography" xmlns="http://schemas.openxmlformats.org/officeDocument/2006/bibliography" SelectedStyle="\APA.XSL" StyleName="APA Fifth Edition"/>
</file>

<file path=customXml/item37.xml><?xml version="1.0" encoding="utf-8"?>
<b:Sources xmlns:b="http://schemas.openxmlformats.org/officeDocument/2006/bibliography" xmlns="http://schemas.openxmlformats.org/officeDocument/2006/bibliography" SelectedStyle="\APA.XSL" StyleName="APA Fifth Edition"/>
</file>

<file path=customXml/item38.xml><?xml version="1.0" encoding="utf-8"?>
<b:Sources xmlns:b="http://schemas.openxmlformats.org/officeDocument/2006/bibliography" xmlns="http://schemas.openxmlformats.org/officeDocument/2006/bibliography" SelectedStyle="\APA.XSL" StyleName="APA Fifth Edition"/>
</file>

<file path=customXml/item39.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40.xml><?xml version="1.0" encoding="utf-8"?>
<b:Sources xmlns:b="http://schemas.openxmlformats.org/officeDocument/2006/bibliography" xmlns="http://schemas.openxmlformats.org/officeDocument/2006/bibliography" SelectedStyle="\APA.XSL" StyleName="APA Fifth Edition"/>
</file>

<file path=customXml/item41.xml><?xml version="1.0" encoding="utf-8"?>
<b:Sources xmlns:b="http://schemas.openxmlformats.org/officeDocument/2006/bibliography" xmlns="http://schemas.openxmlformats.org/officeDocument/2006/bibliography" SelectedStyle="\APA.XSL" StyleName="APA Fifth Edition"/>
</file>

<file path=customXml/item42.xml><?xml version="1.0" encoding="utf-8"?>
<b:Sources xmlns:b="http://schemas.openxmlformats.org/officeDocument/2006/bibliography" xmlns="http://schemas.openxmlformats.org/officeDocument/2006/bibliography" SelectedStyle="\APA.XSL" StyleName="APA Fifth Edition"/>
</file>

<file path=customXml/item43.xml><?xml version="1.0" encoding="utf-8"?>
<b:Sources xmlns:b="http://schemas.openxmlformats.org/officeDocument/2006/bibliography" xmlns="http://schemas.openxmlformats.org/officeDocument/2006/bibliography" SelectedStyle="\APA.XSL" StyleName="APA Fifth Edition"/>
</file>

<file path=customXml/item44.xml><?xml version="1.0" encoding="utf-8"?>
<b:Sources xmlns:b="http://schemas.openxmlformats.org/officeDocument/2006/bibliography" xmlns="http://schemas.openxmlformats.org/officeDocument/2006/bibliography" SelectedStyle="\APA.XSL" StyleName="APA Fifth Edition"/>
</file>

<file path=customXml/item45.xml><?xml version="1.0" encoding="utf-8"?>
<b:Sources xmlns:b="http://schemas.openxmlformats.org/officeDocument/2006/bibliography" xmlns="http://schemas.openxmlformats.org/officeDocument/2006/bibliography" SelectedStyle="\APA.XSL" StyleName="APA Fifth Edition"/>
</file>

<file path=customXml/item46.xml><?xml version="1.0" encoding="utf-8"?>
<b:Sources xmlns:b="http://schemas.openxmlformats.org/officeDocument/2006/bibliography" xmlns="http://schemas.openxmlformats.org/officeDocument/2006/bibliography" SelectedStyle="\APA.XSL" StyleName="APA Fifth Edition"/>
</file>

<file path=customXml/item47.xml><?xml version="1.0" encoding="utf-8"?>
<b:Sources xmlns:b="http://schemas.openxmlformats.org/officeDocument/2006/bibliography" xmlns="http://schemas.openxmlformats.org/officeDocument/2006/bibliography" SelectedStyle="\APA.XSL" StyleName="APA Fifth Edition"/>
</file>

<file path=customXml/item48.xml><?xml version="1.0" encoding="utf-8"?>
<b:Sources xmlns:b="http://schemas.openxmlformats.org/officeDocument/2006/bibliography" xmlns="http://schemas.openxmlformats.org/officeDocument/2006/bibliography" SelectedStyle="\APA.XSL" StyleName="APA Fifth Edition"/>
</file>

<file path=customXml/item49.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50.xml><?xml version="1.0" encoding="utf-8"?>
<b:Sources xmlns:b="http://schemas.openxmlformats.org/officeDocument/2006/bibliography" xmlns="http://schemas.openxmlformats.org/officeDocument/2006/bibliography" SelectedStyle="\APA.XSL" StyleName="APA Fifth Edition"/>
</file>

<file path=customXml/item51.xml><?xml version="1.0" encoding="utf-8"?>
<b:Sources xmlns:b="http://schemas.openxmlformats.org/officeDocument/2006/bibliography" xmlns="http://schemas.openxmlformats.org/officeDocument/2006/bibliography" SelectedStyle="\APA.XSL" StyleName="APA Fifth Edition"/>
</file>

<file path=customXml/item52.xml><?xml version="1.0" encoding="utf-8"?>
<b:Sources xmlns:b="http://schemas.openxmlformats.org/officeDocument/2006/bibliography" xmlns="http://schemas.openxmlformats.org/officeDocument/2006/bibliography" SelectedStyle="\APA.XSL" StyleName="APA Fifth Edition"/>
</file>

<file path=customXml/item53.xml><?xml version="1.0" encoding="utf-8"?>
<b:Sources xmlns:b="http://schemas.openxmlformats.org/officeDocument/2006/bibliography" xmlns="http://schemas.openxmlformats.org/officeDocument/2006/bibliography" SelectedStyle="\APA.XSL" StyleName="APA Fifth Edition"/>
</file>

<file path=customXml/item54.xml><?xml version="1.0" encoding="utf-8"?>
<b:Sources xmlns:b="http://schemas.openxmlformats.org/officeDocument/2006/bibliography" xmlns="http://schemas.openxmlformats.org/officeDocument/2006/bibliography" SelectedStyle="\APA.XSL" StyleName="APA Fifth Edition"/>
</file>

<file path=customXml/item55.xml><?xml version="1.0" encoding="utf-8"?>
<b:Sources xmlns:b="http://schemas.openxmlformats.org/officeDocument/2006/bibliography" xmlns="http://schemas.openxmlformats.org/officeDocument/2006/bibliography" SelectedStyle="\APA.XSL" StyleName="APA Fifth Edition"/>
</file>

<file path=customXml/item56.xml><?xml version="1.0" encoding="utf-8"?>
<b:Sources xmlns:b="http://schemas.openxmlformats.org/officeDocument/2006/bibliography" xmlns="http://schemas.openxmlformats.org/officeDocument/2006/bibliography" SelectedStyle="\APA.XSL" StyleName="APA Fifth Edition"/>
</file>

<file path=customXml/item57.xml><?xml version="1.0" encoding="utf-8"?>
<b:Sources xmlns:b="http://schemas.openxmlformats.org/officeDocument/2006/bibliography" xmlns="http://schemas.openxmlformats.org/officeDocument/2006/bibliography" SelectedStyle="\APA.XSL" StyleName="APA Fifth Edition"/>
</file>

<file path=customXml/item58.xml><?xml version="1.0" encoding="utf-8"?>
<b:Sources xmlns:b="http://schemas.openxmlformats.org/officeDocument/2006/bibliography" xmlns="http://schemas.openxmlformats.org/officeDocument/2006/bibliography" SelectedStyle="\APA.XSL" StyleName="APA Fifth Edition"/>
</file>

<file path=customXml/item59.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60.xml><?xml version="1.0" encoding="utf-8"?>
<b:Sources xmlns:b="http://schemas.openxmlformats.org/officeDocument/2006/bibliography" xmlns="http://schemas.openxmlformats.org/officeDocument/2006/bibliography" SelectedStyle="\APA.XSL" StyleName="APA Fifth Edition"/>
</file>

<file path=customXml/item61.xml><?xml version="1.0" encoding="utf-8"?>
<b:Sources xmlns:b="http://schemas.openxmlformats.org/officeDocument/2006/bibliography" xmlns="http://schemas.openxmlformats.org/officeDocument/2006/bibliography" SelectedStyle="\APA.XSL" StyleName="APA Fifth Edition"/>
</file>

<file path=customXml/item62.xml><?xml version="1.0" encoding="utf-8"?>
<b:Sources xmlns:b="http://schemas.openxmlformats.org/officeDocument/2006/bibliography" xmlns="http://schemas.openxmlformats.org/officeDocument/2006/bibliography" SelectedStyle="\APA.XSL" StyleName="APA Fifth Edition"/>
</file>

<file path=customXml/item63.xml><?xml version="1.0" encoding="utf-8"?>
<b:Sources xmlns:b="http://schemas.openxmlformats.org/officeDocument/2006/bibliography" xmlns="http://schemas.openxmlformats.org/officeDocument/2006/bibliography" SelectedStyle="\APA.XSL" StyleName="APA Fifth Edition"/>
</file>

<file path=customXml/item64.xml><?xml version="1.0" encoding="utf-8"?>
<b:Sources xmlns:b="http://schemas.openxmlformats.org/officeDocument/2006/bibliography" xmlns="http://schemas.openxmlformats.org/officeDocument/2006/bibliography" SelectedStyle="\APA.XSL" StyleName="APA Fifth Edition"/>
</file>

<file path=customXml/item65.xml><?xml version="1.0" encoding="utf-8"?>
<b:Sources xmlns:b="http://schemas.openxmlformats.org/officeDocument/2006/bibliography" xmlns="http://schemas.openxmlformats.org/officeDocument/2006/bibliography" SelectedStyle="\APA.XSL" StyleName="APA Fifth Edition"/>
</file>

<file path=customXml/item66.xml><?xml version="1.0" encoding="utf-8"?>
<b:Sources xmlns:b="http://schemas.openxmlformats.org/officeDocument/2006/bibliography" xmlns="http://schemas.openxmlformats.org/officeDocument/2006/bibliography" SelectedStyle="\APA.XSL" StyleName="APA Fifth Edition"/>
</file>

<file path=customXml/item67.xml><?xml version="1.0" encoding="utf-8"?>
<b:Sources xmlns:b="http://schemas.openxmlformats.org/officeDocument/2006/bibliography" xmlns="http://schemas.openxmlformats.org/officeDocument/2006/bibliography" SelectedStyle="\APA.XSL" StyleName="APA Fifth Edition"/>
</file>

<file path=customXml/item68.xml><?xml version="1.0" encoding="utf-8"?>
<b:Sources xmlns:b="http://schemas.openxmlformats.org/officeDocument/2006/bibliography" xmlns="http://schemas.openxmlformats.org/officeDocument/2006/bibliography" SelectedStyle="\APA.XSL" StyleName="APA Fifth Edition"/>
</file>

<file path=customXml/item69.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70.xml><?xml version="1.0" encoding="utf-8"?>
<b:Sources xmlns:b="http://schemas.openxmlformats.org/officeDocument/2006/bibliography" xmlns="http://schemas.openxmlformats.org/officeDocument/2006/bibliography" SelectedStyle="\APA.XSL" StyleName="APA Fifth Edition"/>
</file>

<file path=customXml/item71.xml><?xml version="1.0" encoding="utf-8"?>
<b:Sources xmlns:b="http://schemas.openxmlformats.org/officeDocument/2006/bibliography" xmlns="http://schemas.openxmlformats.org/officeDocument/2006/bibliography" SelectedStyle="\APA.XSL" StyleName="APA Fifth Edition"/>
</file>

<file path=customXml/item72.xml><?xml version="1.0" encoding="utf-8"?>
<b:Sources xmlns:b="http://schemas.openxmlformats.org/officeDocument/2006/bibliography" xmlns="http://schemas.openxmlformats.org/officeDocument/2006/bibliography" SelectedStyle="\APA.XSL" StyleName="APA Fifth Edition"/>
</file>

<file path=customXml/item73.xml><?xml version="1.0" encoding="utf-8"?>
<b:Sources xmlns:b="http://schemas.openxmlformats.org/officeDocument/2006/bibliography" xmlns="http://schemas.openxmlformats.org/officeDocument/2006/bibliography" SelectedStyle="\APA.XSL" StyleName="APA Fifth Edition"/>
</file>

<file path=customXml/item74.xml><?xml version="1.0" encoding="utf-8"?>
<b:Sources xmlns:b="http://schemas.openxmlformats.org/officeDocument/2006/bibliography" xmlns="http://schemas.openxmlformats.org/officeDocument/2006/bibliography" SelectedStyle="\APA.XSL" StyleName="APA Fifth Edition"/>
</file>

<file path=customXml/item75.xml><?xml version="1.0" encoding="utf-8"?>
<b:Sources xmlns:b="http://schemas.openxmlformats.org/officeDocument/2006/bibliography" xmlns="http://schemas.openxmlformats.org/officeDocument/2006/bibliography" SelectedStyle="\APA.XSL" StyleName="APA Fifth Edition"/>
</file>

<file path=customXml/item76.xml><?xml version="1.0" encoding="utf-8"?>
<b:Sources xmlns:b="http://schemas.openxmlformats.org/officeDocument/2006/bibliography" xmlns="http://schemas.openxmlformats.org/officeDocument/2006/bibliography" SelectedStyle="\APA.XSL" StyleName="APA Fifth Edition"/>
</file>

<file path=customXml/item77.xml><?xml version="1.0" encoding="utf-8"?>
<b:Sources xmlns:b="http://schemas.openxmlformats.org/officeDocument/2006/bibliography" xmlns="http://schemas.openxmlformats.org/officeDocument/2006/bibliography" SelectedStyle="\APA.XSL" StyleName="APA Fifth Edition"/>
</file>

<file path=customXml/item78.xml><?xml version="1.0" encoding="utf-8"?>
<b:Sources xmlns:b="http://schemas.openxmlformats.org/officeDocument/2006/bibliography" xmlns="http://schemas.openxmlformats.org/officeDocument/2006/bibliography" SelectedStyle="\APA.XSL" StyleName="APA Fifth Edition"/>
</file>

<file path=customXml/item79.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80.xml><?xml version="1.0" encoding="utf-8"?>
<b:Sources xmlns:b="http://schemas.openxmlformats.org/officeDocument/2006/bibliography" xmlns="http://schemas.openxmlformats.org/officeDocument/2006/bibliography" SelectedStyle="\APA.XSL" StyleName="APA Fifth Edition"/>
</file>

<file path=customXml/item81.xml><?xml version="1.0" encoding="utf-8"?>
<b:Sources xmlns:b="http://schemas.openxmlformats.org/officeDocument/2006/bibliography" xmlns="http://schemas.openxmlformats.org/officeDocument/2006/bibliography" SelectedStyle="\APA.XSL" StyleName="APA Fifth Edition"/>
</file>

<file path=customXml/item82.xml><?xml version="1.0" encoding="utf-8"?>
<b:Sources xmlns:b="http://schemas.openxmlformats.org/officeDocument/2006/bibliography" xmlns="http://schemas.openxmlformats.org/officeDocument/2006/bibliography" SelectedStyle="\APA.XSL" StyleName="APA Fifth Edition"/>
</file>

<file path=customXml/item83.xml><?xml version="1.0" encoding="utf-8"?>
<b:Sources xmlns:b="http://schemas.openxmlformats.org/officeDocument/2006/bibliography" xmlns="http://schemas.openxmlformats.org/officeDocument/2006/bibliography" SelectedStyle="\APA.XSL" StyleName="APA Fifth Edition"/>
</file>

<file path=customXml/item84.xml><?xml version="1.0" encoding="utf-8"?>
<b:Sources xmlns:b="http://schemas.openxmlformats.org/officeDocument/2006/bibliography" xmlns="http://schemas.openxmlformats.org/officeDocument/2006/bibliography" SelectedStyle="\APA.XSL" StyleName="APA Fifth Edition"/>
</file>

<file path=customXml/item85.xml><?xml version="1.0" encoding="utf-8"?>
<b:Sources xmlns:b="http://schemas.openxmlformats.org/officeDocument/2006/bibliography" xmlns="http://schemas.openxmlformats.org/officeDocument/2006/bibliography" SelectedStyle="\APA.XSL" StyleName="APA Fifth Edition"/>
</file>

<file path=customXml/item86.xml><?xml version="1.0" encoding="utf-8"?>
<b:Sources xmlns:b="http://schemas.openxmlformats.org/officeDocument/2006/bibliography" xmlns="http://schemas.openxmlformats.org/officeDocument/2006/bibliography" SelectedStyle="\APA.XSL" StyleName="APA Fifth Edition"/>
</file>

<file path=customXml/item87.xml><?xml version="1.0" encoding="utf-8"?>
<b:Sources xmlns:b="http://schemas.openxmlformats.org/officeDocument/2006/bibliography" xmlns="http://schemas.openxmlformats.org/officeDocument/2006/bibliography" SelectedStyle="\APA.XSL" StyleName="APA Fifth Edition"/>
</file>

<file path=customXml/item88.xml><?xml version="1.0" encoding="utf-8"?>
<b:Sources xmlns:b="http://schemas.openxmlformats.org/officeDocument/2006/bibliography" xmlns="http://schemas.openxmlformats.org/officeDocument/2006/bibliography" SelectedStyle="\APA.XSL" StyleName="APA Fifth Edition"/>
</file>

<file path=customXml/item89.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90.xml><?xml version="1.0" encoding="utf-8"?>
<b:Sources xmlns:b="http://schemas.openxmlformats.org/officeDocument/2006/bibliography" xmlns="http://schemas.openxmlformats.org/officeDocument/2006/bibliography" SelectedStyle="\APA.XSL" StyleName="APA Fifth Edition"/>
</file>

<file path=customXml/item91.xml><?xml version="1.0" encoding="utf-8"?>
<b:Sources xmlns:b="http://schemas.openxmlformats.org/officeDocument/2006/bibliography" xmlns="http://schemas.openxmlformats.org/officeDocument/2006/bibliography" SelectedStyle="\APA.XSL" StyleName="APA Fifth Edition"/>
</file>

<file path=customXml/item92.xml><?xml version="1.0" encoding="utf-8"?>
<b:Sources xmlns:b="http://schemas.openxmlformats.org/officeDocument/2006/bibliography" xmlns="http://schemas.openxmlformats.org/officeDocument/2006/bibliography" SelectedStyle="\APA.XSL" StyleName="APA Fifth Edition"/>
</file>

<file path=customXml/item93.xml><?xml version="1.0" encoding="utf-8"?>
<b:Sources xmlns:b="http://schemas.openxmlformats.org/officeDocument/2006/bibliography" xmlns="http://schemas.openxmlformats.org/officeDocument/2006/bibliography" SelectedStyle="\APA.XSL" StyleName="APA Fifth Edition"/>
</file>

<file path=customXml/item94.xml><?xml version="1.0" encoding="utf-8"?>
<b:Sources xmlns:b="http://schemas.openxmlformats.org/officeDocument/2006/bibliography" xmlns="http://schemas.openxmlformats.org/officeDocument/2006/bibliography" SelectedStyle="\APA.XSL" StyleName="APA Fifth Edition"/>
</file>

<file path=customXml/item95.xml><?xml version="1.0" encoding="utf-8"?>
<b:Sources xmlns:b="http://schemas.openxmlformats.org/officeDocument/2006/bibliography" xmlns="http://schemas.openxmlformats.org/officeDocument/2006/bibliography" SelectedStyle="\APA.XSL" StyleName="APA Fifth Edition"/>
</file>

<file path=customXml/item96.xml><?xml version="1.0" encoding="utf-8"?>
<b:Sources xmlns:b="http://schemas.openxmlformats.org/officeDocument/2006/bibliography" xmlns="http://schemas.openxmlformats.org/officeDocument/2006/bibliography" SelectedStyle="\APA.XSL" StyleName="APA Fifth Edition"/>
</file>

<file path=customXml/item97.xml><?xml version="1.0" encoding="utf-8"?>
<b:Sources xmlns:b="http://schemas.openxmlformats.org/officeDocument/2006/bibliography" xmlns="http://schemas.openxmlformats.org/officeDocument/2006/bibliography" SelectedStyle="\APA.XSL" StyleName="APA Fifth Edition"/>
</file>

<file path=customXml/item98.xml><?xml version="1.0" encoding="utf-8"?>
<b:Sources xmlns:b="http://schemas.openxmlformats.org/officeDocument/2006/bibliography" xmlns="http://schemas.openxmlformats.org/officeDocument/2006/bibliography" SelectedStyle="\APA.XSL" StyleName="APA Fifth Edition"/>
</file>

<file path=customXml/item9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CDD5A-8406-4168-AD9D-E33BE96DBD8D}">
  <ds:schemaRefs>
    <ds:schemaRef ds:uri="http://schemas.openxmlformats.org/officeDocument/2006/bibliography"/>
  </ds:schemaRefs>
</ds:datastoreItem>
</file>

<file path=customXml/itemProps10.xml><?xml version="1.0" encoding="utf-8"?>
<ds:datastoreItem xmlns:ds="http://schemas.openxmlformats.org/officeDocument/2006/customXml" ds:itemID="{682554AE-17C4-4BFC-AA5A-717D128B6AFE}">
  <ds:schemaRefs>
    <ds:schemaRef ds:uri="http://schemas.openxmlformats.org/officeDocument/2006/bibliography"/>
  </ds:schemaRefs>
</ds:datastoreItem>
</file>

<file path=customXml/itemProps100.xml><?xml version="1.0" encoding="utf-8"?>
<ds:datastoreItem xmlns:ds="http://schemas.openxmlformats.org/officeDocument/2006/customXml" ds:itemID="{E838BF4A-B1FE-46A7-B7E7-C76461F83F04}">
  <ds:schemaRefs>
    <ds:schemaRef ds:uri="http://schemas.openxmlformats.org/officeDocument/2006/bibliography"/>
  </ds:schemaRefs>
</ds:datastoreItem>
</file>

<file path=customXml/itemProps101.xml><?xml version="1.0" encoding="utf-8"?>
<ds:datastoreItem xmlns:ds="http://schemas.openxmlformats.org/officeDocument/2006/customXml" ds:itemID="{A6610D07-CDF6-49AC-B5D0-96C920B071CA}">
  <ds:schemaRefs>
    <ds:schemaRef ds:uri="http://schemas.openxmlformats.org/officeDocument/2006/bibliography"/>
  </ds:schemaRefs>
</ds:datastoreItem>
</file>

<file path=customXml/itemProps102.xml><?xml version="1.0" encoding="utf-8"?>
<ds:datastoreItem xmlns:ds="http://schemas.openxmlformats.org/officeDocument/2006/customXml" ds:itemID="{D2D65B31-26C9-4455-AAEB-2469D081D92C}">
  <ds:schemaRefs>
    <ds:schemaRef ds:uri="http://schemas.openxmlformats.org/officeDocument/2006/bibliography"/>
  </ds:schemaRefs>
</ds:datastoreItem>
</file>

<file path=customXml/itemProps103.xml><?xml version="1.0" encoding="utf-8"?>
<ds:datastoreItem xmlns:ds="http://schemas.openxmlformats.org/officeDocument/2006/customXml" ds:itemID="{B5244DC9-0B5E-4D59-8520-C23451CD03FC}">
  <ds:schemaRefs>
    <ds:schemaRef ds:uri="http://schemas.openxmlformats.org/officeDocument/2006/bibliography"/>
  </ds:schemaRefs>
</ds:datastoreItem>
</file>

<file path=customXml/itemProps104.xml><?xml version="1.0" encoding="utf-8"?>
<ds:datastoreItem xmlns:ds="http://schemas.openxmlformats.org/officeDocument/2006/customXml" ds:itemID="{89C97F26-4851-4F31-86AD-C311512ED331}">
  <ds:schemaRefs>
    <ds:schemaRef ds:uri="http://schemas.openxmlformats.org/officeDocument/2006/bibliography"/>
  </ds:schemaRefs>
</ds:datastoreItem>
</file>

<file path=customXml/itemProps105.xml><?xml version="1.0" encoding="utf-8"?>
<ds:datastoreItem xmlns:ds="http://schemas.openxmlformats.org/officeDocument/2006/customXml" ds:itemID="{7CE021AE-1336-4BE6-A902-479B38DE07BC}">
  <ds:schemaRefs>
    <ds:schemaRef ds:uri="http://schemas.openxmlformats.org/officeDocument/2006/bibliography"/>
  </ds:schemaRefs>
</ds:datastoreItem>
</file>

<file path=customXml/itemProps106.xml><?xml version="1.0" encoding="utf-8"?>
<ds:datastoreItem xmlns:ds="http://schemas.openxmlformats.org/officeDocument/2006/customXml" ds:itemID="{6506E02D-A3AC-4297-9EDB-8D79ABA027C6}">
  <ds:schemaRefs>
    <ds:schemaRef ds:uri="http://schemas.openxmlformats.org/officeDocument/2006/bibliography"/>
  </ds:schemaRefs>
</ds:datastoreItem>
</file>

<file path=customXml/itemProps107.xml><?xml version="1.0" encoding="utf-8"?>
<ds:datastoreItem xmlns:ds="http://schemas.openxmlformats.org/officeDocument/2006/customXml" ds:itemID="{FEFC8FC5-9C5B-4E14-9963-45C60A4C452A}">
  <ds:schemaRefs>
    <ds:schemaRef ds:uri="http://schemas.openxmlformats.org/officeDocument/2006/bibliography"/>
  </ds:schemaRefs>
</ds:datastoreItem>
</file>

<file path=customXml/itemProps108.xml><?xml version="1.0" encoding="utf-8"?>
<ds:datastoreItem xmlns:ds="http://schemas.openxmlformats.org/officeDocument/2006/customXml" ds:itemID="{FB0F927F-9B4F-430A-9473-D4344B0C791F}">
  <ds:schemaRefs>
    <ds:schemaRef ds:uri="http://schemas.openxmlformats.org/officeDocument/2006/bibliography"/>
  </ds:schemaRefs>
</ds:datastoreItem>
</file>

<file path=customXml/itemProps109.xml><?xml version="1.0" encoding="utf-8"?>
<ds:datastoreItem xmlns:ds="http://schemas.openxmlformats.org/officeDocument/2006/customXml" ds:itemID="{1A1A47A6-9F0B-4FFD-9703-C97AF0A0DB1D}">
  <ds:schemaRefs>
    <ds:schemaRef ds:uri="http://schemas.openxmlformats.org/officeDocument/2006/bibliography"/>
  </ds:schemaRefs>
</ds:datastoreItem>
</file>

<file path=customXml/itemProps11.xml><?xml version="1.0" encoding="utf-8"?>
<ds:datastoreItem xmlns:ds="http://schemas.openxmlformats.org/officeDocument/2006/customXml" ds:itemID="{A2476329-7746-4CE0-8EA8-E5BFE3DE5033}">
  <ds:schemaRefs>
    <ds:schemaRef ds:uri="http://schemas.openxmlformats.org/officeDocument/2006/bibliography"/>
  </ds:schemaRefs>
</ds:datastoreItem>
</file>

<file path=customXml/itemProps110.xml><?xml version="1.0" encoding="utf-8"?>
<ds:datastoreItem xmlns:ds="http://schemas.openxmlformats.org/officeDocument/2006/customXml" ds:itemID="{D5CF22A7-6192-4AF2-BAB4-C3E41E61BB7D}">
  <ds:schemaRefs>
    <ds:schemaRef ds:uri="http://schemas.openxmlformats.org/officeDocument/2006/bibliography"/>
  </ds:schemaRefs>
</ds:datastoreItem>
</file>

<file path=customXml/itemProps111.xml><?xml version="1.0" encoding="utf-8"?>
<ds:datastoreItem xmlns:ds="http://schemas.openxmlformats.org/officeDocument/2006/customXml" ds:itemID="{81388523-1300-4BB9-BA9B-2DAC5AE3A8F9}">
  <ds:schemaRefs>
    <ds:schemaRef ds:uri="http://schemas.openxmlformats.org/officeDocument/2006/bibliography"/>
  </ds:schemaRefs>
</ds:datastoreItem>
</file>

<file path=customXml/itemProps112.xml><?xml version="1.0" encoding="utf-8"?>
<ds:datastoreItem xmlns:ds="http://schemas.openxmlformats.org/officeDocument/2006/customXml" ds:itemID="{45CDAE7C-CC25-43C7-B6E9-60405B788AC5}">
  <ds:schemaRefs>
    <ds:schemaRef ds:uri="http://schemas.openxmlformats.org/officeDocument/2006/bibliography"/>
  </ds:schemaRefs>
</ds:datastoreItem>
</file>

<file path=customXml/itemProps113.xml><?xml version="1.0" encoding="utf-8"?>
<ds:datastoreItem xmlns:ds="http://schemas.openxmlformats.org/officeDocument/2006/customXml" ds:itemID="{7C3372FF-987A-4602-9AA7-55762AF9C994}">
  <ds:schemaRefs>
    <ds:schemaRef ds:uri="http://schemas.openxmlformats.org/officeDocument/2006/bibliography"/>
  </ds:schemaRefs>
</ds:datastoreItem>
</file>

<file path=customXml/itemProps114.xml><?xml version="1.0" encoding="utf-8"?>
<ds:datastoreItem xmlns:ds="http://schemas.openxmlformats.org/officeDocument/2006/customXml" ds:itemID="{53F93E9E-FFC0-47A4-A756-45BCECEE4A0E}">
  <ds:schemaRefs>
    <ds:schemaRef ds:uri="http://schemas.openxmlformats.org/officeDocument/2006/bibliography"/>
  </ds:schemaRefs>
</ds:datastoreItem>
</file>

<file path=customXml/itemProps115.xml><?xml version="1.0" encoding="utf-8"?>
<ds:datastoreItem xmlns:ds="http://schemas.openxmlformats.org/officeDocument/2006/customXml" ds:itemID="{AB9B424D-522E-4F60-9397-013E121C55F7}">
  <ds:schemaRefs>
    <ds:schemaRef ds:uri="http://schemas.openxmlformats.org/officeDocument/2006/bibliography"/>
  </ds:schemaRefs>
</ds:datastoreItem>
</file>

<file path=customXml/itemProps116.xml><?xml version="1.0" encoding="utf-8"?>
<ds:datastoreItem xmlns:ds="http://schemas.openxmlformats.org/officeDocument/2006/customXml" ds:itemID="{44AD367B-1522-4AB8-83BB-769E50746AC3}">
  <ds:schemaRefs>
    <ds:schemaRef ds:uri="http://schemas.openxmlformats.org/officeDocument/2006/bibliography"/>
  </ds:schemaRefs>
</ds:datastoreItem>
</file>

<file path=customXml/itemProps117.xml><?xml version="1.0" encoding="utf-8"?>
<ds:datastoreItem xmlns:ds="http://schemas.openxmlformats.org/officeDocument/2006/customXml" ds:itemID="{A32D9915-00B4-4501-B1D5-F7617587AC0B}">
  <ds:schemaRefs>
    <ds:schemaRef ds:uri="http://schemas.openxmlformats.org/officeDocument/2006/bibliography"/>
  </ds:schemaRefs>
</ds:datastoreItem>
</file>

<file path=customXml/itemProps118.xml><?xml version="1.0" encoding="utf-8"?>
<ds:datastoreItem xmlns:ds="http://schemas.openxmlformats.org/officeDocument/2006/customXml" ds:itemID="{9342A221-7D21-4F79-8081-F5B110430B34}">
  <ds:schemaRefs>
    <ds:schemaRef ds:uri="http://schemas.openxmlformats.org/officeDocument/2006/bibliography"/>
  </ds:schemaRefs>
</ds:datastoreItem>
</file>

<file path=customXml/itemProps119.xml><?xml version="1.0" encoding="utf-8"?>
<ds:datastoreItem xmlns:ds="http://schemas.openxmlformats.org/officeDocument/2006/customXml" ds:itemID="{10E88AA2-9E5A-4B6A-8DA7-5EFA7D4BD207}">
  <ds:schemaRefs>
    <ds:schemaRef ds:uri="http://schemas.openxmlformats.org/officeDocument/2006/bibliography"/>
  </ds:schemaRefs>
</ds:datastoreItem>
</file>

<file path=customXml/itemProps12.xml><?xml version="1.0" encoding="utf-8"?>
<ds:datastoreItem xmlns:ds="http://schemas.openxmlformats.org/officeDocument/2006/customXml" ds:itemID="{32C3D6B1-B3AE-4C25-811D-DFDED8BBB231}">
  <ds:schemaRefs>
    <ds:schemaRef ds:uri="http://schemas.openxmlformats.org/officeDocument/2006/bibliography"/>
  </ds:schemaRefs>
</ds:datastoreItem>
</file>

<file path=customXml/itemProps120.xml><?xml version="1.0" encoding="utf-8"?>
<ds:datastoreItem xmlns:ds="http://schemas.openxmlformats.org/officeDocument/2006/customXml" ds:itemID="{F5956A91-56B7-43EB-A297-F4C1A93EF92B}">
  <ds:schemaRefs>
    <ds:schemaRef ds:uri="http://schemas.openxmlformats.org/officeDocument/2006/bibliography"/>
  </ds:schemaRefs>
</ds:datastoreItem>
</file>

<file path=customXml/itemProps121.xml><?xml version="1.0" encoding="utf-8"?>
<ds:datastoreItem xmlns:ds="http://schemas.openxmlformats.org/officeDocument/2006/customXml" ds:itemID="{75EFC0CF-058C-4D5D-8CB0-90D385004184}">
  <ds:schemaRefs>
    <ds:schemaRef ds:uri="http://schemas.openxmlformats.org/officeDocument/2006/bibliography"/>
  </ds:schemaRefs>
</ds:datastoreItem>
</file>

<file path=customXml/itemProps122.xml><?xml version="1.0" encoding="utf-8"?>
<ds:datastoreItem xmlns:ds="http://schemas.openxmlformats.org/officeDocument/2006/customXml" ds:itemID="{EAF54087-A5A3-4949-A558-6B71F7E98BF5}">
  <ds:schemaRefs>
    <ds:schemaRef ds:uri="http://schemas.openxmlformats.org/officeDocument/2006/bibliography"/>
  </ds:schemaRefs>
</ds:datastoreItem>
</file>

<file path=customXml/itemProps123.xml><?xml version="1.0" encoding="utf-8"?>
<ds:datastoreItem xmlns:ds="http://schemas.openxmlformats.org/officeDocument/2006/customXml" ds:itemID="{82AF6ABD-9BE5-4BC2-AB09-FF3A9E648D35}">
  <ds:schemaRefs>
    <ds:schemaRef ds:uri="http://schemas.openxmlformats.org/officeDocument/2006/bibliography"/>
  </ds:schemaRefs>
</ds:datastoreItem>
</file>

<file path=customXml/itemProps124.xml><?xml version="1.0" encoding="utf-8"?>
<ds:datastoreItem xmlns:ds="http://schemas.openxmlformats.org/officeDocument/2006/customXml" ds:itemID="{B71B9105-793D-4883-9D6E-FDC9178A8879}">
  <ds:schemaRefs>
    <ds:schemaRef ds:uri="http://schemas.openxmlformats.org/officeDocument/2006/bibliography"/>
  </ds:schemaRefs>
</ds:datastoreItem>
</file>

<file path=customXml/itemProps125.xml><?xml version="1.0" encoding="utf-8"?>
<ds:datastoreItem xmlns:ds="http://schemas.openxmlformats.org/officeDocument/2006/customXml" ds:itemID="{B08A2F1B-EDA5-44CD-B458-7F0B222C97F3}">
  <ds:schemaRefs>
    <ds:schemaRef ds:uri="http://schemas.openxmlformats.org/officeDocument/2006/bibliography"/>
  </ds:schemaRefs>
</ds:datastoreItem>
</file>

<file path=customXml/itemProps126.xml><?xml version="1.0" encoding="utf-8"?>
<ds:datastoreItem xmlns:ds="http://schemas.openxmlformats.org/officeDocument/2006/customXml" ds:itemID="{4F19F142-A082-4249-92E0-E94F2A5222E8}">
  <ds:schemaRefs>
    <ds:schemaRef ds:uri="http://schemas.openxmlformats.org/officeDocument/2006/bibliography"/>
  </ds:schemaRefs>
</ds:datastoreItem>
</file>

<file path=customXml/itemProps127.xml><?xml version="1.0" encoding="utf-8"?>
<ds:datastoreItem xmlns:ds="http://schemas.openxmlformats.org/officeDocument/2006/customXml" ds:itemID="{1BD40038-65D0-44CA-B7E2-0FBEFBFAECB6}">
  <ds:schemaRefs>
    <ds:schemaRef ds:uri="http://schemas.openxmlformats.org/officeDocument/2006/bibliography"/>
  </ds:schemaRefs>
</ds:datastoreItem>
</file>

<file path=customXml/itemProps128.xml><?xml version="1.0" encoding="utf-8"?>
<ds:datastoreItem xmlns:ds="http://schemas.openxmlformats.org/officeDocument/2006/customXml" ds:itemID="{846A73F8-B038-468C-BDC9-162B8A44237D}">
  <ds:schemaRefs>
    <ds:schemaRef ds:uri="http://schemas.openxmlformats.org/officeDocument/2006/bibliography"/>
  </ds:schemaRefs>
</ds:datastoreItem>
</file>

<file path=customXml/itemProps129.xml><?xml version="1.0" encoding="utf-8"?>
<ds:datastoreItem xmlns:ds="http://schemas.openxmlformats.org/officeDocument/2006/customXml" ds:itemID="{86AF8A89-A7CF-4CED-8CAD-912022EB5D86}">
  <ds:schemaRefs>
    <ds:schemaRef ds:uri="http://schemas.openxmlformats.org/officeDocument/2006/bibliography"/>
  </ds:schemaRefs>
</ds:datastoreItem>
</file>

<file path=customXml/itemProps13.xml><?xml version="1.0" encoding="utf-8"?>
<ds:datastoreItem xmlns:ds="http://schemas.openxmlformats.org/officeDocument/2006/customXml" ds:itemID="{E879A44D-596D-437A-B703-821EB4AC33DE}">
  <ds:schemaRefs>
    <ds:schemaRef ds:uri="http://schemas.openxmlformats.org/officeDocument/2006/bibliography"/>
  </ds:schemaRefs>
</ds:datastoreItem>
</file>

<file path=customXml/itemProps130.xml><?xml version="1.0" encoding="utf-8"?>
<ds:datastoreItem xmlns:ds="http://schemas.openxmlformats.org/officeDocument/2006/customXml" ds:itemID="{C2177617-657C-49EE-9621-CDB16C86EC10}">
  <ds:schemaRefs>
    <ds:schemaRef ds:uri="http://schemas.openxmlformats.org/officeDocument/2006/bibliography"/>
  </ds:schemaRefs>
</ds:datastoreItem>
</file>

<file path=customXml/itemProps131.xml><?xml version="1.0" encoding="utf-8"?>
<ds:datastoreItem xmlns:ds="http://schemas.openxmlformats.org/officeDocument/2006/customXml" ds:itemID="{A9E10B79-C782-46FF-9D3D-D022FDB12333}">
  <ds:schemaRefs>
    <ds:schemaRef ds:uri="http://schemas.openxmlformats.org/officeDocument/2006/bibliography"/>
  </ds:schemaRefs>
</ds:datastoreItem>
</file>

<file path=customXml/itemProps132.xml><?xml version="1.0" encoding="utf-8"?>
<ds:datastoreItem xmlns:ds="http://schemas.openxmlformats.org/officeDocument/2006/customXml" ds:itemID="{C73DA091-6D00-4913-B383-7AD2DF228F11}">
  <ds:schemaRefs>
    <ds:schemaRef ds:uri="http://schemas.openxmlformats.org/officeDocument/2006/bibliography"/>
  </ds:schemaRefs>
</ds:datastoreItem>
</file>

<file path=customXml/itemProps133.xml><?xml version="1.0" encoding="utf-8"?>
<ds:datastoreItem xmlns:ds="http://schemas.openxmlformats.org/officeDocument/2006/customXml" ds:itemID="{F17DC6D2-F970-4EC8-861B-F2D8EC763511}">
  <ds:schemaRefs>
    <ds:schemaRef ds:uri="http://schemas.openxmlformats.org/officeDocument/2006/bibliography"/>
  </ds:schemaRefs>
</ds:datastoreItem>
</file>

<file path=customXml/itemProps134.xml><?xml version="1.0" encoding="utf-8"?>
<ds:datastoreItem xmlns:ds="http://schemas.openxmlformats.org/officeDocument/2006/customXml" ds:itemID="{0D214CB0-2655-4921-AF57-32D0EF8AF474}">
  <ds:schemaRefs>
    <ds:schemaRef ds:uri="http://schemas.openxmlformats.org/officeDocument/2006/bibliography"/>
  </ds:schemaRefs>
</ds:datastoreItem>
</file>

<file path=customXml/itemProps135.xml><?xml version="1.0" encoding="utf-8"?>
<ds:datastoreItem xmlns:ds="http://schemas.openxmlformats.org/officeDocument/2006/customXml" ds:itemID="{66A13C36-55E1-4B46-8AD4-3F8F060402CF}">
  <ds:schemaRefs>
    <ds:schemaRef ds:uri="http://schemas.openxmlformats.org/officeDocument/2006/bibliography"/>
  </ds:schemaRefs>
</ds:datastoreItem>
</file>

<file path=customXml/itemProps136.xml><?xml version="1.0" encoding="utf-8"?>
<ds:datastoreItem xmlns:ds="http://schemas.openxmlformats.org/officeDocument/2006/customXml" ds:itemID="{055F96D1-D509-4E40-ABA5-78C7235B5E68}">
  <ds:schemaRefs>
    <ds:schemaRef ds:uri="http://schemas.openxmlformats.org/officeDocument/2006/bibliography"/>
  </ds:schemaRefs>
</ds:datastoreItem>
</file>

<file path=customXml/itemProps137.xml><?xml version="1.0" encoding="utf-8"?>
<ds:datastoreItem xmlns:ds="http://schemas.openxmlformats.org/officeDocument/2006/customXml" ds:itemID="{81FB1EFB-E1E2-4375-B786-613638335BF4}">
  <ds:schemaRefs>
    <ds:schemaRef ds:uri="http://schemas.openxmlformats.org/officeDocument/2006/bibliography"/>
  </ds:schemaRefs>
</ds:datastoreItem>
</file>

<file path=customXml/itemProps138.xml><?xml version="1.0" encoding="utf-8"?>
<ds:datastoreItem xmlns:ds="http://schemas.openxmlformats.org/officeDocument/2006/customXml" ds:itemID="{E27B659F-5517-495D-9842-B8F0659DC8A6}">
  <ds:schemaRefs>
    <ds:schemaRef ds:uri="http://schemas.openxmlformats.org/officeDocument/2006/bibliography"/>
  </ds:schemaRefs>
</ds:datastoreItem>
</file>

<file path=customXml/itemProps139.xml><?xml version="1.0" encoding="utf-8"?>
<ds:datastoreItem xmlns:ds="http://schemas.openxmlformats.org/officeDocument/2006/customXml" ds:itemID="{D864AE6C-B010-4E73-8D73-B765A08EE35A}">
  <ds:schemaRefs>
    <ds:schemaRef ds:uri="http://schemas.openxmlformats.org/officeDocument/2006/bibliography"/>
  </ds:schemaRefs>
</ds:datastoreItem>
</file>

<file path=customXml/itemProps14.xml><?xml version="1.0" encoding="utf-8"?>
<ds:datastoreItem xmlns:ds="http://schemas.openxmlformats.org/officeDocument/2006/customXml" ds:itemID="{632DD8BF-CFDD-476C-B8D8-173E1A8B1835}">
  <ds:schemaRefs>
    <ds:schemaRef ds:uri="http://schemas.openxmlformats.org/officeDocument/2006/bibliography"/>
  </ds:schemaRefs>
</ds:datastoreItem>
</file>

<file path=customXml/itemProps140.xml><?xml version="1.0" encoding="utf-8"?>
<ds:datastoreItem xmlns:ds="http://schemas.openxmlformats.org/officeDocument/2006/customXml" ds:itemID="{F3990ADD-0440-4677-BFE3-96145D9835C1}">
  <ds:schemaRefs>
    <ds:schemaRef ds:uri="http://schemas.openxmlformats.org/officeDocument/2006/bibliography"/>
  </ds:schemaRefs>
</ds:datastoreItem>
</file>

<file path=customXml/itemProps141.xml><?xml version="1.0" encoding="utf-8"?>
<ds:datastoreItem xmlns:ds="http://schemas.openxmlformats.org/officeDocument/2006/customXml" ds:itemID="{E5A5A6E3-BD32-4084-B65D-9BDA8BC11912}">
  <ds:schemaRefs>
    <ds:schemaRef ds:uri="http://schemas.openxmlformats.org/officeDocument/2006/bibliography"/>
  </ds:schemaRefs>
</ds:datastoreItem>
</file>

<file path=customXml/itemProps142.xml><?xml version="1.0" encoding="utf-8"?>
<ds:datastoreItem xmlns:ds="http://schemas.openxmlformats.org/officeDocument/2006/customXml" ds:itemID="{E69B9F06-4928-4528-9167-BAF30A97AB03}">
  <ds:schemaRefs>
    <ds:schemaRef ds:uri="http://schemas.openxmlformats.org/officeDocument/2006/bibliography"/>
  </ds:schemaRefs>
</ds:datastoreItem>
</file>

<file path=customXml/itemProps143.xml><?xml version="1.0" encoding="utf-8"?>
<ds:datastoreItem xmlns:ds="http://schemas.openxmlformats.org/officeDocument/2006/customXml" ds:itemID="{30FC88B0-CAA1-4319-B31E-71C34D9759C9}">
  <ds:schemaRefs>
    <ds:schemaRef ds:uri="http://schemas.openxmlformats.org/officeDocument/2006/bibliography"/>
  </ds:schemaRefs>
</ds:datastoreItem>
</file>

<file path=customXml/itemProps15.xml><?xml version="1.0" encoding="utf-8"?>
<ds:datastoreItem xmlns:ds="http://schemas.openxmlformats.org/officeDocument/2006/customXml" ds:itemID="{831A4707-2E87-4106-891B-21F27CECF1AA}">
  <ds:schemaRefs>
    <ds:schemaRef ds:uri="http://schemas.openxmlformats.org/officeDocument/2006/bibliography"/>
  </ds:schemaRefs>
</ds:datastoreItem>
</file>

<file path=customXml/itemProps16.xml><?xml version="1.0" encoding="utf-8"?>
<ds:datastoreItem xmlns:ds="http://schemas.openxmlformats.org/officeDocument/2006/customXml" ds:itemID="{AFBCBCAA-1281-4432-AA90-D00004B07ECA}">
  <ds:schemaRefs>
    <ds:schemaRef ds:uri="http://schemas.openxmlformats.org/officeDocument/2006/bibliography"/>
  </ds:schemaRefs>
</ds:datastoreItem>
</file>

<file path=customXml/itemProps17.xml><?xml version="1.0" encoding="utf-8"?>
<ds:datastoreItem xmlns:ds="http://schemas.openxmlformats.org/officeDocument/2006/customXml" ds:itemID="{9ACC74CA-5FEA-4673-AB1B-1BBA8885392F}">
  <ds:schemaRefs>
    <ds:schemaRef ds:uri="http://schemas.openxmlformats.org/officeDocument/2006/bibliography"/>
  </ds:schemaRefs>
</ds:datastoreItem>
</file>

<file path=customXml/itemProps18.xml><?xml version="1.0" encoding="utf-8"?>
<ds:datastoreItem xmlns:ds="http://schemas.openxmlformats.org/officeDocument/2006/customXml" ds:itemID="{6181B984-7091-4CBD-85BE-997F92B94AE3}">
  <ds:schemaRefs>
    <ds:schemaRef ds:uri="http://schemas.openxmlformats.org/officeDocument/2006/bibliography"/>
  </ds:schemaRefs>
</ds:datastoreItem>
</file>

<file path=customXml/itemProps19.xml><?xml version="1.0" encoding="utf-8"?>
<ds:datastoreItem xmlns:ds="http://schemas.openxmlformats.org/officeDocument/2006/customXml" ds:itemID="{4D0F5B02-3589-4DA0-8DF0-6463EE75D967}">
  <ds:schemaRefs>
    <ds:schemaRef ds:uri="http://schemas.openxmlformats.org/officeDocument/2006/bibliography"/>
  </ds:schemaRefs>
</ds:datastoreItem>
</file>

<file path=customXml/itemProps2.xml><?xml version="1.0" encoding="utf-8"?>
<ds:datastoreItem xmlns:ds="http://schemas.openxmlformats.org/officeDocument/2006/customXml" ds:itemID="{1C4EE0B7-5584-4DE8-9659-1E47C0E97580}">
  <ds:schemaRefs>
    <ds:schemaRef ds:uri="http://schemas.openxmlformats.org/officeDocument/2006/bibliography"/>
  </ds:schemaRefs>
</ds:datastoreItem>
</file>

<file path=customXml/itemProps20.xml><?xml version="1.0" encoding="utf-8"?>
<ds:datastoreItem xmlns:ds="http://schemas.openxmlformats.org/officeDocument/2006/customXml" ds:itemID="{AEA05CB9-C325-40CA-8131-5341D58741FC}">
  <ds:schemaRefs>
    <ds:schemaRef ds:uri="http://schemas.openxmlformats.org/officeDocument/2006/bibliography"/>
  </ds:schemaRefs>
</ds:datastoreItem>
</file>

<file path=customXml/itemProps21.xml><?xml version="1.0" encoding="utf-8"?>
<ds:datastoreItem xmlns:ds="http://schemas.openxmlformats.org/officeDocument/2006/customXml" ds:itemID="{4B335617-62A4-4B76-84FF-C064B13D36A0}">
  <ds:schemaRefs>
    <ds:schemaRef ds:uri="http://schemas.openxmlformats.org/officeDocument/2006/bibliography"/>
  </ds:schemaRefs>
</ds:datastoreItem>
</file>

<file path=customXml/itemProps22.xml><?xml version="1.0" encoding="utf-8"?>
<ds:datastoreItem xmlns:ds="http://schemas.openxmlformats.org/officeDocument/2006/customXml" ds:itemID="{056202C7-B622-437F-8F38-CF3B89A7C1F8}">
  <ds:schemaRefs>
    <ds:schemaRef ds:uri="http://schemas.openxmlformats.org/officeDocument/2006/bibliography"/>
  </ds:schemaRefs>
</ds:datastoreItem>
</file>

<file path=customXml/itemProps23.xml><?xml version="1.0" encoding="utf-8"?>
<ds:datastoreItem xmlns:ds="http://schemas.openxmlformats.org/officeDocument/2006/customXml" ds:itemID="{AD907541-36B9-4824-A0FA-6D58DE773706}">
  <ds:schemaRefs>
    <ds:schemaRef ds:uri="http://schemas.openxmlformats.org/officeDocument/2006/bibliography"/>
  </ds:schemaRefs>
</ds:datastoreItem>
</file>

<file path=customXml/itemProps24.xml><?xml version="1.0" encoding="utf-8"?>
<ds:datastoreItem xmlns:ds="http://schemas.openxmlformats.org/officeDocument/2006/customXml" ds:itemID="{79DA0379-9BF2-4D12-8AA6-3E37EE835508}">
  <ds:schemaRefs>
    <ds:schemaRef ds:uri="http://schemas.openxmlformats.org/officeDocument/2006/bibliography"/>
  </ds:schemaRefs>
</ds:datastoreItem>
</file>

<file path=customXml/itemProps25.xml><?xml version="1.0" encoding="utf-8"?>
<ds:datastoreItem xmlns:ds="http://schemas.openxmlformats.org/officeDocument/2006/customXml" ds:itemID="{526602D3-2A4B-47AC-9595-CC5AF3AB243E}">
  <ds:schemaRefs>
    <ds:schemaRef ds:uri="http://schemas.openxmlformats.org/officeDocument/2006/bibliography"/>
  </ds:schemaRefs>
</ds:datastoreItem>
</file>

<file path=customXml/itemProps26.xml><?xml version="1.0" encoding="utf-8"?>
<ds:datastoreItem xmlns:ds="http://schemas.openxmlformats.org/officeDocument/2006/customXml" ds:itemID="{81308572-E389-44AA-8DAE-1B7C09D52BBD}">
  <ds:schemaRefs>
    <ds:schemaRef ds:uri="http://schemas.openxmlformats.org/officeDocument/2006/bibliography"/>
  </ds:schemaRefs>
</ds:datastoreItem>
</file>

<file path=customXml/itemProps27.xml><?xml version="1.0" encoding="utf-8"?>
<ds:datastoreItem xmlns:ds="http://schemas.openxmlformats.org/officeDocument/2006/customXml" ds:itemID="{30C93710-5EDD-427A-9CF0-0FACBEC79C8B}">
  <ds:schemaRefs>
    <ds:schemaRef ds:uri="http://schemas.openxmlformats.org/officeDocument/2006/bibliography"/>
  </ds:schemaRefs>
</ds:datastoreItem>
</file>

<file path=customXml/itemProps28.xml><?xml version="1.0" encoding="utf-8"?>
<ds:datastoreItem xmlns:ds="http://schemas.openxmlformats.org/officeDocument/2006/customXml" ds:itemID="{05E65C44-48B7-4D05-AE38-7E86E0EA767B}">
  <ds:schemaRefs>
    <ds:schemaRef ds:uri="http://schemas.openxmlformats.org/officeDocument/2006/bibliography"/>
  </ds:schemaRefs>
</ds:datastoreItem>
</file>

<file path=customXml/itemProps29.xml><?xml version="1.0" encoding="utf-8"?>
<ds:datastoreItem xmlns:ds="http://schemas.openxmlformats.org/officeDocument/2006/customXml" ds:itemID="{641B6CAD-154E-41BC-A8DF-221F50A54E34}">
  <ds:schemaRefs>
    <ds:schemaRef ds:uri="http://schemas.openxmlformats.org/officeDocument/2006/bibliography"/>
  </ds:schemaRefs>
</ds:datastoreItem>
</file>

<file path=customXml/itemProps3.xml><?xml version="1.0" encoding="utf-8"?>
<ds:datastoreItem xmlns:ds="http://schemas.openxmlformats.org/officeDocument/2006/customXml" ds:itemID="{D57554C5-08E7-486B-8A24-25F5AFF330E8}">
  <ds:schemaRefs>
    <ds:schemaRef ds:uri="http://schemas.openxmlformats.org/officeDocument/2006/bibliography"/>
  </ds:schemaRefs>
</ds:datastoreItem>
</file>

<file path=customXml/itemProps30.xml><?xml version="1.0" encoding="utf-8"?>
<ds:datastoreItem xmlns:ds="http://schemas.openxmlformats.org/officeDocument/2006/customXml" ds:itemID="{DCE530D1-2559-4C6B-862C-C78F3A970657}">
  <ds:schemaRefs>
    <ds:schemaRef ds:uri="http://schemas.openxmlformats.org/officeDocument/2006/bibliography"/>
  </ds:schemaRefs>
</ds:datastoreItem>
</file>

<file path=customXml/itemProps31.xml><?xml version="1.0" encoding="utf-8"?>
<ds:datastoreItem xmlns:ds="http://schemas.openxmlformats.org/officeDocument/2006/customXml" ds:itemID="{4B8B021D-BFC7-42BD-BB65-78476E0AA238}">
  <ds:schemaRefs>
    <ds:schemaRef ds:uri="http://schemas.openxmlformats.org/officeDocument/2006/bibliography"/>
  </ds:schemaRefs>
</ds:datastoreItem>
</file>

<file path=customXml/itemProps32.xml><?xml version="1.0" encoding="utf-8"?>
<ds:datastoreItem xmlns:ds="http://schemas.openxmlformats.org/officeDocument/2006/customXml" ds:itemID="{DD009501-0F12-42EC-A42B-B86FF3518C9B}">
  <ds:schemaRefs>
    <ds:schemaRef ds:uri="http://schemas.openxmlformats.org/officeDocument/2006/bibliography"/>
  </ds:schemaRefs>
</ds:datastoreItem>
</file>

<file path=customXml/itemProps33.xml><?xml version="1.0" encoding="utf-8"?>
<ds:datastoreItem xmlns:ds="http://schemas.openxmlformats.org/officeDocument/2006/customXml" ds:itemID="{FEA32B5E-6AE1-4639-867C-69BF586A9BFC}">
  <ds:schemaRefs>
    <ds:schemaRef ds:uri="http://schemas.openxmlformats.org/officeDocument/2006/bibliography"/>
  </ds:schemaRefs>
</ds:datastoreItem>
</file>

<file path=customXml/itemProps34.xml><?xml version="1.0" encoding="utf-8"?>
<ds:datastoreItem xmlns:ds="http://schemas.openxmlformats.org/officeDocument/2006/customXml" ds:itemID="{85B93DDA-78F7-4F34-8203-24060095E336}">
  <ds:schemaRefs>
    <ds:schemaRef ds:uri="http://schemas.openxmlformats.org/officeDocument/2006/bibliography"/>
  </ds:schemaRefs>
</ds:datastoreItem>
</file>

<file path=customXml/itemProps35.xml><?xml version="1.0" encoding="utf-8"?>
<ds:datastoreItem xmlns:ds="http://schemas.openxmlformats.org/officeDocument/2006/customXml" ds:itemID="{C71844E2-9E24-44A1-95F3-0F13886E4D0F}">
  <ds:schemaRefs>
    <ds:schemaRef ds:uri="http://schemas.openxmlformats.org/officeDocument/2006/bibliography"/>
  </ds:schemaRefs>
</ds:datastoreItem>
</file>

<file path=customXml/itemProps36.xml><?xml version="1.0" encoding="utf-8"?>
<ds:datastoreItem xmlns:ds="http://schemas.openxmlformats.org/officeDocument/2006/customXml" ds:itemID="{19CCAD2B-A97C-4940-9247-99BBE058495A}">
  <ds:schemaRefs>
    <ds:schemaRef ds:uri="http://schemas.openxmlformats.org/officeDocument/2006/bibliography"/>
  </ds:schemaRefs>
</ds:datastoreItem>
</file>

<file path=customXml/itemProps37.xml><?xml version="1.0" encoding="utf-8"?>
<ds:datastoreItem xmlns:ds="http://schemas.openxmlformats.org/officeDocument/2006/customXml" ds:itemID="{F46B9728-6F2F-49CB-B76A-AFEAA00E22BC}">
  <ds:schemaRefs>
    <ds:schemaRef ds:uri="http://schemas.openxmlformats.org/officeDocument/2006/bibliography"/>
  </ds:schemaRefs>
</ds:datastoreItem>
</file>

<file path=customXml/itemProps38.xml><?xml version="1.0" encoding="utf-8"?>
<ds:datastoreItem xmlns:ds="http://schemas.openxmlformats.org/officeDocument/2006/customXml" ds:itemID="{FC21D66E-D754-4C93-8E28-79B5D32E13EA}">
  <ds:schemaRefs>
    <ds:schemaRef ds:uri="http://schemas.openxmlformats.org/officeDocument/2006/bibliography"/>
  </ds:schemaRefs>
</ds:datastoreItem>
</file>

<file path=customXml/itemProps39.xml><?xml version="1.0" encoding="utf-8"?>
<ds:datastoreItem xmlns:ds="http://schemas.openxmlformats.org/officeDocument/2006/customXml" ds:itemID="{6E36FF96-5FDF-40DD-B2B8-463A2501AADB}">
  <ds:schemaRefs>
    <ds:schemaRef ds:uri="http://schemas.openxmlformats.org/officeDocument/2006/bibliography"/>
  </ds:schemaRefs>
</ds:datastoreItem>
</file>

<file path=customXml/itemProps4.xml><?xml version="1.0" encoding="utf-8"?>
<ds:datastoreItem xmlns:ds="http://schemas.openxmlformats.org/officeDocument/2006/customXml" ds:itemID="{C0261CF5-31ED-4496-A28E-6F431A018395}">
  <ds:schemaRefs>
    <ds:schemaRef ds:uri="http://schemas.openxmlformats.org/officeDocument/2006/bibliography"/>
  </ds:schemaRefs>
</ds:datastoreItem>
</file>

<file path=customXml/itemProps40.xml><?xml version="1.0" encoding="utf-8"?>
<ds:datastoreItem xmlns:ds="http://schemas.openxmlformats.org/officeDocument/2006/customXml" ds:itemID="{30C716CF-CDDA-4997-9180-88FA7AE634E5}">
  <ds:schemaRefs>
    <ds:schemaRef ds:uri="http://schemas.openxmlformats.org/officeDocument/2006/bibliography"/>
  </ds:schemaRefs>
</ds:datastoreItem>
</file>

<file path=customXml/itemProps41.xml><?xml version="1.0" encoding="utf-8"?>
<ds:datastoreItem xmlns:ds="http://schemas.openxmlformats.org/officeDocument/2006/customXml" ds:itemID="{0DD3F58C-6AA9-4E07-A25D-4A78ECDDDB55}">
  <ds:schemaRefs>
    <ds:schemaRef ds:uri="http://schemas.openxmlformats.org/officeDocument/2006/bibliography"/>
  </ds:schemaRefs>
</ds:datastoreItem>
</file>

<file path=customXml/itemProps42.xml><?xml version="1.0" encoding="utf-8"?>
<ds:datastoreItem xmlns:ds="http://schemas.openxmlformats.org/officeDocument/2006/customXml" ds:itemID="{DA7586FB-3845-4722-9EAB-C0D3436256F4}">
  <ds:schemaRefs>
    <ds:schemaRef ds:uri="http://schemas.openxmlformats.org/officeDocument/2006/bibliography"/>
  </ds:schemaRefs>
</ds:datastoreItem>
</file>

<file path=customXml/itemProps43.xml><?xml version="1.0" encoding="utf-8"?>
<ds:datastoreItem xmlns:ds="http://schemas.openxmlformats.org/officeDocument/2006/customXml" ds:itemID="{1CFEFC86-BE38-4935-A8D2-6BADE5B12624}">
  <ds:schemaRefs>
    <ds:schemaRef ds:uri="http://schemas.openxmlformats.org/officeDocument/2006/bibliography"/>
  </ds:schemaRefs>
</ds:datastoreItem>
</file>

<file path=customXml/itemProps44.xml><?xml version="1.0" encoding="utf-8"?>
<ds:datastoreItem xmlns:ds="http://schemas.openxmlformats.org/officeDocument/2006/customXml" ds:itemID="{5A197003-0833-4A28-A028-90B6E19F8940}">
  <ds:schemaRefs>
    <ds:schemaRef ds:uri="http://schemas.openxmlformats.org/officeDocument/2006/bibliography"/>
  </ds:schemaRefs>
</ds:datastoreItem>
</file>

<file path=customXml/itemProps45.xml><?xml version="1.0" encoding="utf-8"?>
<ds:datastoreItem xmlns:ds="http://schemas.openxmlformats.org/officeDocument/2006/customXml" ds:itemID="{664401C0-BD5E-4E96-A6B3-C85DDDB5F30E}">
  <ds:schemaRefs>
    <ds:schemaRef ds:uri="http://schemas.openxmlformats.org/officeDocument/2006/bibliography"/>
  </ds:schemaRefs>
</ds:datastoreItem>
</file>

<file path=customXml/itemProps46.xml><?xml version="1.0" encoding="utf-8"?>
<ds:datastoreItem xmlns:ds="http://schemas.openxmlformats.org/officeDocument/2006/customXml" ds:itemID="{ACE8E1D0-813E-41EE-9F5D-AA844FEA91E3}">
  <ds:schemaRefs>
    <ds:schemaRef ds:uri="http://schemas.openxmlformats.org/officeDocument/2006/bibliography"/>
  </ds:schemaRefs>
</ds:datastoreItem>
</file>

<file path=customXml/itemProps47.xml><?xml version="1.0" encoding="utf-8"?>
<ds:datastoreItem xmlns:ds="http://schemas.openxmlformats.org/officeDocument/2006/customXml" ds:itemID="{A5E61761-8F52-43D3-9AE7-80C5A146A830}">
  <ds:schemaRefs>
    <ds:schemaRef ds:uri="http://schemas.openxmlformats.org/officeDocument/2006/bibliography"/>
  </ds:schemaRefs>
</ds:datastoreItem>
</file>

<file path=customXml/itemProps48.xml><?xml version="1.0" encoding="utf-8"?>
<ds:datastoreItem xmlns:ds="http://schemas.openxmlformats.org/officeDocument/2006/customXml" ds:itemID="{E7395F1B-80BD-473B-B0F3-82E4C37ED09E}">
  <ds:schemaRefs>
    <ds:schemaRef ds:uri="http://schemas.openxmlformats.org/officeDocument/2006/bibliography"/>
  </ds:schemaRefs>
</ds:datastoreItem>
</file>

<file path=customXml/itemProps49.xml><?xml version="1.0" encoding="utf-8"?>
<ds:datastoreItem xmlns:ds="http://schemas.openxmlformats.org/officeDocument/2006/customXml" ds:itemID="{B4082EAE-1A4B-47A1-B0FF-02963FA15E34}">
  <ds:schemaRefs>
    <ds:schemaRef ds:uri="http://schemas.openxmlformats.org/officeDocument/2006/bibliography"/>
  </ds:schemaRefs>
</ds:datastoreItem>
</file>

<file path=customXml/itemProps5.xml><?xml version="1.0" encoding="utf-8"?>
<ds:datastoreItem xmlns:ds="http://schemas.openxmlformats.org/officeDocument/2006/customXml" ds:itemID="{EE1A5201-31FC-4F43-86A0-C8132CA8FCA8}">
  <ds:schemaRefs>
    <ds:schemaRef ds:uri="http://schemas.openxmlformats.org/officeDocument/2006/bibliography"/>
  </ds:schemaRefs>
</ds:datastoreItem>
</file>

<file path=customXml/itemProps50.xml><?xml version="1.0" encoding="utf-8"?>
<ds:datastoreItem xmlns:ds="http://schemas.openxmlformats.org/officeDocument/2006/customXml" ds:itemID="{E9CF599F-DE75-4DDA-B3FB-E39188F3E19B}">
  <ds:schemaRefs>
    <ds:schemaRef ds:uri="http://schemas.openxmlformats.org/officeDocument/2006/bibliography"/>
  </ds:schemaRefs>
</ds:datastoreItem>
</file>

<file path=customXml/itemProps51.xml><?xml version="1.0" encoding="utf-8"?>
<ds:datastoreItem xmlns:ds="http://schemas.openxmlformats.org/officeDocument/2006/customXml" ds:itemID="{63974FD8-9B35-4620-96FE-90EF3573C024}">
  <ds:schemaRefs>
    <ds:schemaRef ds:uri="http://schemas.openxmlformats.org/officeDocument/2006/bibliography"/>
  </ds:schemaRefs>
</ds:datastoreItem>
</file>

<file path=customXml/itemProps52.xml><?xml version="1.0" encoding="utf-8"?>
<ds:datastoreItem xmlns:ds="http://schemas.openxmlformats.org/officeDocument/2006/customXml" ds:itemID="{9024D0D1-D3EC-4FD5-8361-7C58FBB2DC45}">
  <ds:schemaRefs>
    <ds:schemaRef ds:uri="http://schemas.openxmlformats.org/officeDocument/2006/bibliography"/>
  </ds:schemaRefs>
</ds:datastoreItem>
</file>

<file path=customXml/itemProps53.xml><?xml version="1.0" encoding="utf-8"?>
<ds:datastoreItem xmlns:ds="http://schemas.openxmlformats.org/officeDocument/2006/customXml" ds:itemID="{FAA48AEF-CCB0-4CD6-86D2-AE810F2F1869}">
  <ds:schemaRefs>
    <ds:schemaRef ds:uri="http://schemas.openxmlformats.org/officeDocument/2006/bibliography"/>
  </ds:schemaRefs>
</ds:datastoreItem>
</file>

<file path=customXml/itemProps54.xml><?xml version="1.0" encoding="utf-8"?>
<ds:datastoreItem xmlns:ds="http://schemas.openxmlformats.org/officeDocument/2006/customXml" ds:itemID="{321251AC-05F5-473A-9991-89827134D7AF}">
  <ds:schemaRefs>
    <ds:schemaRef ds:uri="http://schemas.openxmlformats.org/officeDocument/2006/bibliography"/>
  </ds:schemaRefs>
</ds:datastoreItem>
</file>

<file path=customXml/itemProps55.xml><?xml version="1.0" encoding="utf-8"?>
<ds:datastoreItem xmlns:ds="http://schemas.openxmlformats.org/officeDocument/2006/customXml" ds:itemID="{77A6BC7C-9301-49DF-829B-14412E9A3DAE}">
  <ds:schemaRefs>
    <ds:schemaRef ds:uri="http://schemas.openxmlformats.org/officeDocument/2006/bibliography"/>
  </ds:schemaRefs>
</ds:datastoreItem>
</file>

<file path=customXml/itemProps56.xml><?xml version="1.0" encoding="utf-8"?>
<ds:datastoreItem xmlns:ds="http://schemas.openxmlformats.org/officeDocument/2006/customXml" ds:itemID="{9450BC42-A773-4E39-ADA1-132900721251}">
  <ds:schemaRefs>
    <ds:schemaRef ds:uri="http://schemas.openxmlformats.org/officeDocument/2006/bibliography"/>
  </ds:schemaRefs>
</ds:datastoreItem>
</file>

<file path=customXml/itemProps57.xml><?xml version="1.0" encoding="utf-8"?>
<ds:datastoreItem xmlns:ds="http://schemas.openxmlformats.org/officeDocument/2006/customXml" ds:itemID="{7EC40B46-5A8B-45D1-A097-1DCBE4AB54CB}">
  <ds:schemaRefs>
    <ds:schemaRef ds:uri="http://schemas.openxmlformats.org/officeDocument/2006/bibliography"/>
  </ds:schemaRefs>
</ds:datastoreItem>
</file>

<file path=customXml/itemProps58.xml><?xml version="1.0" encoding="utf-8"?>
<ds:datastoreItem xmlns:ds="http://schemas.openxmlformats.org/officeDocument/2006/customXml" ds:itemID="{E37C8CFD-368A-450C-9C02-1632EBA09205}">
  <ds:schemaRefs>
    <ds:schemaRef ds:uri="http://schemas.openxmlformats.org/officeDocument/2006/bibliography"/>
  </ds:schemaRefs>
</ds:datastoreItem>
</file>

<file path=customXml/itemProps59.xml><?xml version="1.0" encoding="utf-8"?>
<ds:datastoreItem xmlns:ds="http://schemas.openxmlformats.org/officeDocument/2006/customXml" ds:itemID="{F6AE1772-FB25-41BA-9FFD-82973137BC02}">
  <ds:schemaRefs>
    <ds:schemaRef ds:uri="http://schemas.openxmlformats.org/officeDocument/2006/bibliography"/>
  </ds:schemaRefs>
</ds:datastoreItem>
</file>

<file path=customXml/itemProps6.xml><?xml version="1.0" encoding="utf-8"?>
<ds:datastoreItem xmlns:ds="http://schemas.openxmlformats.org/officeDocument/2006/customXml" ds:itemID="{4AF6EE5F-0507-4597-A83F-5E48D7887E13}">
  <ds:schemaRefs>
    <ds:schemaRef ds:uri="http://schemas.openxmlformats.org/officeDocument/2006/bibliography"/>
  </ds:schemaRefs>
</ds:datastoreItem>
</file>

<file path=customXml/itemProps60.xml><?xml version="1.0" encoding="utf-8"?>
<ds:datastoreItem xmlns:ds="http://schemas.openxmlformats.org/officeDocument/2006/customXml" ds:itemID="{90418464-BEA6-4CB5-AE76-99981A5D7AE7}">
  <ds:schemaRefs>
    <ds:schemaRef ds:uri="http://schemas.openxmlformats.org/officeDocument/2006/bibliography"/>
  </ds:schemaRefs>
</ds:datastoreItem>
</file>

<file path=customXml/itemProps61.xml><?xml version="1.0" encoding="utf-8"?>
<ds:datastoreItem xmlns:ds="http://schemas.openxmlformats.org/officeDocument/2006/customXml" ds:itemID="{556C74BA-DE5B-4B7D-9678-24B5224344B6}">
  <ds:schemaRefs>
    <ds:schemaRef ds:uri="http://schemas.openxmlformats.org/officeDocument/2006/bibliography"/>
  </ds:schemaRefs>
</ds:datastoreItem>
</file>

<file path=customXml/itemProps62.xml><?xml version="1.0" encoding="utf-8"?>
<ds:datastoreItem xmlns:ds="http://schemas.openxmlformats.org/officeDocument/2006/customXml" ds:itemID="{1F02968E-AF34-45CA-B97C-0D12FD4F6368}">
  <ds:schemaRefs>
    <ds:schemaRef ds:uri="http://schemas.openxmlformats.org/officeDocument/2006/bibliography"/>
  </ds:schemaRefs>
</ds:datastoreItem>
</file>

<file path=customXml/itemProps63.xml><?xml version="1.0" encoding="utf-8"?>
<ds:datastoreItem xmlns:ds="http://schemas.openxmlformats.org/officeDocument/2006/customXml" ds:itemID="{86191924-2445-4BE5-8EEE-A44A5DBD378E}">
  <ds:schemaRefs>
    <ds:schemaRef ds:uri="http://schemas.openxmlformats.org/officeDocument/2006/bibliography"/>
  </ds:schemaRefs>
</ds:datastoreItem>
</file>

<file path=customXml/itemProps64.xml><?xml version="1.0" encoding="utf-8"?>
<ds:datastoreItem xmlns:ds="http://schemas.openxmlformats.org/officeDocument/2006/customXml" ds:itemID="{AB25E40D-2F0F-43E6-9B82-8D4E0FDD4FCD}">
  <ds:schemaRefs>
    <ds:schemaRef ds:uri="http://schemas.openxmlformats.org/officeDocument/2006/bibliography"/>
  </ds:schemaRefs>
</ds:datastoreItem>
</file>

<file path=customXml/itemProps65.xml><?xml version="1.0" encoding="utf-8"?>
<ds:datastoreItem xmlns:ds="http://schemas.openxmlformats.org/officeDocument/2006/customXml" ds:itemID="{87EF0D44-F2A7-4D0B-808D-857710BE7054}">
  <ds:schemaRefs>
    <ds:schemaRef ds:uri="http://schemas.openxmlformats.org/officeDocument/2006/bibliography"/>
  </ds:schemaRefs>
</ds:datastoreItem>
</file>

<file path=customXml/itemProps66.xml><?xml version="1.0" encoding="utf-8"?>
<ds:datastoreItem xmlns:ds="http://schemas.openxmlformats.org/officeDocument/2006/customXml" ds:itemID="{8D2DCEAA-2009-4044-9DF2-C8BCEF063A93}">
  <ds:schemaRefs>
    <ds:schemaRef ds:uri="http://schemas.openxmlformats.org/officeDocument/2006/bibliography"/>
  </ds:schemaRefs>
</ds:datastoreItem>
</file>

<file path=customXml/itemProps67.xml><?xml version="1.0" encoding="utf-8"?>
<ds:datastoreItem xmlns:ds="http://schemas.openxmlformats.org/officeDocument/2006/customXml" ds:itemID="{5EBDA4CE-DC73-49A3-A3B0-4E199011D6E6}">
  <ds:schemaRefs>
    <ds:schemaRef ds:uri="http://schemas.openxmlformats.org/officeDocument/2006/bibliography"/>
  </ds:schemaRefs>
</ds:datastoreItem>
</file>

<file path=customXml/itemProps68.xml><?xml version="1.0" encoding="utf-8"?>
<ds:datastoreItem xmlns:ds="http://schemas.openxmlformats.org/officeDocument/2006/customXml" ds:itemID="{C3B2002F-81A5-419A-A3A2-E764AA9B1D5B}">
  <ds:schemaRefs>
    <ds:schemaRef ds:uri="http://schemas.openxmlformats.org/officeDocument/2006/bibliography"/>
  </ds:schemaRefs>
</ds:datastoreItem>
</file>

<file path=customXml/itemProps69.xml><?xml version="1.0" encoding="utf-8"?>
<ds:datastoreItem xmlns:ds="http://schemas.openxmlformats.org/officeDocument/2006/customXml" ds:itemID="{3BCA3042-AB97-41A5-82B1-65A4A3AA13BE}">
  <ds:schemaRefs>
    <ds:schemaRef ds:uri="http://schemas.openxmlformats.org/officeDocument/2006/bibliography"/>
  </ds:schemaRefs>
</ds:datastoreItem>
</file>

<file path=customXml/itemProps7.xml><?xml version="1.0" encoding="utf-8"?>
<ds:datastoreItem xmlns:ds="http://schemas.openxmlformats.org/officeDocument/2006/customXml" ds:itemID="{150CAC2C-819F-45C6-8647-E85121815825}">
  <ds:schemaRefs>
    <ds:schemaRef ds:uri="http://schemas.openxmlformats.org/officeDocument/2006/bibliography"/>
  </ds:schemaRefs>
</ds:datastoreItem>
</file>

<file path=customXml/itemProps70.xml><?xml version="1.0" encoding="utf-8"?>
<ds:datastoreItem xmlns:ds="http://schemas.openxmlformats.org/officeDocument/2006/customXml" ds:itemID="{B4F720B8-D254-485C-A78C-0B7EE1D5263B}">
  <ds:schemaRefs>
    <ds:schemaRef ds:uri="http://schemas.openxmlformats.org/officeDocument/2006/bibliography"/>
  </ds:schemaRefs>
</ds:datastoreItem>
</file>

<file path=customXml/itemProps71.xml><?xml version="1.0" encoding="utf-8"?>
<ds:datastoreItem xmlns:ds="http://schemas.openxmlformats.org/officeDocument/2006/customXml" ds:itemID="{1428E663-8E51-4A5F-BAF4-6515B4E0FC3E}">
  <ds:schemaRefs>
    <ds:schemaRef ds:uri="http://schemas.openxmlformats.org/officeDocument/2006/bibliography"/>
  </ds:schemaRefs>
</ds:datastoreItem>
</file>

<file path=customXml/itemProps72.xml><?xml version="1.0" encoding="utf-8"?>
<ds:datastoreItem xmlns:ds="http://schemas.openxmlformats.org/officeDocument/2006/customXml" ds:itemID="{A7077292-A37E-4083-8B23-91335A751297}">
  <ds:schemaRefs>
    <ds:schemaRef ds:uri="http://schemas.openxmlformats.org/officeDocument/2006/bibliography"/>
  </ds:schemaRefs>
</ds:datastoreItem>
</file>

<file path=customXml/itemProps73.xml><?xml version="1.0" encoding="utf-8"?>
<ds:datastoreItem xmlns:ds="http://schemas.openxmlformats.org/officeDocument/2006/customXml" ds:itemID="{A93BC597-AC3C-4C8C-84F4-2B4B104A50BC}">
  <ds:schemaRefs>
    <ds:schemaRef ds:uri="http://schemas.openxmlformats.org/officeDocument/2006/bibliography"/>
  </ds:schemaRefs>
</ds:datastoreItem>
</file>

<file path=customXml/itemProps74.xml><?xml version="1.0" encoding="utf-8"?>
<ds:datastoreItem xmlns:ds="http://schemas.openxmlformats.org/officeDocument/2006/customXml" ds:itemID="{7206AA7B-E72C-438E-A4F0-244ABAF3FA09}">
  <ds:schemaRefs>
    <ds:schemaRef ds:uri="http://schemas.openxmlformats.org/officeDocument/2006/bibliography"/>
  </ds:schemaRefs>
</ds:datastoreItem>
</file>

<file path=customXml/itemProps75.xml><?xml version="1.0" encoding="utf-8"?>
<ds:datastoreItem xmlns:ds="http://schemas.openxmlformats.org/officeDocument/2006/customXml" ds:itemID="{D32B8F6D-0E26-410C-AEC1-89AB5A8DF3E0}">
  <ds:schemaRefs>
    <ds:schemaRef ds:uri="http://schemas.openxmlformats.org/officeDocument/2006/bibliography"/>
  </ds:schemaRefs>
</ds:datastoreItem>
</file>

<file path=customXml/itemProps76.xml><?xml version="1.0" encoding="utf-8"?>
<ds:datastoreItem xmlns:ds="http://schemas.openxmlformats.org/officeDocument/2006/customXml" ds:itemID="{2B4E16A2-43B3-45B7-8DDB-C53BCFF44DD2}">
  <ds:schemaRefs>
    <ds:schemaRef ds:uri="http://schemas.openxmlformats.org/officeDocument/2006/bibliography"/>
  </ds:schemaRefs>
</ds:datastoreItem>
</file>

<file path=customXml/itemProps77.xml><?xml version="1.0" encoding="utf-8"?>
<ds:datastoreItem xmlns:ds="http://schemas.openxmlformats.org/officeDocument/2006/customXml" ds:itemID="{74ECB6EC-3366-4DD3-A719-2F629E8383F9}">
  <ds:schemaRefs>
    <ds:schemaRef ds:uri="http://schemas.openxmlformats.org/officeDocument/2006/bibliography"/>
  </ds:schemaRefs>
</ds:datastoreItem>
</file>

<file path=customXml/itemProps78.xml><?xml version="1.0" encoding="utf-8"?>
<ds:datastoreItem xmlns:ds="http://schemas.openxmlformats.org/officeDocument/2006/customXml" ds:itemID="{AA9F5189-DFA3-4240-BD7E-7933476F5B55}">
  <ds:schemaRefs>
    <ds:schemaRef ds:uri="http://schemas.openxmlformats.org/officeDocument/2006/bibliography"/>
  </ds:schemaRefs>
</ds:datastoreItem>
</file>

<file path=customXml/itemProps79.xml><?xml version="1.0" encoding="utf-8"?>
<ds:datastoreItem xmlns:ds="http://schemas.openxmlformats.org/officeDocument/2006/customXml" ds:itemID="{A7020A2C-02DB-4361-B6FD-E6E1087E40D6}">
  <ds:schemaRefs>
    <ds:schemaRef ds:uri="http://schemas.openxmlformats.org/officeDocument/2006/bibliography"/>
  </ds:schemaRefs>
</ds:datastoreItem>
</file>

<file path=customXml/itemProps8.xml><?xml version="1.0" encoding="utf-8"?>
<ds:datastoreItem xmlns:ds="http://schemas.openxmlformats.org/officeDocument/2006/customXml" ds:itemID="{8FAD3419-2A8D-4F85-B9DB-F333857D8F09}">
  <ds:schemaRefs>
    <ds:schemaRef ds:uri="http://schemas.openxmlformats.org/officeDocument/2006/bibliography"/>
  </ds:schemaRefs>
</ds:datastoreItem>
</file>

<file path=customXml/itemProps80.xml><?xml version="1.0" encoding="utf-8"?>
<ds:datastoreItem xmlns:ds="http://schemas.openxmlformats.org/officeDocument/2006/customXml" ds:itemID="{1AB69623-A9EF-4F05-8FD6-CA7649037BA6}">
  <ds:schemaRefs>
    <ds:schemaRef ds:uri="http://schemas.openxmlformats.org/officeDocument/2006/bibliography"/>
  </ds:schemaRefs>
</ds:datastoreItem>
</file>

<file path=customXml/itemProps81.xml><?xml version="1.0" encoding="utf-8"?>
<ds:datastoreItem xmlns:ds="http://schemas.openxmlformats.org/officeDocument/2006/customXml" ds:itemID="{5E654256-9042-423A-917E-F89813DFCBD5}">
  <ds:schemaRefs>
    <ds:schemaRef ds:uri="http://schemas.openxmlformats.org/officeDocument/2006/bibliography"/>
  </ds:schemaRefs>
</ds:datastoreItem>
</file>

<file path=customXml/itemProps82.xml><?xml version="1.0" encoding="utf-8"?>
<ds:datastoreItem xmlns:ds="http://schemas.openxmlformats.org/officeDocument/2006/customXml" ds:itemID="{ED8CA61C-8505-4790-B64E-C91CE7C438A3}">
  <ds:schemaRefs>
    <ds:schemaRef ds:uri="http://schemas.openxmlformats.org/officeDocument/2006/bibliography"/>
  </ds:schemaRefs>
</ds:datastoreItem>
</file>

<file path=customXml/itemProps83.xml><?xml version="1.0" encoding="utf-8"?>
<ds:datastoreItem xmlns:ds="http://schemas.openxmlformats.org/officeDocument/2006/customXml" ds:itemID="{F1B29892-035F-F74C-9832-EC402A5C5219}">
  <ds:schemaRefs>
    <ds:schemaRef ds:uri="http://schemas.openxmlformats.org/officeDocument/2006/bibliography"/>
  </ds:schemaRefs>
</ds:datastoreItem>
</file>

<file path=customXml/itemProps84.xml><?xml version="1.0" encoding="utf-8"?>
<ds:datastoreItem xmlns:ds="http://schemas.openxmlformats.org/officeDocument/2006/customXml" ds:itemID="{5B0080FF-09E4-454F-A5C0-3F8C8F90C633}">
  <ds:schemaRefs>
    <ds:schemaRef ds:uri="http://schemas.openxmlformats.org/officeDocument/2006/bibliography"/>
  </ds:schemaRefs>
</ds:datastoreItem>
</file>

<file path=customXml/itemProps85.xml><?xml version="1.0" encoding="utf-8"?>
<ds:datastoreItem xmlns:ds="http://schemas.openxmlformats.org/officeDocument/2006/customXml" ds:itemID="{086E93B3-86D8-4BD9-B5B4-238B4A6DA5EF}">
  <ds:schemaRefs>
    <ds:schemaRef ds:uri="http://schemas.openxmlformats.org/officeDocument/2006/bibliography"/>
  </ds:schemaRefs>
</ds:datastoreItem>
</file>

<file path=customXml/itemProps86.xml><?xml version="1.0" encoding="utf-8"?>
<ds:datastoreItem xmlns:ds="http://schemas.openxmlformats.org/officeDocument/2006/customXml" ds:itemID="{0D433378-D494-4923-8666-A4E63A77F095}">
  <ds:schemaRefs>
    <ds:schemaRef ds:uri="http://schemas.openxmlformats.org/officeDocument/2006/bibliography"/>
  </ds:schemaRefs>
</ds:datastoreItem>
</file>

<file path=customXml/itemProps87.xml><?xml version="1.0" encoding="utf-8"?>
<ds:datastoreItem xmlns:ds="http://schemas.openxmlformats.org/officeDocument/2006/customXml" ds:itemID="{AF8BF97F-B81C-4F0F-AF77-A9B7838EB54F}">
  <ds:schemaRefs>
    <ds:schemaRef ds:uri="http://schemas.openxmlformats.org/officeDocument/2006/bibliography"/>
  </ds:schemaRefs>
</ds:datastoreItem>
</file>

<file path=customXml/itemProps88.xml><?xml version="1.0" encoding="utf-8"?>
<ds:datastoreItem xmlns:ds="http://schemas.openxmlformats.org/officeDocument/2006/customXml" ds:itemID="{58A22107-2E7D-49DA-80B1-BE853CADC7C8}">
  <ds:schemaRefs>
    <ds:schemaRef ds:uri="http://schemas.openxmlformats.org/officeDocument/2006/bibliography"/>
  </ds:schemaRefs>
</ds:datastoreItem>
</file>

<file path=customXml/itemProps89.xml><?xml version="1.0" encoding="utf-8"?>
<ds:datastoreItem xmlns:ds="http://schemas.openxmlformats.org/officeDocument/2006/customXml" ds:itemID="{E031A949-E24A-4951-8452-4D93CDDE020F}">
  <ds:schemaRefs>
    <ds:schemaRef ds:uri="http://schemas.openxmlformats.org/officeDocument/2006/bibliography"/>
  </ds:schemaRefs>
</ds:datastoreItem>
</file>

<file path=customXml/itemProps9.xml><?xml version="1.0" encoding="utf-8"?>
<ds:datastoreItem xmlns:ds="http://schemas.openxmlformats.org/officeDocument/2006/customXml" ds:itemID="{85B258DF-3923-412F-A0DE-836C5C108743}">
  <ds:schemaRefs>
    <ds:schemaRef ds:uri="http://schemas.openxmlformats.org/officeDocument/2006/bibliography"/>
  </ds:schemaRefs>
</ds:datastoreItem>
</file>

<file path=customXml/itemProps90.xml><?xml version="1.0" encoding="utf-8"?>
<ds:datastoreItem xmlns:ds="http://schemas.openxmlformats.org/officeDocument/2006/customXml" ds:itemID="{DC7F0BC4-D4FA-4A91-BCE0-70B2FAD43921}">
  <ds:schemaRefs>
    <ds:schemaRef ds:uri="http://schemas.openxmlformats.org/officeDocument/2006/bibliography"/>
  </ds:schemaRefs>
</ds:datastoreItem>
</file>

<file path=customXml/itemProps91.xml><?xml version="1.0" encoding="utf-8"?>
<ds:datastoreItem xmlns:ds="http://schemas.openxmlformats.org/officeDocument/2006/customXml" ds:itemID="{9E3DB0AA-AF54-40B5-B534-900F6F3C5F4C}">
  <ds:schemaRefs>
    <ds:schemaRef ds:uri="http://schemas.openxmlformats.org/officeDocument/2006/bibliography"/>
  </ds:schemaRefs>
</ds:datastoreItem>
</file>

<file path=customXml/itemProps92.xml><?xml version="1.0" encoding="utf-8"?>
<ds:datastoreItem xmlns:ds="http://schemas.openxmlformats.org/officeDocument/2006/customXml" ds:itemID="{5C39EACE-AB7D-46FF-837F-C8F964298FAE}">
  <ds:schemaRefs>
    <ds:schemaRef ds:uri="http://schemas.openxmlformats.org/officeDocument/2006/bibliography"/>
  </ds:schemaRefs>
</ds:datastoreItem>
</file>

<file path=customXml/itemProps93.xml><?xml version="1.0" encoding="utf-8"?>
<ds:datastoreItem xmlns:ds="http://schemas.openxmlformats.org/officeDocument/2006/customXml" ds:itemID="{7CA2CDDF-DCF0-41B5-ACAF-6090E275C04D}">
  <ds:schemaRefs>
    <ds:schemaRef ds:uri="http://schemas.openxmlformats.org/officeDocument/2006/bibliography"/>
  </ds:schemaRefs>
</ds:datastoreItem>
</file>

<file path=customXml/itemProps94.xml><?xml version="1.0" encoding="utf-8"?>
<ds:datastoreItem xmlns:ds="http://schemas.openxmlformats.org/officeDocument/2006/customXml" ds:itemID="{828E1FD4-3A32-4941-A603-2712513C1964}">
  <ds:schemaRefs>
    <ds:schemaRef ds:uri="http://schemas.openxmlformats.org/officeDocument/2006/bibliography"/>
  </ds:schemaRefs>
</ds:datastoreItem>
</file>

<file path=customXml/itemProps95.xml><?xml version="1.0" encoding="utf-8"?>
<ds:datastoreItem xmlns:ds="http://schemas.openxmlformats.org/officeDocument/2006/customXml" ds:itemID="{EC5A437D-0B97-4331-B15C-3CC560DD4463}">
  <ds:schemaRefs>
    <ds:schemaRef ds:uri="http://schemas.openxmlformats.org/officeDocument/2006/bibliography"/>
  </ds:schemaRefs>
</ds:datastoreItem>
</file>

<file path=customXml/itemProps96.xml><?xml version="1.0" encoding="utf-8"?>
<ds:datastoreItem xmlns:ds="http://schemas.openxmlformats.org/officeDocument/2006/customXml" ds:itemID="{67B85C3F-794A-A843-8E4E-0922A537FFCF}">
  <ds:schemaRefs>
    <ds:schemaRef ds:uri="http://schemas.openxmlformats.org/officeDocument/2006/bibliography"/>
  </ds:schemaRefs>
</ds:datastoreItem>
</file>

<file path=customXml/itemProps97.xml><?xml version="1.0" encoding="utf-8"?>
<ds:datastoreItem xmlns:ds="http://schemas.openxmlformats.org/officeDocument/2006/customXml" ds:itemID="{0DE67CB4-2096-47C1-8D8B-DA115BDF7281}">
  <ds:schemaRefs>
    <ds:schemaRef ds:uri="http://schemas.openxmlformats.org/officeDocument/2006/bibliography"/>
  </ds:schemaRefs>
</ds:datastoreItem>
</file>

<file path=customXml/itemProps98.xml><?xml version="1.0" encoding="utf-8"?>
<ds:datastoreItem xmlns:ds="http://schemas.openxmlformats.org/officeDocument/2006/customXml" ds:itemID="{7D800A9B-2DB8-4AA1-A12B-3DFF799C86BB}">
  <ds:schemaRefs>
    <ds:schemaRef ds:uri="http://schemas.openxmlformats.org/officeDocument/2006/bibliography"/>
  </ds:schemaRefs>
</ds:datastoreItem>
</file>

<file path=customXml/itemProps99.xml><?xml version="1.0" encoding="utf-8"?>
<ds:datastoreItem xmlns:ds="http://schemas.openxmlformats.org/officeDocument/2006/customXml" ds:itemID="{C2D3C9E8-96FD-40F7-BB47-FF6F6EE7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 Shareholders agreement</Template>
  <TotalTime>1</TotalTime>
  <Pages>5</Pages>
  <Words>1430</Words>
  <Characters>10372</Characters>
  <Application>Microsoft Office Word</Application>
  <DocSecurity>4</DocSecurity>
  <Lines>86</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Rein Kivioja</dc:creator>
  <cp:lastModifiedBy>Kristo Kokk</cp:lastModifiedBy>
  <cp:revision>2</cp:revision>
  <dcterms:created xsi:type="dcterms:W3CDTF">2024-12-03T11:08:00Z</dcterms:created>
  <dcterms:modified xsi:type="dcterms:W3CDTF">2024-12-03T11:08:00Z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